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395D" w:rsidRDefault="008E2DAF">
      <w:pPr>
        <w:jc w:val="center"/>
        <w:rPr>
          <w:lang w:val="sr-Latn-CS"/>
        </w:rPr>
      </w:pPr>
      <w:r w:rsidRPr="008E2DAF">
        <w:rPr>
          <w:sz w:val="16"/>
          <w:szCs w:val="16"/>
        </w:rPr>
        <w:pict>
          <v:rect id="_x0000_s2058" style="position:absolute;left:0;text-align:left;margin-left:-66pt;margin-top:-1in;width:588pt;height:1in;z-index:251657728;v-text-anchor:middle" stroked="f">
            <v:fill color2="black"/>
            <v:stroke joinstyle="round"/>
          </v:rect>
        </w:pict>
      </w:r>
    </w:p>
    <w:p w:rsidR="00375A12" w:rsidRDefault="0031424A">
      <w:pPr>
        <w:jc w:val="center"/>
        <w:rPr>
          <w:lang w:val="sr-Latn-CS"/>
        </w:rPr>
      </w:pPr>
      <w:r>
        <w:rPr>
          <w:noProof/>
          <w:lang w:val="en-US"/>
        </w:rPr>
        <w:drawing>
          <wp:inline distT="0" distB="0" distL="0" distR="0">
            <wp:extent cx="5716905" cy="1041400"/>
            <wp:effectExtent l="19050" t="0" r="0" b="0"/>
            <wp:docPr id="1" name="Picture 1" descr="memo grb co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emo grb copy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6905" cy="104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1D1B" w:rsidRDefault="004C1D1B">
      <w:pPr>
        <w:jc w:val="center"/>
        <w:rPr>
          <w:lang w:val="sr-Latn-CS"/>
        </w:rPr>
      </w:pPr>
    </w:p>
    <w:p w:rsidR="00E97A7D" w:rsidRDefault="00E97A7D">
      <w:pPr>
        <w:jc w:val="center"/>
        <w:rPr>
          <w:lang w:val="sr-Latn-CS"/>
        </w:rPr>
      </w:pPr>
    </w:p>
    <w:p w:rsidR="00375A12" w:rsidRDefault="002D3376">
      <w:pPr>
        <w:jc w:val="center"/>
        <w:rPr>
          <w:lang w:val="sr-Latn-CS"/>
        </w:rPr>
      </w:pPr>
      <w:r>
        <w:rPr>
          <w:lang w:val="sr-Latn-CS"/>
        </w:rPr>
        <w:t>ПРЕДМЕТ</w:t>
      </w:r>
    </w:p>
    <w:p w:rsidR="00375A12" w:rsidRPr="00A06B01" w:rsidRDefault="00F121A0">
      <w:pPr>
        <w:jc w:val="center"/>
        <w:rPr>
          <w:sz w:val="24"/>
          <w:szCs w:val="24"/>
          <w:lang w:val="sr-Latn-CS"/>
        </w:rPr>
      </w:pPr>
      <w:r w:rsidRPr="00A06B01">
        <w:rPr>
          <w:rFonts w:cs="Arial"/>
          <w:sz w:val="24"/>
          <w:szCs w:val="24"/>
          <w:lang w:val="sr-Latn-CS"/>
        </w:rPr>
        <w:t>&lt;</w:t>
      </w:r>
      <w:r w:rsidR="00F76921" w:rsidRPr="004875C7">
        <w:rPr>
          <w:lang w:val="sr-Latn-CS"/>
        </w:rPr>
        <w:t xml:space="preserve"> </w:t>
      </w:r>
      <w:r w:rsidR="005A6E85" w:rsidRPr="005A6E85">
        <w:rPr>
          <w:rFonts w:cs="Arial"/>
          <w:sz w:val="24"/>
          <w:szCs w:val="24"/>
          <w:lang w:val="sr-Latn-CS"/>
        </w:rPr>
        <w:t>МЕДИЦИНСКА СТАТИСТИКА И ИНФОРМАТИКА</w:t>
      </w:r>
      <w:r w:rsidR="00BA1BE1">
        <w:rPr>
          <w:rFonts w:cs="Arial"/>
          <w:sz w:val="24"/>
          <w:szCs w:val="24"/>
          <w:lang w:val="sr-Latn-CS"/>
        </w:rPr>
        <w:t xml:space="preserve"> </w:t>
      </w:r>
      <w:r w:rsidRPr="00A06B01">
        <w:rPr>
          <w:rFonts w:cs="Arial"/>
          <w:sz w:val="24"/>
          <w:szCs w:val="24"/>
          <w:lang w:val="sr-Latn-CS"/>
        </w:rPr>
        <w:t>&gt;</w:t>
      </w:r>
    </w:p>
    <w:p w:rsidR="00A06B01" w:rsidRDefault="00A06B01">
      <w:pPr>
        <w:jc w:val="center"/>
        <w:rPr>
          <w:b/>
          <w:sz w:val="24"/>
          <w:szCs w:val="24"/>
          <w:lang w:val="sr-Latn-CS"/>
        </w:rPr>
      </w:pPr>
    </w:p>
    <w:p w:rsidR="00375A12" w:rsidRPr="00A06B01" w:rsidRDefault="002D3376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A06B01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број</w:t>
      </w:r>
      <w:r w:rsidR="00A06B01">
        <w:rPr>
          <w:sz w:val="24"/>
          <w:szCs w:val="24"/>
          <w:lang w:val="sr-Latn-CS"/>
        </w:rPr>
        <w:t xml:space="preserve"> </w:t>
      </w:r>
      <w:r w:rsidR="00A566F5">
        <w:rPr>
          <w:sz w:val="24"/>
          <w:szCs w:val="24"/>
          <w:lang w:val="sr-Latn-CS"/>
        </w:rPr>
        <w:t>15</w:t>
      </w:r>
    </w:p>
    <w:p w:rsidR="00375A12" w:rsidRPr="00A06B01" w:rsidRDefault="00F121A0">
      <w:pPr>
        <w:jc w:val="center"/>
        <w:rPr>
          <w:b/>
          <w:sz w:val="28"/>
          <w:szCs w:val="28"/>
          <w:lang w:val="sr-Latn-CS"/>
        </w:rPr>
      </w:pPr>
      <w:r w:rsidRPr="00A06B01">
        <w:rPr>
          <w:b/>
          <w:sz w:val="28"/>
          <w:szCs w:val="28"/>
          <w:lang w:val="sr-Latn-CS"/>
        </w:rPr>
        <w:t>&lt;</w:t>
      </w:r>
      <w:r w:rsidR="009A6F83" w:rsidRPr="004875C7">
        <w:rPr>
          <w:lang w:val="sr-Latn-CS"/>
        </w:rPr>
        <w:t xml:space="preserve"> </w:t>
      </w:r>
      <w:r w:rsidR="00497EA7" w:rsidRPr="00497EA7">
        <w:rPr>
          <w:b/>
          <w:sz w:val="28"/>
          <w:szCs w:val="28"/>
          <w:lang w:val="sr-Latn-CS"/>
        </w:rPr>
        <w:t>РЕГРЕСИЈА И КОРЕЛАЦИЈА</w:t>
      </w:r>
      <w:r w:rsidR="005B6F3D">
        <w:rPr>
          <w:b/>
          <w:sz w:val="28"/>
          <w:szCs w:val="28"/>
          <w:lang w:val="sr-Latn-CS"/>
        </w:rPr>
        <w:t xml:space="preserve"> </w:t>
      </w:r>
      <w:r w:rsidRPr="00A06B01">
        <w:rPr>
          <w:rFonts w:cs="Arial"/>
          <w:b/>
          <w:sz w:val="28"/>
          <w:szCs w:val="28"/>
          <w:lang w:val="sr-Latn-CS"/>
        </w:rPr>
        <w:t>&gt;</w:t>
      </w:r>
    </w:p>
    <w:p w:rsidR="00375A12" w:rsidRDefault="00375A12">
      <w:pPr>
        <w:jc w:val="center"/>
        <w:rPr>
          <w:b/>
          <w:sz w:val="24"/>
          <w:szCs w:val="24"/>
          <w:lang w:val="sr-Latn-C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93"/>
        <w:gridCol w:w="1576"/>
        <w:gridCol w:w="3116"/>
        <w:gridCol w:w="2807"/>
      </w:tblGrid>
      <w:tr w:rsidR="00FD7D49" w:rsidRPr="00501FDC">
        <w:trPr>
          <w:cantSplit/>
          <w:jc w:val="center"/>
        </w:trPr>
        <w:tc>
          <w:tcPr>
            <w:tcW w:w="993" w:type="dxa"/>
            <w:tcBorders>
              <w:bottom w:val="single" w:sz="4" w:space="0" w:color="auto"/>
            </w:tcBorders>
            <w:shd w:val="clear" w:color="auto" w:fill="737373"/>
          </w:tcPr>
          <w:p w:rsidR="00FD7D49" w:rsidRPr="00501FDC" w:rsidRDefault="00FD7D49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Недеља</w:t>
            </w:r>
          </w:p>
        </w:tc>
        <w:tc>
          <w:tcPr>
            <w:tcW w:w="1576" w:type="dxa"/>
            <w:tcBorders>
              <w:bottom w:val="single" w:sz="4" w:space="0" w:color="auto"/>
            </w:tcBorders>
            <w:shd w:val="clear" w:color="auto" w:fill="737373"/>
          </w:tcPr>
          <w:p w:rsidR="00FD7D49" w:rsidRPr="00501FDC" w:rsidRDefault="00FD7D49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Наставна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јединица</w:t>
            </w:r>
          </w:p>
        </w:tc>
        <w:tc>
          <w:tcPr>
            <w:tcW w:w="3116" w:type="dxa"/>
            <w:tcBorders>
              <w:bottom w:val="single" w:sz="4" w:space="0" w:color="auto"/>
            </w:tcBorders>
            <w:shd w:val="clear" w:color="auto" w:fill="737373"/>
          </w:tcPr>
          <w:p w:rsidR="00FD7D49" w:rsidRPr="00501FDC" w:rsidRDefault="00FD7D49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Тематске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јединице</w:t>
            </w:r>
          </w:p>
        </w:tc>
        <w:tc>
          <w:tcPr>
            <w:tcW w:w="2807" w:type="dxa"/>
            <w:tcBorders>
              <w:bottom w:val="single" w:sz="4" w:space="0" w:color="auto"/>
            </w:tcBorders>
            <w:shd w:val="clear" w:color="auto" w:fill="737373"/>
          </w:tcPr>
          <w:p w:rsidR="00FD7D49" w:rsidRPr="00501FDC" w:rsidRDefault="00FD7D49" w:rsidP="001F5F0A">
            <w:pPr>
              <w:jc w:val="center"/>
              <w:rPr>
                <w:color w:val="FFFFFF"/>
              </w:rPr>
            </w:pPr>
            <w:r>
              <w:rPr>
                <w:color w:val="FFFFFF"/>
              </w:rPr>
              <w:t>Резултат</w:t>
            </w:r>
            <w:r w:rsidRPr="00501FDC">
              <w:rPr>
                <w:color w:val="FFFFFF"/>
              </w:rPr>
              <w:t xml:space="preserve"> – </w:t>
            </w:r>
            <w:r>
              <w:rPr>
                <w:color w:val="FFFFFF"/>
              </w:rPr>
              <w:t>знања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или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вештине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које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студент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треба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да</w:t>
            </w:r>
            <w:r w:rsidRPr="00501FDC">
              <w:rPr>
                <w:color w:val="FFFFFF"/>
              </w:rPr>
              <w:t xml:space="preserve"> </w:t>
            </w:r>
            <w:r>
              <w:rPr>
                <w:color w:val="FFFFFF"/>
              </w:rPr>
              <w:t>добије</w:t>
            </w:r>
          </w:p>
        </w:tc>
      </w:tr>
      <w:tr w:rsidR="00AD7814" w:rsidRPr="00D7079D">
        <w:trPr>
          <w:cantSplit/>
          <w:jc w:val="center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814" w:rsidRPr="00D7079D" w:rsidRDefault="00A566F5" w:rsidP="006D693E">
            <w:pPr>
              <w:jc w:val="center"/>
              <w:rPr>
                <w:color w:val="auto"/>
                <w:lang w:val="sr-Latn-CS"/>
              </w:rPr>
            </w:pPr>
            <w:r>
              <w:rPr>
                <w:color w:val="auto"/>
                <w:lang w:val="sr-Latn-CS"/>
              </w:rPr>
              <w:t>15</w:t>
            </w:r>
          </w:p>
        </w:tc>
        <w:tc>
          <w:tcPr>
            <w:tcW w:w="1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814" w:rsidRPr="00AD7814" w:rsidRDefault="00AD7814" w:rsidP="00143C1A">
            <w:pPr>
              <w:jc w:val="left"/>
              <w:rPr>
                <w:rFonts w:cs="Arial"/>
                <w:lang w:val="sr-Latn-CS"/>
              </w:rPr>
            </w:pPr>
            <w:r w:rsidRPr="00AD7814">
              <w:rPr>
                <w:rFonts w:cs="Arial"/>
                <w:lang w:val="sr-Latn-CS"/>
              </w:rPr>
              <w:t>Регресија и корелација.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814" w:rsidRPr="00AD7814" w:rsidRDefault="00AD7814" w:rsidP="00143C1A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AD7814">
              <w:t>Дијаграми</w:t>
            </w:r>
            <w:r w:rsidRPr="004875C7">
              <w:rPr>
                <w:lang w:val="sr-Latn-CS"/>
              </w:rPr>
              <w:t xml:space="preserve"> </w:t>
            </w:r>
            <w:r w:rsidRPr="00AD7814">
              <w:t>растурања</w:t>
            </w:r>
            <w:r w:rsidRPr="004875C7">
              <w:rPr>
                <w:lang w:val="sr-Latn-CS"/>
              </w:rPr>
              <w:t xml:space="preserve">. </w:t>
            </w:r>
            <w:r w:rsidRPr="00AD7814">
              <w:t>Регресија</w:t>
            </w:r>
            <w:r w:rsidRPr="004875C7">
              <w:rPr>
                <w:lang w:val="sr-Latn-CS"/>
              </w:rPr>
              <w:t xml:space="preserve">. </w:t>
            </w:r>
            <w:r w:rsidRPr="00AD7814">
              <w:t>Метода</w:t>
            </w:r>
            <w:r w:rsidRPr="004875C7">
              <w:rPr>
                <w:lang w:val="sr-Latn-CS"/>
              </w:rPr>
              <w:t xml:space="preserve"> </w:t>
            </w:r>
            <w:r w:rsidRPr="00AD7814">
              <w:t>најмањих</w:t>
            </w:r>
            <w:r w:rsidRPr="004875C7">
              <w:rPr>
                <w:lang w:val="sr-Latn-CS"/>
              </w:rPr>
              <w:t xml:space="preserve"> </w:t>
            </w:r>
            <w:r w:rsidRPr="00AD7814">
              <w:t>квадрата</w:t>
            </w:r>
            <w:r w:rsidRPr="004875C7">
              <w:rPr>
                <w:lang w:val="sr-Latn-CS"/>
              </w:rPr>
              <w:t xml:space="preserve">. </w:t>
            </w:r>
            <w:r w:rsidRPr="00AD7814">
              <w:t>Стандардна грешка коефицијента регресије. Корелација. Значај теста и интервал поверења за r. Коришћење коефицијента корелације.</w:t>
            </w:r>
          </w:p>
        </w:tc>
        <w:tc>
          <w:tcPr>
            <w:tcW w:w="2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7814" w:rsidRPr="00AD7814" w:rsidRDefault="00AD7814" w:rsidP="00143C1A">
            <w:pPr>
              <w:snapToGrid w:val="0"/>
              <w:jc w:val="left"/>
              <w:rPr>
                <w:rFonts w:cs="Arial"/>
                <w:lang w:val="sr-Latn-CS"/>
              </w:rPr>
            </w:pPr>
            <w:r w:rsidRPr="00AD7814">
              <w:rPr>
                <w:rFonts w:cs="Arial"/>
                <w:lang w:val="sr-Cyrl-CS"/>
              </w:rPr>
              <w:t>Упознавање са р</w:t>
            </w:r>
            <w:r w:rsidRPr="00AD7814">
              <w:rPr>
                <w:rFonts w:cs="Arial"/>
                <w:lang w:val="sr-Latn-CS"/>
              </w:rPr>
              <w:t>егресиј</w:t>
            </w:r>
            <w:r w:rsidRPr="00AD7814">
              <w:rPr>
                <w:rFonts w:cs="Arial"/>
                <w:lang w:val="sr-Cyrl-CS"/>
              </w:rPr>
              <w:t>ом</w:t>
            </w:r>
            <w:r w:rsidRPr="00AD7814">
              <w:rPr>
                <w:rFonts w:cs="Arial"/>
                <w:lang w:val="sr-Latn-CS"/>
              </w:rPr>
              <w:t xml:space="preserve"> и корелациј</w:t>
            </w:r>
            <w:r w:rsidRPr="00AD7814">
              <w:rPr>
                <w:rFonts w:cs="Arial"/>
                <w:lang w:val="sr-Cyrl-CS"/>
              </w:rPr>
              <w:t>ом</w:t>
            </w:r>
            <w:r w:rsidRPr="00AD7814">
              <w:rPr>
                <w:rFonts w:cs="Arial"/>
                <w:lang w:val="sr-Latn-CS"/>
              </w:rPr>
              <w:t>.</w:t>
            </w:r>
          </w:p>
        </w:tc>
      </w:tr>
    </w:tbl>
    <w:p w:rsidR="00BA7627" w:rsidRDefault="00BA7627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F742D8" w:rsidRDefault="00F742D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AA4F0F" w:rsidRDefault="00AA4F0F">
      <w:pPr>
        <w:jc w:val="center"/>
        <w:rPr>
          <w:b/>
          <w:sz w:val="24"/>
          <w:szCs w:val="24"/>
          <w:lang w:val="sr-Latn-CS"/>
        </w:rPr>
      </w:pPr>
    </w:p>
    <w:p w:rsidR="00C673B8" w:rsidRDefault="00C673B8">
      <w:pPr>
        <w:jc w:val="center"/>
        <w:rPr>
          <w:b/>
          <w:sz w:val="24"/>
          <w:szCs w:val="24"/>
          <w:lang w:val="sr-Latn-CS"/>
        </w:rPr>
      </w:pPr>
    </w:p>
    <w:p w:rsidR="00537A17" w:rsidRPr="00A06B01" w:rsidRDefault="00537A17" w:rsidP="00537A17">
      <w:pPr>
        <w:rPr>
          <w:sz w:val="16"/>
          <w:szCs w:val="16"/>
          <w:lang w:val="sr-Latn-CS" w:eastAsia="ar-SA"/>
        </w:rPr>
      </w:pPr>
      <w:bookmarkStart w:id="0" w:name="OLE_LINK1"/>
      <w:bookmarkStart w:id="1" w:name="OLE_LINK2"/>
      <w:r w:rsidRPr="004875C7">
        <w:rPr>
          <w:sz w:val="16"/>
          <w:szCs w:val="16"/>
          <w:lang w:val="sr-Latn-CS" w:eastAsia="ar-SA"/>
        </w:rPr>
        <w:t>Copyright ©</w:t>
      </w:r>
      <w:r>
        <w:rPr>
          <w:sz w:val="16"/>
          <w:szCs w:val="16"/>
          <w:lang w:val="sr-Cyrl-CS" w:eastAsia="ar-SA"/>
        </w:rPr>
        <w:t xml:space="preserve"> </w:t>
      </w:r>
      <w:r w:rsidRPr="004875C7">
        <w:rPr>
          <w:sz w:val="16"/>
          <w:szCs w:val="16"/>
          <w:lang w:val="sr-Latn-CS" w:eastAsia="ar-SA"/>
        </w:rPr>
        <w:t>201</w:t>
      </w:r>
      <w:r>
        <w:rPr>
          <w:sz w:val="16"/>
          <w:szCs w:val="16"/>
          <w:lang w:val="sr-Cyrl-CS" w:eastAsia="ar-SA"/>
        </w:rPr>
        <w:t>2</w:t>
      </w:r>
      <w:r w:rsidRPr="004875C7">
        <w:rPr>
          <w:sz w:val="16"/>
          <w:szCs w:val="16"/>
          <w:lang w:val="sr-Latn-CS" w:eastAsia="ar-SA"/>
        </w:rPr>
        <w:t xml:space="preserve"> </w:t>
      </w:r>
      <w:r w:rsidRPr="00A06B01">
        <w:rPr>
          <w:sz w:val="16"/>
          <w:szCs w:val="16"/>
          <w:lang w:val="sr-Latn-CS" w:eastAsia="ar-SA"/>
        </w:rPr>
        <w:t>–</w:t>
      </w:r>
      <w:r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 медицинских наука Универзитета у Крагујевцу</w:t>
      </w:r>
      <w:r w:rsidRPr="00A06B01">
        <w:rPr>
          <w:sz w:val="16"/>
          <w:szCs w:val="16"/>
          <w:lang w:val="sr-Latn-CS" w:eastAsia="ar-SA"/>
        </w:rPr>
        <w:t xml:space="preserve">. </w:t>
      </w:r>
      <w:r>
        <w:rPr>
          <w:sz w:val="16"/>
          <w:szCs w:val="16"/>
          <w:lang w:val="sr-Latn-CS" w:eastAsia="ar-SA"/>
        </w:rPr>
        <w:t>Сва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права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задржана</w:t>
      </w:r>
      <w:r w:rsidRPr="00A06B01">
        <w:rPr>
          <w:sz w:val="16"/>
          <w:szCs w:val="16"/>
          <w:lang w:val="sr-Latn-CS" w:eastAsia="ar-SA"/>
        </w:rPr>
        <w:t>.</w:t>
      </w:r>
      <w:r>
        <w:rPr>
          <w:sz w:val="16"/>
          <w:szCs w:val="16"/>
          <w:lang w:val="sr-Latn-CS" w:eastAsia="ar-SA"/>
        </w:rPr>
        <w:t xml:space="preserve"> Без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претходне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писмене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дозволе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од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стране</w:t>
      </w:r>
      <w:r w:rsidRPr="00A06B01">
        <w:rPr>
          <w:sz w:val="16"/>
          <w:szCs w:val="16"/>
          <w:lang w:val="sr-Latn-CS" w:eastAsia="ar-SA"/>
        </w:rPr>
        <w:t xml:space="preserve"> </w:t>
      </w:r>
      <w:r w:rsidRPr="000B79C2">
        <w:rPr>
          <w:sz w:val="16"/>
          <w:szCs w:val="16"/>
          <w:lang w:val="ru-RU" w:eastAsia="ar-SA"/>
        </w:rPr>
        <w:t>Факултет</w:t>
      </w:r>
      <w:r>
        <w:rPr>
          <w:sz w:val="16"/>
          <w:szCs w:val="16"/>
          <w:lang w:val="ru-RU" w:eastAsia="ar-SA"/>
        </w:rPr>
        <w:t>а</w:t>
      </w:r>
      <w:r w:rsidRPr="000B79C2">
        <w:rPr>
          <w:sz w:val="16"/>
          <w:szCs w:val="16"/>
          <w:lang w:val="ru-RU" w:eastAsia="ar-SA"/>
        </w:rPr>
        <w:t xml:space="preserve"> медицинских наука </w:t>
      </w:r>
      <w:r>
        <w:rPr>
          <w:sz w:val="16"/>
          <w:szCs w:val="16"/>
          <w:lang w:val="sr-Latn-CS" w:eastAsia="ar-SA"/>
        </w:rPr>
        <w:t>забрањена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је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репродукција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трансфер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дистрибуција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меморисање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неког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дела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читавих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садржаја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овог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документа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копирањем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снимањем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електронским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путем</w:t>
      </w:r>
      <w:r w:rsidRPr="00A06B01">
        <w:rPr>
          <w:sz w:val="16"/>
          <w:szCs w:val="16"/>
          <w:lang w:val="sr-Latn-CS" w:eastAsia="ar-SA"/>
        </w:rPr>
        <w:t xml:space="preserve">, </w:t>
      </w:r>
      <w:r>
        <w:rPr>
          <w:sz w:val="16"/>
          <w:szCs w:val="16"/>
          <w:lang w:val="sr-Latn-CS" w:eastAsia="ar-SA"/>
        </w:rPr>
        <w:t>скенирањем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или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било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који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други</w:t>
      </w:r>
      <w:r w:rsidRPr="00A06B01">
        <w:rPr>
          <w:sz w:val="16"/>
          <w:szCs w:val="16"/>
          <w:lang w:val="sr-Latn-CS" w:eastAsia="ar-SA"/>
        </w:rPr>
        <w:t xml:space="preserve"> </w:t>
      </w:r>
      <w:r>
        <w:rPr>
          <w:sz w:val="16"/>
          <w:szCs w:val="16"/>
          <w:lang w:val="sr-Latn-CS" w:eastAsia="ar-SA"/>
        </w:rPr>
        <w:t>начин</w:t>
      </w:r>
      <w:r w:rsidRPr="00A06B01">
        <w:rPr>
          <w:sz w:val="16"/>
          <w:szCs w:val="16"/>
          <w:lang w:val="sr-Latn-CS" w:eastAsia="ar-SA"/>
        </w:rPr>
        <w:t>.</w:t>
      </w:r>
    </w:p>
    <w:p w:rsidR="009B4744" w:rsidRPr="000647CD" w:rsidRDefault="00537A17" w:rsidP="00537A17">
      <w:pPr>
        <w:rPr>
          <w:sz w:val="16"/>
          <w:szCs w:val="16"/>
          <w:lang w:eastAsia="ar-SA"/>
        </w:rPr>
      </w:pPr>
      <w:r>
        <w:rPr>
          <w:sz w:val="16"/>
          <w:szCs w:val="16"/>
          <w:lang w:eastAsia="ar-SA"/>
        </w:rPr>
        <w:t>Cop</w:t>
      </w:r>
      <w:r w:rsidRPr="00A06B01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right</w:t>
      </w:r>
      <w:r w:rsidRPr="00A06B01">
        <w:rPr>
          <w:sz w:val="16"/>
          <w:szCs w:val="16"/>
          <w:lang w:eastAsia="ar-SA"/>
        </w:rPr>
        <w:t xml:space="preserve"> © 20</w:t>
      </w:r>
      <w:r>
        <w:rPr>
          <w:sz w:val="16"/>
          <w:szCs w:val="16"/>
          <w:lang w:eastAsia="ar-SA"/>
        </w:rPr>
        <w:t>1</w:t>
      </w:r>
      <w:r>
        <w:rPr>
          <w:sz w:val="16"/>
          <w:szCs w:val="16"/>
          <w:lang w:val="sr-Cyrl-CS" w:eastAsia="ar-SA"/>
        </w:rPr>
        <w:t xml:space="preserve">2 </w:t>
      </w:r>
      <w:r w:rsidRPr="00A06B01">
        <w:rPr>
          <w:sz w:val="16"/>
          <w:szCs w:val="16"/>
          <w:lang w:val="sr-Latn-CS" w:eastAsia="ar-SA"/>
        </w:rPr>
        <w:t>–</w:t>
      </w:r>
      <w:r w:rsidRPr="00A06B01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 xml:space="preserve">Faculty of Medical Sciences </w:t>
      </w:r>
      <w:r>
        <w:rPr>
          <w:sz w:val="16"/>
          <w:szCs w:val="16"/>
          <w:lang w:eastAsia="ar-SA"/>
        </w:rPr>
        <w:t xml:space="preserve">of </w:t>
      </w:r>
      <w:smartTag w:uri="urn:schemas-microsoft-com:office:smarttags" w:element="place">
        <w:smartTag w:uri="urn:schemas-microsoft-com:office:smarttags" w:element="PlaceType">
          <w:r>
            <w:rPr>
              <w:sz w:val="16"/>
              <w:szCs w:val="16"/>
              <w:lang w:eastAsia="ar-SA"/>
            </w:rPr>
            <w:t>University</w:t>
          </w:r>
        </w:smartTag>
        <w:r>
          <w:rPr>
            <w:sz w:val="16"/>
            <w:szCs w:val="16"/>
            <w:lang w:eastAsia="ar-SA"/>
          </w:rPr>
          <w:t xml:space="preserve"> of </w:t>
        </w:r>
        <w:smartTag w:uri="urn:schemas-microsoft-com:office:smarttags" w:element="PlaceName">
          <w:r>
            <w:rPr>
              <w:sz w:val="16"/>
              <w:szCs w:val="16"/>
              <w:lang w:eastAsia="ar-SA"/>
            </w:rPr>
            <w:t>Kragujevac</w:t>
          </w:r>
        </w:smartTag>
      </w:smartTag>
      <w:r w:rsidRPr="00A06B01">
        <w:rPr>
          <w:sz w:val="16"/>
          <w:szCs w:val="16"/>
          <w:lang w:eastAsia="ar-SA"/>
        </w:rPr>
        <w:t xml:space="preserve">. </w:t>
      </w:r>
      <w:r>
        <w:rPr>
          <w:sz w:val="16"/>
          <w:szCs w:val="16"/>
          <w:lang w:eastAsia="ar-SA"/>
        </w:rPr>
        <w:t>All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rights</w:t>
      </w:r>
      <w:r w:rsidRPr="00A06B01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reserved</w:t>
      </w:r>
      <w:r w:rsidRPr="00A06B01">
        <w:rPr>
          <w:sz w:val="16"/>
          <w:szCs w:val="16"/>
          <w:lang w:eastAsia="ar-SA"/>
        </w:rPr>
        <w:t>.</w:t>
      </w:r>
      <w:r>
        <w:rPr>
          <w:sz w:val="16"/>
          <w:szCs w:val="16"/>
          <w:lang w:eastAsia="ar-SA"/>
        </w:rPr>
        <w:t xml:space="preserve"> No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part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this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publication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ma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be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reproduced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stored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retrieval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s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stem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transmitted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in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form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b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an</w:t>
      </w:r>
      <w:r w:rsidRPr="000647CD">
        <w:rPr>
          <w:sz w:val="16"/>
          <w:szCs w:val="16"/>
          <w:lang w:eastAsia="ar-SA"/>
        </w:rPr>
        <w:t xml:space="preserve">y </w:t>
      </w:r>
      <w:r>
        <w:rPr>
          <w:sz w:val="16"/>
          <w:szCs w:val="16"/>
          <w:lang w:eastAsia="ar-SA"/>
        </w:rPr>
        <w:t>means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electronic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mechanical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photocop</w:t>
      </w:r>
      <w:r w:rsidRPr="000647CD">
        <w:rPr>
          <w:sz w:val="16"/>
          <w:szCs w:val="16"/>
          <w:lang w:eastAsia="ar-SA"/>
        </w:rPr>
        <w:t>y</w:t>
      </w:r>
      <w:r>
        <w:rPr>
          <w:sz w:val="16"/>
          <w:szCs w:val="16"/>
          <w:lang w:eastAsia="ar-SA"/>
        </w:rPr>
        <w:t>ing,</w:t>
      </w:r>
      <w:r>
        <w:rPr>
          <w:sz w:val="16"/>
          <w:szCs w:val="16"/>
          <w:lang w:val="sr-Cyrl-CS" w:eastAsia="ar-SA"/>
        </w:rPr>
        <w:t xml:space="preserve">, </w:t>
      </w:r>
      <w:r>
        <w:rPr>
          <w:sz w:val="16"/>
          <w:szCs w:val="16"/>
          <w:lang w:eastAsia="ar-SA"/>
        </w:rPr>
        <w:t>recording</w:t>
      </w:r>
      <w:r w:rsidRPr="000647CD">
        <w:rPr>
          <w:sz w:val="16"/>
          <w:szCs w:val="16"/>
          <w:lang w:eastAsia="ar-SA"/>
        </w:rPr>
        <w:t xml:space="preserve">, </w:t>
      </w:r>
      <w:r>
        <w:rPr>
          <w:sz w:val="16"/>
          <w:szCs w:val="16"/>
          <w:lang w:eastAsia="ar-SA"/>
        </w:rPr>
        <w:t>scanning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or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other</w:t>
      </w:r>
      <w:r w:rsidRPr="000647CD">
        <w:rPr>
          <w:sz w:val="16"/>
          <w:szCs w:val="16"/>
          <w:lang w:eastAsia="ar-SA"/>
        </w:rPr>
        <w:t>w</w:t>
      </w:r>
      <w:r>
        <w:rPr>
          <w:sz w:val="16"/>
          <w:szCs w:val="16"/>
          <w:lang w:eastAsia="ar-SA"/>
        </w:rPr>
        <w:t>ise</w:t>
      </w:r>
      <w:r w:rsidRPr="000647CD">
        <w:rPr>
          <w:sz w:val="16"/>
          <w:szCs w:val="16"/>
          <w:lang w:eastAsia="ar-SA"/>
        </w:rPr>
        <w:t>, w</w:t>
      </w:r>
      <w:r>
        <w:rPr>
          <w:sz w:val="16"/>
          <w:szCs w:val="16"/>
          <w:lang w:eastAsia="ar-SA"/>
        </w:rPr>
        <w:t>ithout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the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prior</w:t>
      </w:r>
      <w:r w:rsidRPr="000647CD">
        <w:rPr>
          <w:sz w:val="16"/>
          <w:szCs w:val="16"/>
          <w:lang w:eastAsia="ar-SA"/>
        </w:rPr>
        <w:t xml:space="preserve"> w</w:t>
      </w:r>
      <w:r>
        <w:rPr>
          <w:sz w:val="16"/>
          <w:szCs w:val="16"/>
          <w:lang w:eastAsia="ar-SA"/>
        </w:rPr>
        <w:t>ritten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permission</w:t>
      </w:r>
      <w:r w:rsidRPr="000647CD">
        <w:rPr>
          <w:sz w:val="16"/>
          <w:szCs w:val="16"/>
          <w:lang w:eastAsia="ar-SA"/>
        </w:rPr>
        <w:t xml:space="preserve"> </w:t>
      </w:r>
      <w:r>
        <w:rPr>
          <w:sz w:val="16"/>
          <w:szCs w:val="16"/>
          <w:lang w:eastAsia="ar-SA"/>
        </w:rPr>
        <w:t>of</w:t>
      </w:r>
      <w:r w:rsidRPr="000647CD">
        <w:rPr>
          <w:sz w:val="16"/>
          <w:szCs w:val="16"/>
          <w:lang w:eastAsia="ar-SA"/>
        </w:rPr>
        <w:t xml:space="preserve"> </w:t>
      </w:r>
      <w:r w:rsidRPr="005E2B8D">
        <w:rPr>
          <w:sz w:val="16"/>
          <w:szCs w:val="16"/>
          <w:lang w:eastAsia="ar-SA"/>
        </w:rPr>
        <w:t>Faculty of Medical Sciences</w:t>
      </w:r>
      <w:bookmarkEnd w:id="0"/>
      <w:bookmarkEnd w:id="1"/>
      <w:r w:rsidR="009B4744" w:rsidRPr="000647CD">
        <w:rPr>
          <w:sz w:val="16"/>
          <w:szCs w:val="16"/>
          <w:lang w:eastAsia="ar-SA"/>
        </w:rPr>
        <w:t xml:space="preserve">. </w:t>
      </w:r>
    </w:p>
    <w:p w:rsidR="00375A12" w:rsidRDefault="00375A12" w:rsidP="00CD4526">
      <w:pPr>
        <w:jc w:val="center"/>
      </w:pPr>
    </w:p>
    <w:p w:rsidR="00A566F5" w:rsidRDefault="00A566F5" w:rsidP="00CD4526">
      <w:pPr>
        <w:jc w:val="center"/>
      </w:pPr>
    </w:p>
    <w:p w:rsidR="000B0F1A" w:rsidRDefault="000B0F1A" w:rsidP="00CD4526">
      <w:pPr>
        <w:jc w:val="center"/>
      </w:pPr>
    </w:p>
    <w:p w:rsidR="001653E0" w:rsidRDefault="001653E0">
      <w:pPr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b/>
          <w:sz w:val="24"/>
          <w:szCs w:val="24"/>
          <w:lang w:val="sr-Latn-CS"/>
        </w:rPr>
      </w:pPr>
      <w:r>
        <w:rPr>
          <w:b/>
          <w:sz w:val="24"/>
          <w:szCs w:val="24"/>
          <w:lang w:val="sr-Latn-CS"/>
        </w:rPr>
        <w:t>САДРЖАЈ</w:t>
      </w:r>
    </w:p>
    <w:p w:rsidR="00895A0E" w:rsidRDefault="00895A0E" w:rsidP="001653E0">
      <w:pPr>
        <w:jc w:val="center"/>
        <w:rPr>
          <w:b/>
          <w:sz w:val="24"/>
          <w:szCs w:val="24"/>
          <w:lang w:val="sr-Latn-CS"/>
        </w:rPr>
      </w:pPr>
    </w:p>
    <w:p w:rsidR="0071407C" w:rsidRDefault="008E2DAF">
      <w:pPr>
        <w:pStyle w:val="TOC2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r>
        <w:rPr>
          <w:sz w:val="24"/>
          <w:szCs w:val="24"/>
          <w:lang w:val="sr-Latn-CS"/>
        </w:rPr>
        <w:fldChar w:fldCharType="begin"/>
      </w:r>
      <w:r w:rsidR="00CD6AC8">
        <w:rPr>
          <w:sz w:val="24"/>
          <w:szCs w:val="24"/>
          <w:lang w:val="sr-Latn-CS"/>
        </w:rPr>
        <w:instrText xml:space="preserve"> TOC \o "1-3" \h \z \u </w:instrText>
      </w:r>
      <w:r>
        <w:rPr>
          <w:sz w:val="24"/>
          <w:szCs w:val="24"/>
          <w:lang w:val="sr-Latn-CS"/>
        </w:rPr>
        <w:fldChar w:fldCharType="separate"/>
      </w:r>
      <w:hyperlink w:anchor="_Toc291506715" w:history="1">
        <w:r w:rsidR="0071407C" w:rsidRPr="006B42C1">
          <w:rPr>
            <w:rStyle w:val="Hyperlink"/>
            <w:noProof/>
            <w:lang w:val="sr-Cyrl-CS" w:eastAsia="sr-Latn-CS"/>
          </w:rPr>
          <w:t>8. Регресија и корелација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16" w:history="1">
        <w:r w:rsidR="0071407C" w:rsidRPr="006B42C1">
          <w:rPr>
            <w:rStyle w:val="Hyperlink"/>
            <w:noProof/>
            <w:lang w:val="sr-Cyrl-CS" w:eastAsia="sr-Latn-CS"/>
          </w:rPr>
          <w:t>8.1 Дијаграм</w:t>
        </w:r>
        <w:r w:rsidR="0071407C" w:rsidRPr="006B42C1">
          <w:rPr>
            <w:rStyle w:val="Hyperlink"/>
            <w:noProof/>
            <w:lang w:val="sr-Latn-CS" w:eastAsia="sr-Latn-CS"/>
          </w:rPr>
          <w:t>и</w:t>
        </w:r>
        <w:r w:rsidR="0071407C" w:rsidRPr="006B42C1">
          <w:rPr>
            <w:rStyle w:val="Hyperlink"/>
            <w:noProof/>
            <w:lang w:val="sr-Cyrl-CS" w:eastAsia="sr-Latn-CS"/>
          </w:rPr>
          <w:t xml:space="preserve"> растурања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17" w:history="1">
        <w:r w:rsidR="0071407C" w:rsidRPr="006B42C1">
          <w:rPr>
            <w:rStyle w:val="Hyperlink"/>
            <w:noProof/>
            <w:lang w:val="it-IT" w:eastAsia="sr-Latn-CS"/>
          </w:rPr>
          <w:t xml:space="preserve">8.2 </w:t>
        </w:r>
        <w:r w:rsidR="0071407C" w:rsidRPr="006B42C1">
          <w:rPr>
            <w:rStyle w:val="Hyperlink"/>
            <w:noProof/>
            <w:lang w:eastAsia="sr-Latn-CS"/>
          </w:rPr>
          <w:t>Регресија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18" w:history="1">
        <w:r w:rsidR="0071407C" w:rsidRPr="006B42C1">
          <w:rPr>
            <w:rStyle w:val="Hyperlink"/>
            <w:noProof/>
            <w:lang w:eastAsia="sr-Latn-CS"/>
          </w:rPr>
          <w:t>8.3 Метода најмањих квадрата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19" w:history="1">
        <w:r w:rsidR="0071407C" w:rsidRPr="006B42C1">
          <w:rPr>
            <w:rStyle w:val="Hyperlink"/>
            <w:noProof/>
            <w:lang w:val="sr-Latn-CS" w:eastAsia="sr-Latn-CS"/>
          </w:rPr>
          <w:t>8.</w:t>
        </w:r>
        <w:r w:rsidR="0071407C" w:rsidRPr="006B42C1">
          <w:rPr>
            <w:rStyle w:val="Hyperlink"/>
            <w:noProof/>
            <w:lang w:val="sr-Cyrl-CS" w:eastAsia="sr-Latn-CS"/>
          </w:rPr>
          <w:t>4</w:t>
        </w:r>
        <w:r w:rsidR="0071407C" w:rsidRPr="006B42C1">
          <w:rPr>
            <w:rStyle w:val="Hyperlink"/>
            <w:noProof/>
            <w:lang w:val="sr-Latn-CS" w:eastAsia="sr-Latn-CS"/>
          </w:rPr>
          <w:t xml:space="preserve"> </w:t>
        </w:r>
        <w:r w:rsidR="0071407C" w:rsidRPr="006B42C1">
          <w:rPr>
            <w:rStyle w:val="Hyperlink"/>
            <w:noProof/>
            <w:lang w:val="sr-Cyrl-CS" w:eastAsia="sr-Latn-CS"/>
          </w:rPr>
          <w:t>Стандардна</w:t>
        </w:r>
        <w:r w:rsidR="0071407C" w:rsidRPr="006B42C1">
          <w:rPr>
            <w:rStyle w:val="Hyperlink"/>
            <w:noProof/>
            <w:lang w:val="sr-Latn-CS" w:eastAsia="sr-Latn-CS"/>
          </w:rPr>
          <w:t xml:space="preserve"> </w:t>
        </w:r>
        <w:r w:rsidR="0071407C" w:rsidRPr="006B42C1">
          <w:rPr>
            <w:rStyle w:val="Hyperlink"/>
            <w:noProof/>
            <w:lang w:val="sr-Cyrl-CS" w:eastAsia="sr-Latn-CS"/>
          </w:rPr>
          <w:t>грешка</w:t>
        </w:r>
        <w:r w:rsidR="0071407C" w:rsidRPr="006B42C1">
          <w:rPr>
            <w:rStyle w:val="Hyperlink"/>
            <w:noProof/>
            <w:lang w:val="sr-Latn-CS" w:eastAsia="sr-Latn-CS"/>
          </w:rPr>
          <w:t xml:space="preserve"> </w:t>
        </w:r>
        <w:r w:rsidR="0071407C" w:rsidRPr="006B42C1">
          <w:rPr>
            <w:rStyle w:val="Hyperlink"/>
            <w:noProof/>
            <w:lang w:val="sr-Cyrl-CS" w:eastAsia="sr-Latn-CS"/>
          </w:rPr>
          <w:t>коефицијента регресије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20" w:history="1">
        <w:r w:rsidR="0071407C" w:rsidRPr="006B42C1">
          <w:rPr>
            <w:rStyle w:val="Hyperlink"/>
            <w:noProof/>
            <w:lang w:val="it-IT" w:eastAsia="sr-Latn-CS"/>
          </w:rPr>
          <w:t>8.</w:t>
        </w:r>
        <w:r w:rsidR="0071407C" w:rsidRPr="006B42C1">
          <w:rPr>
            <w:rStyle w:val="Hyperlink"/>
            <w:noProof/>
            <w:lang w:val="sr-Cyrl-CS" w:eastAsia="sr-Latn-CS"/>
          </w:rPr>
          <w:t>5</w:t>
        </w:r>
        <w:r w:rsidR="0071407C" w:rsidRPr="006B42C1">
          <w:rPr>
            <w:rStyle w:val="Hyperlink"/>
            <w:noProof/>
            <w:lang w:val="it-IT" w:eastAsia="sr-Latn-CS"/>
          </w:rPr>
          <w:t xml:space="preserve"> </w:t>
        </w:r>
        <w:r w:rsidR="0071407C" w:rsidRPr="006B42C1">
          <w:rPr>
            <w:rStyle w:val="Hyperlink"/>
            <w:noProof/>
            <w:lang w:eastAsia="sr-Latn-CS"/>
          </w:rPr>
          <w:t>Корелација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71407C" w:rsidRDefault="008E2DAF">
      <w:pPr>
        <w:pStyle w:val="TOC3"/>
        <w:tabs>
          <w:tab w:val="right" w:leader="dot" w:pos="9061"/>
        </w:tabs>
        <w:rPr>
          <w:rFonts w:ascii="Times New Roman" w:hAnsi="Times New Roman"/>
          <w:noProof/>
          <w:color w:val="auto"/>
          <w:sz w:val="24"/>
          <w:szCs w:val="24"/>
          <w:lang w:val="sr-Latn-CS" w:eastAsia="sr-Latn-CS"/>
        </w:rPr>
      </w:pPr>
      <w:hyperlink w:anchor="_Toc291506721" w:history="1">
        <w:r w:rsidR="0071407C" w:rsidRPr="006B42C1">
          <w:rPr>
            <w:rStyle w:val="Hyperlink"/>
            <w:noProof/>
            <w:lang w:val="sr-Cyrl-CS" w:eastAsia="sr-Latn-CS"/>
          </w:rPr>
          <w:t>8.</w:t>
        </w:r>
        <w:r w:rsidR="0071407C" w:rsidRPr="006B42C1">
          <w:rPr>
            <w:rStyle w:val="Hyperlink"/>
            <w:noProof/>
            <w:lang w:val="sr-Latn-CS" w:eastAsia="sr-Latn-CS"/>
          </w:rPr>
          <w:t>6</w:t>
        </w:r>
        <w:r w:rsidR="0071407C" w:rsidRPr="006B42C1">
          <w:rPr>
            <w:rStyle w:val="Hyperlink"/>
            <w:noProof/>
            <w:lang w:val="sr-Cyrl-CS" w:eastAsia="sr-Latn-CS"/>
          </w:rPr>
          <w:t xml:space="preserve"> Коришћење коефицијента корелације</w:t>
        </w:r>
        <w:r w:rsidR="0071407C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71407C">
          <w:rPr>
            <w:noProof/>
            <w:webHidden/>
          </w:rPr>
          <w:instrText xml:space="preserve"> PAGEREF _Toc291506721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71407C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A245D8" w:rsidRDefault="008E2DAF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fldChar w:fldCharType="end"/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F121A0" w:rsidRDefault="00F121A0" w:rsidP="001653E0">
      <w:pPr>
        <w:jc w:val="center"/>
        <w:rPr>
          <w:sz w:val="24"/>
          <w:szCs w:val="24"/>
          <w:lang w:val="sr-Cyrl-CS"/>
        </w:rPr>
      </w:pPr>
    </w:p>
    <w:p w:rsidR="00047498" w:rsidRDefault="00047498" w:rsidP="001653E0">
      <w:pPr>
        <w:jc w:val="center"/>
        <w:rPr>
          <w:sz w:val="24"/>
          <w:szCs w:val="24"/>
          <w:lang w:val="sr-Cyrl-CS"/>
        </w:rPr>
      </w:pPr>
    </w:p>
    <w:p w:rsidR="00047498" w:rsidRDefault="00047498" w:rsidP="001653E0">
      <w:pPr>
        <w:jc w:val="center"/>
        <w:rPr>
          <w:sz w:val="24"/>
          <w:szCs w:val="24"/>
          <w:lang w:val="sr-Cyrl-CS"/>
        </w:rPr>
      </w:pPr>
    </w:p>
    <w:p w:rsidR="00047498" w:rsidRDefault="00047498" w:rsidP="001653E0">
      <w:pPr>
        <w:jc w:val="center"/>
        <w:rPr>
          <w:sz w:val="24"/>
          <w:szCs w:val="24"/>
          <w:lang w:val="sr-Cyrl-CS"/>
        </w:rPr>
      </w:pPr>
    </w:p>
    <w:p w:rsidR="00047498" w:rsidRDefault="00047498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B26E39" w:rsidRDefault="00B26E39" w:rsidP="001653E0">
      <w:pPr>
        <w:jc w:val="center"/>
        <w:rPr>
          <w:sz w:val="24"/>
          <w:szCs w:val="24"/>
          <w:lang w:val="sr-Latn-CS"/>
        </w:rPr>
      </w:pPr>
    </w:p>
    <w:p w:rsidR="002A37E1" w:rsidRDefault="002A37E1" w:rsidP="001653E0">
      <w:pPr>
        <w:jc w:val="center"/>
        <w:rPr>
          <w:sz w:val="24"/>
          <w:szCs w:val="24"/>
          <w:lang w:val="sr-Latn-CS"/>
        </w:rPr>
      </w:pPr>
    </w:p>
    <w:p w:rsidR="00047498" w:rsidRDefault="00047498" w:rsidP="001653E0">
      <w:pPr>
        <w:jc w:val="center"/>
        <w:rPr>
          <w:sz w:val="24"/>
          <w:szCs w:val="24"/>
          <w:lang w:val="sr-Cyrl-CS"/>
        </w:rPr>
      </w:pPr>
    </w:p>
    <w:p w:rsidR="001653E0" w:rsidRDefault="001653E0" w:rsidP="001653E0">
      <w:pPr>
        <w:jc w:val="center"/>
        <w:rPr>
          <w:b/>
          <w:sz w:val="24"/>
          <w:szCs w:val="24"/>
          <w:lang w:val="sr-Latn-CS"/>
        </w:rPr>
      </w:pPr>
    </w:p>
    <w:p w:rsidR="002A37E1" w:rsidRDefault="002A37E1" w:rsidP="001653E0">
      <w:pPr>
        <w:jc w:val="center"/>
        <w:rPr>
          <w:b/>
          <w:sz w:val="24"/>
          <w:szCs w:val="24"/>
          <w:lang w:val="sr-Latn-CS"/>
        </w:rPr>
      </w:pPr>
    </w:p>
    <w:p w:rsidR="002A37E1" w:rsidRDefault="002A37E1" w:rsidP="001653E0">
      <w:pPr>
        <w:jc w:val="center"/>
        <w:rPr>
          <w:b/>
          <w:sz w:val="24"/>
          <w:szCs w:val="24"/>
          <w:lang w:val="sr-Latn-CS"/>
        </w:rPr>
      </w:pPr>
    </w:p>
    <w:p w:rsidR="001653E0" w:rsidRDefault="002D3376" w:rsidP="001653E0">
      <w:pPr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t>Предавање</w:t>
      </w:r>
      <w:r w:rsidR="001653E0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Latn-CS"/>
        </w:rPr>
        <w:t>бр</w:t>
      </w:r>
      <w:r w:rsidR="001653E0">
        <w:rPr>
          <w:sz w:val="24"/>
          <w:szCs w:val="24"/>
          <w:lang w:val="sr-Latn-CS"/>
        </w:rPr>
        <w:t xml:space="preserve">. </w:t>
      </w:r>
      <w:r w:rsidR="00A566F5">
        <w:rPr>
          <w:sz w:val="24"/>
          <w:szCs w:val="24"/>
          <w:lang w:val="sr-Latn-CS"/>
        </w:rPr>
        <w:t>15</w:t>
      </w: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1653E0" w:rsidP="001653E0">
      <w:pPr>
        <w:jc w:val="center"/>
        <w:rPr>
          <w:sz w:val="24"/>
          <w:szCs w:val="24"/>
          <w:lang w:val="sr-Latn-CS"/>
        </w:rPr>
      </w:pPr>
    </w:p>
    <w:p w:rsidR="001653E0" w:rsidRDefault="00F121A0" w:rsidP="000647CD">
      <w:pPr>
        <w:pStyle w:val="Title"/>
        <w:rPr>
          <w:b/>
        </w:rPr>
      </w:pPr>
      <w:r>
        <w:rPr>
          <w:rFonts w:cs="Arial"/>
          <w:b/>
        </w:rPr>
        <w:t>&lt;</w:t>
      </w:r>
      <w:r w:rsidR="00B55BD9" w:rsidRPr="00B55BD9">
        <w:t xml:space="preserve"> </w:t>
      </w:r>
      <w:r w:rsidR="00B26E39" w:rsidRPr="00B26E39">
        <w:rPr>
          <w:b/>
        </w:rPr>
        <w:t>РЕГРЕСИЈА И КОРЕЛАЦИЈА</w:t>
      </w:r>
      <w:r w:rsidR="00184ABC">
        <w:rPr>
          <w:b/>
        </w:rPr>
        <w:t xml:space="preserve"> </w:t>
      </w:r>
      <w:r w:rsidR="000647CD">
        <w:rPr>
          <w:b/>
        </w:rPr>
        <w:t>&gt;</w:t>
      </w:r>
    </w:p>
    <w:p w:rsidR="000647CD" w:rsidRDefault="000647CD" w:rsidP="000647CD">
      <w:pPr>
        <w:pStyle w:val="Title"/>
        <w:rPr>
          <w:b/>
        </w:rPr>
      </w:pPr>
    </w:p>
    <w:p w:rsidR="00B26E39" w:rsidRPr="00575E78" w:rsidRDefault="00B26E39" w:rsidP="00B26E39">
      <w:pPr>
        <w:pStyle w:val="Heading2"/>
        <w:rPr>
          <w:lang w:val="sr-Cyrl-CS" w:eastAsia="sr-Latn-CS"/>
        </w:rPr>
      </w:pPr>
      <w:bookmarkStart w:id="2" w:name="_Toc276133658"/>
      <w:bookmarkStart w:id="3" w:name="_Toc277091582"/>
      <w:bookmarkStart w:id="4" w:name="_Toc291506715"/>
      <w:bookmarkStart w:id="5" w:name="_Toc270439720"/>
      <w:bookmarkStart w:id="6" w:name="_Toc275802076"/>
      <w:bookmarkStart w:id="7" w:name="_Toc261679003"/>
      <w:bookmarkStart w:id="8" w:name="_Toc271048937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>. Регресија и корелација</w:t>
      </w:r>
      <w:bookmarkEnd w:id="2"/>
      <w:bookmarkEnd w:id="3"/>
      <w:bookmarkEnd w:id="4"/>
    </w:p>
    <w:p w:rsidR="00B26E39" w:rsidRPr="00575E78" w:rsidRDefault="00B26E39" w:rsidP="00B26E39">
      <w:pPr>
        <w:pStyle w:val="Heading3"/>
        <w:rPr>
          <w:lang w:val="sr-Cyrl-CS" w:eastAsia="sr-Latn-CS"/>
        </w:rPr>
      </w:pPr>
      <w:bookmarkStart w:id="9" w:name="_Toc261678987"/>
      <w:bookmarkStart w:id="10" w:name="_Toc270439718"/>
      <w:bookmarkStart w:id="11" w:name="_Toc275802300"/>
      <w:bookmarkStart w:id="12" w:name="_Toc276133659"/>
      <w:bookmarkStart w:id="13" w:name="_Toc277091583"/>
      <w:bookmarkStart w:id="14" w:name="_Toc291506716"/>
      <w:r>
        <w:rPr>
          <w:lang w:val="sr-Cyrl-CS" w:eastAsia="sr-Latn-CS"/>
        </w:rPr>
        <w:t>8</w:t>
      </w:r>
      <w:r w:rsidRPr="00575E78">
        <w:rPr>
          <w:lang w:val="sr-Cyrl-CS" w:eastAsia="sr-Latn-CS"/>
        </w:rPr>
        <w:t xml:space="preserve">.1 </w:t>
      </w:r>
      <w:bookmarkEnd w:id="9"/>
      <w:r>
        <w:rPr>
          <w:lang w:val="sr-Cyrl-CS" w:eastAsia="sr-Latn-CS"/>
        </w:rPr>
        <w:t>Дијаграм</w:t>
      </w:r>
      <w:r>
        <w:rPr>
          <w:lang w:val="sr-Latn-CS" w:eastAsia="sr-Latn-CS"/>
        </w:rPr>
        <w:t>и</w:t>
      </w:r>
      <w:r>
        <w:rPr>
          <w:lang w:val="sr-Cyrl-CS" w:eastAsia="sr-Latn-CS"/>
        </w:rPr>
        <w:t xml:space="preserve"> растурања</w:t>
      </w:r>
      <w:bookmarkEnd w:id="10"/>
      <w:bookmarkEnd w:id="11"/>
      <w:bookmarkEnd w:id="12"/>
      <w:bookmarkEnd w:id="13"/>
      <w:bookmarkEnd w:id="14"/>
    </w:p>
    <w:p w:rsidR="00B26E39" w:rsidRDefault="00B26E39" w:rsidP="00B26E39">
      <w:pPr>
        <w:spacing w:before="0" w:after="120"/>
        <w:rPr>
          <w:rFonts w:cs="Arial"/>
          <w:lang w:val="sr-Cyrl-CS" w:eastAsia="sr-Latn-CS"/>
        </w:rPr>
      </w:pPr>
      <w:bookmarkStart w:id="15" w:name="_Toc261678988"/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овом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делу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погледати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методе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анализирања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квантитативне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променљиве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Размотрите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табелу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sv-SE" w:eastAsia="sr-Latn-CS"/>
        </w:rPr>
        <w:t xml:space="preserve">.1, </w:t>
      </w:r>
      <w:r>
        <w:rPr>
          <w:rFonts w:cs="Arial"/>
          <w:lang w:val="sv-SE" w:eastAsia="sr-Latn-CS"/>
        </w:rPr>
        <w:t>која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прикупљене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стране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групе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студената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медицине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часу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физиологије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Прегл</w:t>
      </w:r>
      <w:r>
        <w:rPr>
          <w:rFonts w:cs="Arial"/>
          <w:lang w:val="sr-Cyrl-CS" w:eastAsia="sr-Latn-CS"/>
        </w:rPr>
        <w:t>ед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података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то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могуће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постоји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неки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однос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између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квантитативно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одреди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урадити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>
        <w:rPr>
          <w:rFonts w:cs="Arial"/>
          <w:lang w:val="sr-Cyrl-CS" w:eastAsia="sr-Latn-CS"/>
        </w:rPr>
        <w:t xml:space="preserve"> односа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Уобичајени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дијаграм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део 2</w:t>
      </w:r>
      <w:r w:rsidRPr="0095267B">
        <w:rPr>
          <w:rFonts w:cs="Arial"/>
          <w:lang w:val="it-IT" w:eastAsia="sr-Latn-CS"/>
        </w:rPr>
        <w:t xml:space="preserve">.6.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бирамо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основном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ће 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наставку</w:t>
      </w:r>
      <w:r w:rsidRPr="0095267B">
        <w:rPr>
          <w:rFonts w:cs="Arial"/>
          <w:lang w:val="it-IT" w:eastAsia="sr-Latn-CS"/>
        </w:rPr>
        <w:t xml:space="preserve">. </w:t>
      </w:r>
    </w:p>
    <w:tbl>
      <w:tblPr>
        <w:tblW w:w="0" w:type="auto"/>
        <w:jc w:val="center"/>
        <w:tblCellSpacing w:w="0" w:type="dxa"/>
        <w:tblBorders>
          <w:top w:val="threeDEngrave" w:sz="6" w:space="0" w:color="auto"/>
          <w:left w:val="threeDEngrave" w:sz="6" w:space="0" w:color="auto"/>
          <w:bottom w:val="threeDEngrave" w:sz="6" w:space="0" w:color="auto"/>
          <w:right w:val="threeDEngrave" w:sz="6" w:space="0" w:color="auto"/>
          <w:insideH w:val="single" w:sz="4" w:space="0" w:color="FFFFFF"/>
          <w:insideV w:val="single" w:sz="4" w:space="0" w:color="FFFFFF"/>
        </w:tblBorders>
        <w:tblCellMar>
          <w:top w:w="125" w:type="dxa"/>
          <w:left w:w="501" w:type="dxa"/>
          <w:bottom w:w="250" w:type="dxa"/>
          <w:right w:w="0" w:type="dxa"/>
        </w:tblCellMar>
        <w:tblLook w:val="0000"/>
      </w:tblPr>
      <w:tblGrid>
        <w:gridCol w:w="9036"/>
      </w:tblGrid>
      <w:tr w:rsidR="00B26E39" w:rsidRPr="00AE5F3D">
        <w:trPr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25" w:type="dxa"/>
              <w:left w:w="125" w:type="dxa"/>
              <w:bottom w:w="125" w:type="dxa"/>
              <w:right w:w="125" w:type="dxa"/>
            </w:tcMar>
          </w:tcPr>
          <w:p w:rsidR="00B26E39" w:rsidRPr="00AE5F3D" w:rsidRDefault="00B26E39" w:rsidP="003E7C56">
            <w:pPr>
              <w:spacing w:before="0"/>
              <w:rPr>
                <w:rFonts w:cs="Arial"/>
                <w:bCs/>
                <w:color w:val="0A0905"/>
                <w:lang w:val="sr-Latn-CS" w:eastAsia="sr-Latn-CS"/>
              </w:rPr>
            </w:pPr>
            <w:r>
              <w:rPr>
                <w:rFonts w:cs="Arial"/>
                <w:bCs/>
                <w:color w:val="0A0905"/>
                <w:lang w:val="sr-Latn-CS" w:eastAsia="sr-Latn-CS"/>
              </w:rPr>
              <w:t>Табела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bCs/>
                <w:color w:val="0A0905"/>
                <w:lang w:val="sr-Latn-CS" w:eastAsia="sr-Latn-CS"/>
              </w:rPr>
              <w:t>8.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>1</w:t>
            </w:r>
            <w:r>
              <w:rPr>
                <w:rFonts w:cs="Arial"/>
                <w:bCs/>
                <w:color w:val="0A0905"/>
                <w:lang w:val="sr-Cyrl-CS" w:eastAsia="sr-Latn-CS"/>
              </w:rPr>
              <w:t xml:space="preserve"> </w:t>
            </w:r>
            <w:r w:rsidRPr="00AE5F3D">
              <w:rPr>
                <w:rFonts w:cs="Arial"/>
                <w:bCs/>
                <w:color w:val="0A0905"/>
                <w:lang w:val="sr-Latn-CS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FEV1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и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висина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за</w:t>
            </w:r>
            <w:r w:rsidRPr="0095267B">
              <w:rPr>
                <w:rFonts w:cs="Arial"/>
                <w:lang w:val="it-IT" w:eastAsia="sr-Latn-CS"/>
              </w:rPr>
              <w:t xml:space="preserve"> 20 </w:t>
            </w:r>
            <w:r>
              <w:rPr>
                <w:rFonts w:cs="Arial"/>
                <w:lang w:val="it-IT" w:eastAsia="sr-Latn-CS"/>
              </w:rPr>
              <w:t>мушких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студената</w:t>
            </w:r>
            <w:r w:rsidRPr="0095267B">
              <w:rPr>
                <w:rFonts w:cs="Arial"/>
                <w:lang w:val="it-IT" w:eastAsia="sr-Latn-CS"/>
              </w:rPr>
              <w:t xml:space="preserve"> </w:t>
            </w:r>
            <w:r>
              <w:rPr>
                <w:rFonts w:cs="Arial"/>
                <w:lang w:val="it-IT" w:eastAsia="sr-Latn-CS"/>
              </w:rPr>
              <w:t>медицине</w:t>
            </w:r>
          </w:p>
        </w:tc>
      </w:tr>
      <w:tr w:rsidR="00B26E39" w:rsidRPr="00AE5F3D">
        <w:trPr>
          <w:trHeight w:val="795"/>
          <w:tblCellSpacing w:w="0" w:type="dxa"/>
          <w:jc w:val="center"/>
        </w:trPr>
        <w:tc>
          <w:tcPr>
            <w:tcW w:w="0" w:type="auto"/>
            <w:shd w:val="clear" w:color="auto" w:fill="FFFFFF"/>
            <w:tcMar>
              <w:top w:w="188" w:type="dxa"/>
              <w:left w:w="188" w:type="dxa"/>
              <w:bottom w:w="188" w:type="dxa"/>
              <w:right w:w="188" w:type="dxa"/>
            </w:tcMar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000"/>
            </w:tblPr>
            <w:tblGrid>
              <w:gridCol w:w="1370"/>
              <w:gridCol w:w="1482"/>
              <w:gridCol w:w="1370"/>
              <w:gridCol w:w="1482"/>
              <w:gridCol w:w="1384"/>
              <w:gridCol w:w="1482"/>
            </w:tblGrid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цм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 xml:space="preserve">Висина 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(cm)</w:t>
                  </w:r>
                </w:p>
              </w:tc>
              <w:tc>
                <w:tcPr>
                  <w:tcW w:w="0" w:type="auto"/>
                  <w:tcMar>
                    <w:top w:w="125" w:type="dxa"/>
                    <w:left w:w="125" w:type="dxa"/>
                    <w:bottom w:w="125" w:type="dxa"/>
                    <w:right w:w="125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bCs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FEV1 (</w:t>
                  </w:r>
                  <w:r>
                    <w:rPr>
                      <w:rFonts w:cs="Arial"/>
                      <w:bCs/>
                      <w:color w:val="0A0905"/>
                      <w:lang w:val="sr-Cyrl-CS" w:eastAsia="sr-Latn-CS"/>
                    </w:rPr>
                    <w:t>литри</w:t>
                  </w:r>
                  <w:r w:rsidRPr="00AE5F3D">
                    <w:rPr>
                      <w:rFonts w:cs="Arial"/>
                      <w:bCs/>
                      <w:color w:val="0A0905"/>
                      <w:lang w:val="sr-Latn-CS" w:eastAsia="sr-Latn-CS"/>
                    </w:rPr>
                    <w:t>)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3.78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178.0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2.98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167.0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3.54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174.0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4.32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180.7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4.80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170.4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3.19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176.0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3.75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181.0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3.96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2.85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3.09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183.1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4.78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3.42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4.05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183.6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4.56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171.3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3.20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5.43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183.7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4.68</w:t>
                  </w:r>
                </w:p>
              </w:tc>
            </w:tr>
            <w:tr w:rsidR="00B26E39" w:rsidRPr="00AE5F3D">
              <w:trPr>
                <w:tblCellSpacing w:w="0" w:type="dxa"/>
              </w:trPr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172.0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177.4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3.60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single" w:sz="4" w:space="0" w:color="FFFFFF"/>
                    <w:left w:val="single" w:sz="4" w:space="0" w:color="FFFFFF"/>
                    <w:bottom w:val="single" w:sz="4" w:space="0" w:color="FFFFFF"/>
                    <w:right w:val="single" w:sz="4" w:space="0" w:color="FFFFFF"/>
                  </w:tcBorders>
                  <w:tcMar>
                    <w:top w:w="188" w:type="dxa"/>
                    <w:left w:w="188" w:type="dxa"/>
                    <w:bottom w:w="188" w:type="dxa"/>
                    <w:right w:w="188" w:type="dxa"/>
                  </w:tcMar>
                </w:tcPr>
                <w:p w:rsidR="00B26E39" w:rsidRPr="00AE5F3D" w:rsidRDefault="00B26E39" w:rsidP="003E7C56">
                  <w:pPr>
                    <w:spacing w:before="0"/>
                    <w:rPr>
                      <w:rFonts w:cs="Arial"/>
                      <w:color w:val="0A0905"/>
                      <w:lang w:val="sr-Latn-CS" w:eastAsia="sr-Latn-CS"/>
                    </w:rPr>
                  </w:pPr>
                  <w:r w:rsidRPr="00AE5F3D">
                    <w:rPr>
                      <w:rFonts w:cs="Arial"/>
                      <w:color w:val="0A0905"/>
                      <w:lang w:val="sr-Latn-CS" w:eastAsia="sr-Latn-CS"/>
                    </w:rPr>
                    <w:t> </w:t>
                  </w:r>
                </w:p>
              </w:tc>
            </w:tr>
          </w:tbl>
          <w:p w:rsidR="00B26E39" w:rsidRPr="00AE5F3D" w:rsidRDefault="00B26E39" w:rsidP="003E7C56">
            <w:pPr>
              <w:spacing w:before="0"/>
              <w:rPr>
                <w:rFonts w:cs="Arial"/>
                <w:color w:val="0A0905"/>
                <w:lang w:val="sr-Latn-CS" w:eastAsia="sr-Latn-CS"/>
              </w:rPr>
            </w:pPr>
          </w:p>
        </w:tc>
      </w:tr>
    </w:tbl>
    <w:p w:rsidR="00B26E39" w:rsidRPr="00067D14" w:rsidRDefault="00B26E39" w:rsidP="00B26E39">
      <w:pPr>
        <w:spacing w:before="0"/>
        <w:rPr>
          <w:rFonts w:cs="Arial"/>
          <w:lang w:val="sr-Cyrl-CS" w:eastAsia="sr-Latn-CS"/>
        </w:rPr>
      </w:pPr>
    </w:p>
    <w:p w:rsidR="00B26E39" w:rsidRDefault="0031424A" w:rsidP="00B26E39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lastRenderedPageBreak/>
        <w:drawing>
          <wp:inline distT="0" distB="0" distL="0" distR="0">
            <wp:extent cx="4230370" cy="3212465"/>
            <wp:effectExtent l="19050" t="0" r="0" b="0"/>
            <wp:docPr id="2" name="Picture 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lika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0370" cy="3212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Pr="00AE5F3D" w:rsidRDefault="00B26E39" w:rsidP="00B26E39">
      <w:pPr>
        <w:spacing w:before="0"/>
        <w:jc w:val="center"/>
        <w:rPr>
          <w:rFonts w:cs="Arial"/>
          <w:color w:val="0A0905"/>
          <w:lang w:val="sr-Latn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1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мушких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медицине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Преглед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</w:t>
      </w:r>
      <w:r w:rsidRPr="0095267B">
        <w:rPr>
          <w:rFonts w:cs="Arial"/>
          <w:lang w:val="it-IT" w:eastAsia="sr-Latn-CS"/>
        </w:rPr>
        <w:t xml:space="preserve">.1 </w:t>
      </w:r>
      <w:r>
        <w:rPr>
          <w:rFonts w:cs="Arial"/>
          <w:lang w:val="it-IT" w:eastAsia="sr-Latn-CS"/>
        </w:rPr>
        <w:t>указује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висином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Следећи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покушати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повући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Најједноставнија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>
        <w:rPr>
          <w:rFonts w:cs="Arial"/>
          <w:lang w:val="sr-Cyrl-CS" w:eastAsia="sr-Latn-CS"/>
        </w:rPr>
        <w:t>.</w:t>
      </w:r>
    </w:p>
    <w:p w:rsidR="00B26E39" w:rsidRDefault="0031424A" w:rsidP="00B26E39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33470" cy="2878455"/>
            <wp:effectExtent l="19050" t="0" r="5080" b="0"/>
            <wp:docPr id="3" name="Picture 3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lika 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3470" cy="2878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Default="00B26E39" w:rsidP="00B26E39">
      <w:pPr>
        <w:spacing w:before="0"/>
        <w:jc w:val="center"/>
        <w:rPr>
          <w:rFonts w:cs="Arial"/>
          <w:lang w:val="sr-Cyrl-CS"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AE5F3D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 w:rsidRPr="00AE5F3D">
        <w:rPr>
          <w:rFonts w:cs="Arial"/>
          <w:bCs/>
          <w:color w:val="0A0905"/>
          <w:lang w:val="sr-Latn-CS" w:eastAsia="sr-Latn-CS"/>
        </w:rPr>
        <w:t>2</w:t>
      </w:r>
      <w:r>
        <w:rPr>
          <w:rFonts w:cs="Arial"/>
          <w:bCs/>
          <w:color w:val="0A0905"/>
          <w:lang w:val="sr-Cyrl-CS" w:eastAsia="sr-Latn-CS"/>
        </w:rPr>
        <w:t xml:space="preserve"> </w:t>
      </w:r>
      <w:r w:rsidRPr="00AE5F3D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Једнакост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праве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 xml:space="preserve">y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=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i/>
          <w:lang w:val="it-IT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+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константе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одсечак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intercept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0. </w:t>
      </w:r>
      <w:r>
        <w:rPr>
          <w:rFonts w:cs="Arial"/>
          <w:lang w:val="it-IT" w:eastAsia="sr-Latn-CS"/>
        </w:rPr>
        <w:t>Друг</w:t>
      </w:r>
      <w:r>
        <w:rPr>
          <w:rFonts w:cs="Arial"/>
          <w:lang w:val="sr-Cyrl-CS" w:eastAsia="sr-Latn-CS"/>
        </w:rPr>
        <w:t>а константа</w:t>
      </w:r>
      <w:r w:rsidRPr="0095267B">
        <w:rPr>
          <w:rFonts w:cs="Arial"/>
          <w:lang w:val="it-IT" w:eastAsia="sr-Latn-CS"/>
        </w:rPr>
        <w:t>,</w:t>
      </w:r>
      <w:r w:rsidRPr="0095267B">
        <w:rPr>
          <w:rFonts w:cs="Arial"/>
          <w:i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slope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градијент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gradient</w:t>
      </w:r>
      <w:r>
        <w:rPr>
          <w:rFonts w:cs="Arial"/>
          <w:lang w:val="it-IT" w:eastAsia="sr-Latn-CS"/>
        </w:rPr>
        <w:t>) линије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одговара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Њихово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геометријско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.2.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b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најбоље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уклапају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анализе</w:t>
      </w:r>
      <w:r w:rsidRPr="0095267B">
        <w:rPr>
          <w:rFonts w:cs="Arial"/>
          <w:lang w:val="it-IT" w:eastAsia="sr-Latn-CS"/>
        </w:rPr>
        <w:t>.</w:t>
      </w:r>
    </w:p>
    <w:p w:rsidR="00B26E39" w:rsidRPr="00575E78" w:rsidRDefault="00B26E39" w:rsidP="00B26E39">
      <w:pPr>
        <w:pStyle w:val="Heading3"/>
        <w:rPr>
          <w:lang w:val="it-IT" w:eastAsia="sr-Latn-CS"/>
        </w:rPr>
      </w:pPr>
      <w:bookmarkStart w:id="16" w:name="_Toc270439719"/>
      <w:bookmarkStart w:id="17" w:name="_Toc275802301"/>
      <w:bookmarkStart w:id="18" w:name="_Toc276133660"/>
      <w:bookmarkStart w:id="19" w:name="_Toc277091584"/>
      <w:bookmarkStart w:id="20" w:name="_Toc291506717"/>
      <w:r>
        <w:rPr>
          <w:lang w:val="it-IT" w:eastAsia="sr-Latn-CS"/>
        </w:rPr>
        <w:lastRenderedPageBreak/>
        <w:t>8.</w:t>
      </w:r>
      <w:r w:rsidRPr="00575E78">
        <w:rPr>
          <w:lang w:val="it-IT" w:eastAsia="sr-Latn-CS"/>
        </w:rPr>
        <w:t xml:space="preserve">2 </w:t>
      </w:r>
      <w:bookmarkEnd w:id="15"/>
      <w:r w:rsidRPr="0029503D">
        <w:rPr>
          <w:lang w:eastAsia="sr-Latn-CS"/>
        </w:rPr>
        <w:t>Регресија</w:t>
      </w:r>
      <w:bookmarkEnd w:id="16"/>
      <w:bookmarkEnd w:id="17"/>
      <w:bookmarkEnd w:id="18"/>
      <w:bookmarkEnd w:id="19"/>
      <w:bookmarkEnd w:id="20"/>
    </w:p>
    <w:p w:rsidR="00B26E39" w:rsidRDefault="00B26E39" w:rsidP="00B26E39">
      <w:pPr>
        <w:spacing w:before="0"/>
        <w:rPr>
          <w:rFonts w:cs="Arial"/>
          <w:lang w:val="sr-Cyrl-CS" w:eastAsia="sr-Latn-CS"/>
        </w:rPr>
      </w:pP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нумеричког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очекивана</w:t>
      </w:r>
      <w:r>
        <w:rPr>
          <w:rFonts w:cs="Arial"/>
          <w:lang w:val="sr-Cyrl-CS" w:eastAsia="sr-Latn-CS"/>
        </w:rPr>
        <w:t xml:space="preserve"> 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у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висини</w:t>
      </w:r>
      <w:r w:rsidRPr="0095267B">
        <w:rPr>
          <w:rFonts w:cs="Arial"/>
          <w:lang w:val="it-IT" w:eastAsia="sr-Latn-CS"/>
        </w:rPr>
        <w:t>.</w:t>
      </w:r>
    </w:p>
    <w:p w:rsidR="00B26E39" w:rsidRPr="00B44130" w:rsidRDefault="00B26E39" w:rsidP="00B26E39">
      <w:pPr>
        <w:spacing w:before="0"/>
        <w:ind w:firstLine="720"/>
        <w:rPr>
          <w:rFonts w:cs="Arial"/>
          <w:color w:val="0A0905"/>
          <w:lang w:val="sr-Cyrl-CS" w:eastAsia="sr-Latn-CS"/>
        </w:rPr>
      </w:pP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‘‘регресија’‘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настал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захваљујући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color w:val="0A0905"/>
          <w:lang w:val="sr-Cyrl-CS" w:eastAsia="sr-Latn-CS"/>
        </w:rPr>
        <w:t>-у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(1886),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развио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технику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изаберемо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групу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>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ближа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</w:t>
      </w:r>
      <w:r>
        <w:rPr>
          <w:rFonts w:cs="Arial"/>
          <w:lang w:val="sr-Cyrl-CS" w:eastAsia="sr-Latn-CS"/>
        </w:rPr>
        <w:t xml:space="preserve">ини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популације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што је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родитеља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Другим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речима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високи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виши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ниски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родитељи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тенденцију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буду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нижи</w:t>
      </w:r>
      <w:r w:rsidRPr="003958DE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деце</w:t>
      </w:r>
      <w:r w:rsidRPr="0095267B">
        <w:rPr>
          <w:rFonts w:cs="Arial"/>
          <w:lang w:val="it-IT" w:eastAsia="sr-Latn-CS"/>
        </w:rPr>
        <w:t xml:space="preserve">.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it-IT" w:eastAsia="sr-Latn-CS"/>
        </w:rPr>
        <w:t xml:space="preserve"> 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назвао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феномен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‘‘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осредњости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‘‘иде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назад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просеку</w:t>
      </w:r>
      <w:r>
        <w:rPr>
          <w:rFonts w:cs="Arial"/>
          <w:color w:val="0A0905"/>
          <w:lang w:val="sr-Latn-CS" w:eastAsia="sr-Latn-CS"/>
        </w:rPr>
        <w:t>‘‘</w:t>
      </w:r>
      <w:r w:rsidRPr="0095267B">
        <w:rPr>
          <w:rFonts w:cs="Arial"/>
          <w:lang w:val="it-IT" w:eastAsia="sr-Latn-CS"/>
        </w:rPr>
        <w:t>.</w:t>
      </w:r>
      <w:r w:rsidRPr="0095267B">
        <w:rPr>
          <w:rFonts w:cs="Arial"/>
          <w:lang w:val="it-IT"/>
        </w:rPr>
        <w:t xml:space="preserve"> </w:t>
      </w:r>
      <w:r>
        <w:rPr>
          <w:rFonts w:cs="Arial"/>
          <w:lang w:val="it-IT" w:eastAsia="sr-Latn-CS"/>
        </w:rPr>
        <w:t>Сада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регресија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средини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towards the mean</w:t>
      </w:r>
      <w:r>
        <w:rPr>
          <w:rFonts w:cs="Arial"/>
          <w:lang w:val="sr-Cyrl-CS" w:eastAsia="sr-Latn-CS"/>
        </w:rPr>
        <w:t xml:space="preserve">) </w:t>
      </w:r>
      <w:r w:rsidRPr="0095267B">
        <w:rPr>
          <w:rFonts w:cs="Arial"/>
          <w:lang w:val="it-IT" w:eastAsia="sr-Latn-CS"/>
        </w:rPr>
        <w:t>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8</w:t>
      </w:r>
      <w:r w:rsidRPr="0095267B">
        <w:rPr>
          <w:rFonts w:cs="Arial"/>
          <w:lang w:val="it-IT" w:eastAsia="sr-Latn-CS"/>
        </w:rPr>
        <w:t xml:space="preserve">.4).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испитивање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звао</w:t>
      </w:r>
      <w:r w:rsidRPr="00FE2D05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анализа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задржало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Galton</w:t>
      </w:r>
      <w:r>
        <w:rPr>
          <w:rFonts w:cs="Arial"/>
          <w:lang w:val="sr-Cyrl-CS" w:eastAsia="sr-Latn-CS"/>
        </w:rPr>
        <w:t>-</w:t>
      </w:r>
      <w:r>
        <w:rPr>
          <w:rFonts w:cs="Arial"/>
          <w:lang w:val="it-IT" w:eastAsia="sr-Latn-CS"/>
        </w:rPr>
        <w:t>овој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‘‘регресије’‘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предвиђала </w:t>
      </w:r>
      <w:r>
        <w:rPr>
          <w:rFonts w:cs="Arial"/>
          <w:lang w:val="it-IT" w:eastAsia="sr-Latn-CS"/>
        </w:rPr>
        <w:t>тачно дру</w:t>
      </w:r>
      <w:r>
        <w:rPr>
          <w:rFonts w:cs="Arial"/>
          <w:lang w:val="sr-Cyrl-CS" w:eastAsia="sr-Latn-CS"/>
        </w:rPr>
        <w:t xml:space="preserve">гу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модерној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терминологији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све</w:t>
      </w:r>
      <w:r w:rsidRPr="0095267B">
        <w:rPr>
          <w:rFonts w:cs="Arial"/>
          <w:lang w:val="it-IT" w:eastAsia="sr-Latn-CS"/>
        </w:rPr>
        <w:t>.</w:t>
      </w:r>
    </w:p>
    <w:p w:rsidR="00B26E39" w:rsidRPr="0095267B" w:rsidRDefault="00B26E39" w:rsidP="00B26E39">
      <w:pPr>
        <w:spacing w:before="0"/>
        <w:ind w:firstLine="720"/>
        <w:rPr>
          <w:rFonts w:cs="Arial"/>
          <w:lang w:val="it-IT" w:eastAsia="sr-Latn-CS"/>
        </w:rPr>
      </w:pPr>
      <w:bookmarkStart w:id="21" w:name="_Toc261678989"/>
      <w:r>
        <w:rPr>
          <w:rFonts w:cs="Arial"/>
          <w:lang w:val="it-IT" w:eastAsia="sr-Latn-CS"/>
        </w:rPr>
        <w:t>Код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проблема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заинтересовани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искористити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друге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бавимо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</w:t>
      </w:r>
      <w:r>
        <w:rPr>
          <w:rFonts w:cs="Arial"/>
          <w:lang w:val="sr-Cyrl-CS" w:eastAsia="sr-Latn-CS"/>
        </w:rPr>
        <w:t>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предвиђањ</w:t>
      </w:r>
      <w:r>
        <w:rPr>
          <w:rFonts w:cs="Arial"/>
          <w:lang w:val="sr-Cyrl-CS" w:eastAsia="sr-Latn-CS"/>
        </w:rPr>
        <w:t>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</w:t>
      </w:r>
      <w:r>
        <w:rPr>
          <w:rFonts w:cs="Arial"/>
          <w:lang w:val="sr-Cyrl-CS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дат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врсте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: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покушавамо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предвидимо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192590"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CE1E59">
        <w:rPr>
          <w:rFonts w:cs="Arial"/>
          <w:i/>
          <w:color w:val="0A0905"/>
          <w:lang w:val="sr-Latn-CS" w:eastAsia="sr-Latn-CS"/>
        </w:rPr>
        <w:t>predictor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објашњава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назива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Међутим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појмови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значења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вероватноћи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 3</w:t>
      </w:r>
      <w:r w:rsidRPr="0095267B">
        <w:rPr>
          <w:rFonts w:cs="Arial"/>
          <w:lang w:val="it-IT" w:eastAsia="sr-Latn-CS"/>
        </w:rPr>
        <w:t xml:space="preserve">.2),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користити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предсказивач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X</w:t>
      </w:r>
      <w:r>
        <w:rPr>
          <w:rFonts w:cs="Arial"/>
          <w:i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исхода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lang w:val="it-IT" w:eastAsia="sr-Latn-CS"/>
        </w:rPr>
        <w:t>Y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може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написан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као</w:t>
      </w:r>
    </w:p>
    <w:p w:rsidR="00B26E39" w:rsidRPr="0095267B" w:rsidRDefault="00B26E39" w:rsidP="00B26E39">
      <w:pPr>
        <w:pStyle w:val="Equation1"/>
        <w:spacing w:after="120"/>
        <w:rPr>
          <w:noProof/>
          <w:lang w:val="en-US"/>
        </w:rPr>
      </w:pPr>
      <w:r w:rsidRPr="00687279">
        <w:rPr>
          <w:noProof/>
          <w:position w:val="-6"/>
          <w:lang w:val="en-US"/>
        </w:rPr>
        <w:object w:dxaOrig="1420" w:dyaOrig="2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0.75pt;height:13.15pt" o:ole="">
            <v:imagedata r:id="rId10" o:title=""/>
          </v:shape>
          <o:OLEObject Type="Embed" ProgID="Equation.3" ShapeID="_x0000_i1025" DrawAspect="Content" ObjectID="_1566933493" r:id="rId11"/>
        </w:object>
      </w:r>
    </w:p>
    <w:p w:rsidR="00B26E39" w:rsidRPr="0095267B" w:rsidRDefault="00B26E39" w:rsidP="00B26E39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где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константе</w:t>
      </w:r>
      <w:r>
        <w:rPr>
          <w:rFonts w:cs="Arial"/>
          <w:noProof/>
          <w:lang w:val="sr-Cyrl-CS"/>
        </w:rPr>
        <w:t>,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средином</w:t>
      </w:r>
      <w:r w:rsidRPr="0095267B">
        <w:rPr>
          <w:rFonts w:cs="Arial"/>
          <w:noProof/>
          <w:lang w:val="en-US"/>
        </w:rPr>
        <w:t xml:space="preserve"> 0, </w:t>
      </w:r>
      <w:r>
        <w:rPr>
          <w:rFonts w:cs="Arial"/>
          <w:noProof/>
          <w:lang w:val="en-US"/>
        </w:rPr>
        <w:t>зван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b/>
          <w:noProof/>
          <w:lang w:val="en-US"/>
        </w:rPr>
        <w:t>грешка</w:t>
      </w:r>
      <w:r>
        <w:rPr>
          <w:rFonts w:cs="Arial"/>
          <w:noProof/>
          <w:lang w:val="en-U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error</w:t>
      </w:r>
      <w:r>
        <w:rPr>
          <w:rFonts w:cs="Arial"/>
          <w:noProof/>
          <w:lang w:val="en-US"/>
        </w:rPr>
        <w:t>)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објашњен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односом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средина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i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била </w:t>
      </w:r>
      <w:r>
        <w:rPr>
          <w:rFonts w:cs="Arial"/>
          <w:noProof/>
          <w:lang w:val="en-US"/>
        </w:rPr>
        <w:t>нула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могли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бисмо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то </w:t>
      </w:r>
      <w:r>
        <w:rPr>
          <w:rFonts w:cs="Arial"/>
          <w:noProof/>
          <w:lang w:val="en-US"/>
        </w:rPr>
        <w:t>учинити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променом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Претпостављамо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независно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X</w:t>
      </w:r>
      <w:r w:rsidRPr="0095267B">
        <w:rPr>
          <w:rFonts w:cs="Arial"/>
          <w:noProof/>
          <w:lang w:val="en-US"/>
        </w:rPr>
        <w:t>.</w:t>
      </w:r>
      <w:bookmarkEnd w:id="21"/>
    </w:p>
    <w:p w:rsidR="00B26E39" w:rsidRPr="00960259" w:rsidRDefault="00B26E39" w:rsidP="00B26E39">
      <w:pPr>
        <w:pStyle w:val="Heading3"/>
        <w:rPr>
          <w:lang w:eastAsia="sr-Latn-CS"/>
        </w:rPr>
      </w:pPr>
      <w:bookmarkStart w:id="22" w:name="_Toc276133661"/>
      <w:bookmarkStart w:id="23" w:name="_Toc277091585"/>
      <w:bookmarkStart w:id="24" w:name="_Toc291506718"/>
      <w:r>
        <w:rPr>
          <w:lang w:eastAsia="sr-Latn-CS"/>
        </w:rPr>
        <w:t>8.</w:t>
      </w:r>
      <w:r w:rsidRPr="000C6780">
        <w:rPr>
          <w:lang w:eastAsia="sr-Latn-CS"/>
        </w:rPr>
        <w:t xml:space="preserve">3 </w:t>
      </w:r>
      <w:r w:rsidRPr="00960259">
        <w:rPr>
          <w:lang w:eastAsia="sr-Latn-CS"/>
        </w:rPr>
        <w:t>Метода најмањих квадрата</w:t>
      </w:r>
      <w:bookmarkEnd w:id="5"/>
      <w:bookmarkEnd w:id="6"/>
      <w:bookmarkEnd w:id="22"/>
      <w:bookmarkEnd w:id="23"/>
      <w:bookmarkEnd w:id="24"/>
    </w:p>
    <w:p w:rsidR="00B26E39" w:rsidRPr="0095267B" w:rsidRDefault="00B26E39" w:rsidP="00B26E39">
      <w:pPr>
        <w:spacing w:before="0"/>
        <w:rPr>
          <w:rFonts w:cs="Arial"/>
          <w:noProof/>
          <w:lang w:val="en-US"/>
        </w:rPr>
      </w:pPr>
      <w:r>
        <w:rPr>
          <w:rFonts w:cs="Arial"/>
          <w:noProof/>
          <w:lang w:val="en-US"/>
        </w:rPr>
        <w:t>Када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лежале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када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случајн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варијациј</w:t>
      </w:r>
      <w:r>
        <w:rPr>
          <w:rFonts w:cs="Arial"/>
          <w:noProof/>
          <w:lang w:val="sr-Cyrl-CS"/>
        </w:rPr>
        <w:t>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било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повући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дијаграму растурања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слици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1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Постоји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много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могућих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вредности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lang w:val="en-US"/>
        </w:rPr>
        <w:t>које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могле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потребан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критеријум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одабир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Слика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8.</w:t>
      </w:r>
      <w:r w:rsidRPr="0095267B">
        <w:rPr>
          <w:rFonts w:cs="Arial"/>
          <w:noProof/>
          <w:lang w:val="en-US"/>
        </w:rPr>
        <w:t xml:space="preserve">3 </w:t>
      </w:r>
      <w:r>
        <w:rPr>
          <w:rFonts w:cs="Arial"/>
          <w:noProof/>
          <w:lang w:val="en-US"/>
        </w:rPr>
        <w:t>приказује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растојање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тачке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правцу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добро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уклопити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податке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мала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лоше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велика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представљају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онај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део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променљиве</w:t>
      </w:r>
      <w:r>
        <w:rPr>
          <w:rFonts w:cs="Arial"/>
          <w:noProof/>
          <w:lang w:val="sr-Cyrl-C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кој</w:t>
      </w:r>
      <w:r>
        <w:rPr>
          <w:rFonts w:cs="Arial"/>
          <w:noProof/>
          <w:lang w:val="sr-Cyrl-CS"/>
        </w:rPr>
        <w:t xml:space="preserve">и </w:t>
      </w:r>
      <w:r w:rsidRPr="0095267B">
        <w:rPr>
          <w:rFonts w:cs="Arial"/>
          <w:i/>
          <w:noProof/>
          <w:lang w:val="en-US"/>
        </w:rPr>
        <w:t xml:space="preserve">X </w:t>
      </w:r>
      <w:r>
        <w:rPr>
          <w:rFonts w:cs="Arial"/>
          <w:noProof/>
          <w:lang w:val="en-US"/>
        </w:rPr>
        <w:t>не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објашњава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Једно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решење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проблема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проналажења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изаберете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оставља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минималну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количину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варијабилности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noProof/>
          <w:lang w:val="en-US"/>
        </w:rPr>
        <w:t>Y</w:t>
      </w:r>
      <w:r>
        <w:rPr>
          <w:rFonts w:cs="Arial"/>
          <w:i/>
          <w:noProof/>
          <w:lang w:val="sr-Cyrl-CS"/>
        </w:rPr>
        <w:t xml:space="preserve"> </w:t>
      </w:r>
      <w:r>
        <w:rPr>
          <w:rFonts w:cs="Arial"/>
          <w:noProof/>
          <w:lang w:val="en-US"/>
        </w:rPr>
        <w:t>необјашњ</w:t>
      </w:r>
      <w:r>
        <w:rPr>
          <w:rFonts w:cs="Arial"/>
          <w:noProof/>
          <w:lang w:val="sr-Cyrl-CS"/>
        </w:rPr>
        <w:t>еном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i/>
          <w:noProof/>
          <w:lang w:val="en-US"/>
        </w:rPr>
        <w:t>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алном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постићи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правећи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збир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одступања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миним</w:t>
      </w:r>
      <w:r>
        <w:rPr>
          <w:rFonts w:cs="Arial"/>
          <w:noProof/>
          <w:lang w:val="sr-Cyrl-CS"/>
        </w:rPr>
        <w:t>алним</w:t>
      </w:r>
      <w:r w:rsidRPr="0095267B">
        <w:rPr>
          <w:rFonts w:cs="Arial"/>
          <w:noProof/>
          <w:lang w:val="en-US"/>
        </w:rPr>
        <w:t xml:space="preserve">. </w:t>
      </w:r>
      <w:r>
        <w:rPr>
          <w:rFonts w:cs="Arial"/>
          <w:noProof/>
          <w:lang w:val="en-US"/>
        </w:rPr>
        <w:t>То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зове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E962A0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пронађен</w:t>
      </w:r>
      <w:r>
        <w:rPr>
          <w:rFonts w:cs="Arial"/>
          <w:noProof/>
          <w:lang w:val="sr-Cyrl-CS"/>
        </w:rPr>
        <w:t>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</w:t>
      </w:r>
      <w:r>
        <w:rPr>
          <w:rFonts w:cs="Arial"/>
          <w:noProof/>
          <w:lang w:val="sr-Cyrl-CS"/>
        </w:rPr>
        <w:t>а</w:t>
      </w:r>
      <w:r>
        <w:rPr>
          <w:rFonts w:cs="Arial"/>
          <w:noProof/>
          <w:lang w:val="en-US"/>
        </w:rPr>
        <w:t xml:space="preserve"> најмањ</w:t>
      </w:r>
      <w:r>
        <w:rPr>
          <w:rFonts w:cs="Arial"/>
          <w:noProof/>
          <w:lang w:val="sr-Cyrl-CS"/>
        </w:rPr>
        <w:t>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>.</w:t>
      </w:r>
    </w:p>
    <w:p w:rsidR="00B26E39" w:rsidRPr="005E572F" w:rsidRDefault="00B26E39" w:rsidP="00B26E39">
      <w:pPr>
        <w:spacing w:before="0"/>
        <w:ind w:firstLine="720"/>
        <w:rPr>
          <w:rFonts w:cs="Arial"/>
          <w:noProof/>
          <w:lang w:val="sr-Cyrl-CS"/>
        </w:rPr>
      </w:pPr>
      <w:r>
        <w:rPr>
          <w:rFonts w:cs="Arial"/>
          <w:noProof/>
          <w:lang w:val="en-US"/>
        </w:rPr>
        <w:t>Метода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најмањих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квадрата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најбољи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метод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ако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 xml:space="preserve">одступања </w:t>
      </w:r>
      <w:r>
        <w:rPr>
          <w:rFonts w:cs="Arial"/>
          <w:noProof/>
          <w:lang w:val="en-US"/>
        </w:rPr>
        <w:t>од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</w:t>
      </w:r>
      <w:r>
        <w:rPr>
          <w:rFonts w:cs="Arial"/>
          <w:noProof/>
          <w:lang w:val="sr-Cyrl-CS"/>
        </w:rPr>
        <w:t>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расподељена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униформном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варијансом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дуж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линије</w:t>
      </w:r>
      <w:r w:rsidRPr="0095267B">
        <w:rPr>
          <w:rFonts w:cs="Arial"/>
          <w:noProof/>
          <w:lang w:val="en-US"/>
        </w:rPr>
        <w:t>. O</w:t>
      </w:r>
      <w:r>
        <w:rPr>
          <w:rFonts w:cs="Arial"/>
          <w:noProof/>
          <w:lang w:val="en-US"/>
        </w:rPr>
        <w:t>во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случај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пошто</w:t>
      </w:r>
      <w:r w:rsidRPr="0095267B">
        <w:rPr>
          <w:rFonts w:cs="Arial"/>
          <w:noProof/>
          <w:lang w:val="en-US"/>
        </w:rPr>
        <w:t xml:space="preserve">  </w:t>
      </w:r>
      <w:r>
        <w:rPr>
          <w:rFonts w:cs="Arial"/>
          <w:noProof/>
          <w:lang w:val="en-US"/>
        </w:rPr>
        <w:t>регресија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има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тенденцију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да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уклони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sr-Cyrl-CS"/>
        </w:rPr>
        <w:t>из</w:t>
      </w:r>
      <w:r w:rsidRPr="0095267B">
        <w:rPr>
          <w:rFonts w:cs="Arial"/>
          <w:noProof/>
          <w:lang w:val="en-U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варијабилност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између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субјеката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остави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грешку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мерења</w:t>
      </w:r>
      <w:r w:rsidRPr="0095267B">
        <w:rPr>
          <w:rFonts w:cs="Arial"/>
          <w:noProof/>
          <w:lang w:val="en-US"/>
        </w:rPr>
        <w:t xml:space="preserve">, </w:t>
      </w:r>
      <w:r>
        <w:rPr>
          <w:rFonts w:cs="Arial"/>
          <w:noProof/>
          <w:lang w:val="en-US"/>
        </w:rPr>
        <w:t>која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ће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вероватно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бити</w:t>
      </w:r>
      <w:r w:rsidRPr="0095267B">
        <w:rPr>
          <w:rFonts w:cs="Arial"/>
          <w:noProof/>
          <w:lang w:val="en-US"/>
        </w:rPr>
        <w:t xml:space="preserve"> </w:t>
      </w:r>
      <w:r>
        <w:rPr>
          <w:rFonts w:cs="Arial"/>
          <w:noProof/>
          <w:lang w:val="en-US"/>
        </w:rPr>
        <w:t>Нормална.</w:t>
      </w:r>
    </w:p>
    <w:p w:rsidR="00B26E39" w:rsidRPr="0095267B" w:rsidRDefault="00B26E39" w:rsidP="00B26E39">
      <w:pPr>
        <w:spacing w:before="0"/>
        <w:ind w:firstLine="720"/>
        <w:rPr>
          <w:rFonts w:cs="Arial"/>
          <w:noProof/>
          <w:lang w:val="it-IT"/>
        </w:rPr>
      </w:pPr>
      <w:r w:rsidRPr="00FB3A0F">
        <w:rPr>
          <w:rFonts w:cs="Arial"/>
          <w:noProof/>
          <w:lang w:val="sr-Cyrl-CS"/>
        </w:rPr>
        <w:t xml:space="preserve">Многи корисници статистике су збуњени минимизирањем варијације само у једном смеру. </w:t>
      </w:r>
      <w:r w:rsidRPr="0095267B">
        <w:rPr>
          <w:rFonts w:cs="Arial"/>
          <w:noProof/>
          <w:lang w:val="en-US"/>
        </w:rPr>
        <w:t>O</w:t>
      </w:r>
      <w:r w:rsidRPr="00695B6D">
        <w:rPr>
          <w:rFonts w:cs="Arial"/>
          <w:noProof/>
          <w:lang w:val="sr-Cyrl-CS"/>
        </w:rPr>
        <w:t xml:space="preserve">бично су обе променљиве мерене </w:t>
      </w:r>
      <w:r>
        <w:rPr>
          <w:rFonts w:cs="Arial"/>
          <w:noProof/>
          <w:lang w:val="sr-Cyrl-CS"/>
        </w:rPr>
        <w:t xml:space="preserve">са </w:t>
      </w:r>
      <w:r w:rsidRPr="00695B6D">
        <w:rPr>
          <w:rFonts w:cs="Arial"/>
          <w:noProof/>
          <w:lang w:val="sr-Cyrl-CS"/>
        </w:rPr>
        <w:t xml:space="preserve">неким грешкама па опет изгледа да игноришемо грешку у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. Зашто не би смањили </w:t>
      </w:r>
      <w:r>
        <w:rPr>
          <w:rFonts w:cs="Arial"/>
          <w:noProof/>
          <w:lang w:val="sr-Cyrl-CS"/>
        </w:rPr>
        <w:t>нормална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одстојања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до</w:t>
      </w:r>
      <w:r w:rsidRPr="00695B6D">
        <w:rPr>
          <w:rFonts w:cs="Arial"/>
          <w:noProof/>
          <w:lang w:val="sr-Cyrl-CS"/>
        </w:rPr>
        <w:t xml:space="preserve"> линиј</w:t>
      </w:r>
      <w:r>
        <w:rPr>
          <w:rFonts w:cs="Arial"/>
          <w:noProof/>
          <w:lang w:val="sr-Cyrl-CS"/>
        </w:rPr>
        <w:t>е</w:t>
      </w:r>
      <w:r w:rsidRPr="00695B6D">
        <w:rPr>
          <w:rFonts w:cs="Arial"/>
          <w:noProof/>
          <w:lang w:val="sr-Cyrl-CS"/>
        </w:rPr>
        <w:t xml:space="preserve"> </w:t>
      </w:r>
      <w:r>
        <w:rPr>
          <w:rFonts w:cs="Arial"/>
          <w:noProof/>
          <w:lang w:val="sr-Cyrl-CS"/>
        </w:rPr>
        <w:t>пре него</w:t>
      </w:r>
      <w:r w:rsidRPr="00695B6D">
        <w:rPr>
          <w:rFonts w:cs="Arial"/>
          <w:noProof/>
          <w:lang w:val="sr-Cyrl-CS"/>
        </w:rPr>
        <w:t xml:space="preserve"> вертикалн</w:t>
      </w:r>
      <w:r>
        <w:rPr>
          <w:rFonts w:cs="Arial"/>
          <w:noProof/>
          <w:lang w:val="sr-Cyrl-CS"/>
        </w:rPr>
        <w:t>а одстојања</w:t>
      </w:r>
      <w:r w:rsidRPr="00695B6D">
        <w:rPr>
          <w:rFonts w:cs="Arial"/>
          <w:noProof/>
          <w:lang w:val="sr-Cyrl-CS"/>
        </w:rPr>
        <w:t xml:space="preserve">? Постоје два разлога за то. Прво, ми налазимо ударно предвиђање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из посматраних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 xml:space="preserve">, а не из ‘‘правих’‘ вредности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695B6D">
        <w:rPr>
          <w:rFonts w:cs="Arial"/>
          <w:noProof/>
          <w:lang w:val="sr-Cyrl-CS"/>
        </w:rPr>
        <w:t>. Грешк</w:t>
      </w:r>
      <w:r>
        <w:rPr>
          <w:rFonts w:cs="Arial"/>
          <w:noProof/>
          <w:lang w:val="sr-Cyrl-CS"/>
        </w:rPr>
        <w:t>а</w:t>
      </w:r>
      <w:r w:rsidRPr="00695B6D">
        <w:rPr>
          <w:rFonts w:cs="Arial"/>
          <w:noProof/>
          <w:lang w:val="sr-Cyrl-CS"/>
        </w:rPr>
        <w:t xml:space="preserve"> мерења у обе променљиве је један од узрока </w:t>
      </w:r>
      <w:r>
        <w:rPr>
          <w:rFonts w:cs="Arial"/>
          <w:noProof/>
          <w:lang w:val="sr-Cyrl-CS"/>
        </w:rPr>
        <w:t xml:space="preserve">одступања </w:t>
      </w:r>
      <w:r w:rsidRPr="00695B6D">
        <w:rPr>
          <w:rFonts w:cs="Arial"/>
          <w:noProof/>
          <w:lang w:val="sr-Cyrl-CS"/>
        </w:rPr>
        <w:t xml:space="preserve">од линије, и налази се у овим </w:t>
      </w:r>
      <w:r>
        <w:rPr>
          <w:rFonts w:cs="Arial"/>
          <w:noProof/>
          <w:lang w:val="sr-Cyrl-CS"/>
        </w:rPr>
        <w:t xml:space="preserve">одступањима </w:t>
      </w:r>
      <w:r w:rsidRPr="00695B6D">
        <w:rPr>
          <w:rFonts w:cs="Arial"/>
          <w:noProof/>
          <w:lang w:val="sr-Cyrl-CS"/>
        </w:rPr>
        <w:t>измерен</w:t>
      </w:r>
      <w:r>
        <w:rPr>
          <w:rFonts w:cs="Arial"/>
          <w:noProof/>
          <w:lang w:val="sr-Cyrl-CS"/>
        </w:rPr>
        <w:t>им</w:t>
      </w:r>
      <w:r w:rsidRPr="00695B6D">
        <w:rPr>
          <w:rFonts w:cs="Arial"/>
          <w:noProof/>
          <w:lang w:val="sr-Cyrl-CS"/>
        </w:rPr>
        <w:t xml:space="preserve"> у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695B6D">
        <w:rPr>
          <w:rFonts w:cs="Arial"/>
          <w:noProof/>
          <w:lang w:val="sr-Cyrl-CS"/>
        </w:rPr>
        <w:t xml:space="preserve"> правцу. </w:t>
      </w:r>
      <w:r>
        <w:rPr>
          <w:rFonts w:cs="Arial"/>
          <w:noProof/>
          <w:lang w:val="it-IT"/>
        </w:rPr>
        <w:t>Друго</w:t>
      </w:r>
      <w:r w:rsidRPr="0095267B">
        <w:rPr>
          <w:rFonts w:cs="Arial"/>
          <w:noProof/>
          <w:lang w:val="it-IT"/>
        </w:rPr>
        <w:t xml:space="preserve">,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овај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начин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зависи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од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јединица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у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којима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се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променљиве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мере</w:t>
      </w:r>
      <w:r w:rsidRPr="0095267B">
        <w:rPr>
          <w:rFonts w:cs="Arial"/>
          <w:noProof/>
          <w:lang w:val="it-IT"/>
        </w:rPr>
        <w:t xml:space="preserve">. </w:t>
      </w:r>
      <w:r>
        <w:rPr>
          <w:rFonts w:cs="Arial"/>
          <w:noProof/>
          <w:lang w:val="it-IT"/>
        </w:rPr>
        <w:t>За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податке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из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sr-Cyrl-CS"/>
        </w:rPr>
        <w:t>т</w:t>
      </w:r>
      <w:r>
        <w:rPr>
          <w:rFonts w:cs="Arial"/>
          <w:noProof/>
          <w:lang w:val="it-IT"/>
        </w:rPr>
        <w:t>абеле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8.</w:t>
      </w:r>
      <w:r w:rsidRPr="0095267B">
        <w:rPr>
          <w:rFonts w:cs="Arial"/>
          <w:noProof/>
          <w:lang w:val="it-IT"/>
        </w:rPr>
        <w:t xml:space="preserve">1 </w:t>
      </w:r>
      <w:r>
        <w:rPr>
          <w:rFonts w:cs="Arial"/>
          <w:noProof/>
          <w:lang w:val="it-IT"/>
        </w:rPr>
        <w:t>линија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пронађена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овим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методом</w:t>
      </w:r>
      <w:r w:rsidRPr="0095267B">
        <w:rPr>
          <w:rFonts w:cs="Arial"/>
          <w:noProof/>
          <w:lang w:val="it-IT"/>
        </w:rPr>
        <w:t xml:space="preserve"> </w:t>
      </w:r>
      <w:r>
        <w:rPr>
          <w:rFonts w:cs="Arial"/>
          <w:noProof/>
          <w:lang w:val="it-IT"/>
        </w:rPr>
        <w:t>је</w:t>
      </w:r>
    </w:p>
    <w:p w:rsidR="00B26E39" w:rsidRPr="0095267B" w:rsidRDefault="00B26E39" w:rsidP="00B26E39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-9.33 + 0.075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r-Cyrl-CS" w:eastAsia="sr-Latn-CS"/>
        </w:rPr>
        <w:t>в</w:t>
      </w:r>
      <w:r>
        <w:rPr>
          <w:lang w:val="sv-SE" w:eastAsia="sr-Latn-CS"/>
        </w:rPr>
        <w:t>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цм</w:t>
      </w:r>
      <w:r w:rsidRPr="0095267B">
        <w:rPr>
          <w:lang w:val="sv-SE" w:eastAsia="sr-Latn-CS"/>
        </w:rPr>
        <w:t>)</w:t>
      </w:r>
    </w:p>
    <w:p w:rsidR="00B26E39" w:rsidRDefault="00B26E39" w:rsidP="00B26E39">
      <w:pPr>
        <w:spacing w:before="0"/>
        <w:rPr>
          <w:rFonts w:cs="Arial"/>
          <w:lang w:val="it-IT" w:eastAsia="sr-Latn-CS"/>
        </w:rPr>
      </w:pPr>
    </w:p>
    <w:p w:rsidR="00B26E39" w:rsidRPr="0095267B" w:rsidRDefault="00B26E39" w:rsidP="00B26E39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уместо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у центиметрима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добијамо</w:t>
      </w:r>
    </w:p>
    <w:p w:rsidR="00B26E39" w:rsidRPr="0095267B" w:rsidRDefault="00B26E39" w:rsidP="00B26E39">
      <w:pPr>
        <w:pStyle w:val="Equation1"/>
        <w:rPr>
          <w:lang w:val="sv-SE" w:eastAsia="sr-Latn-CS"/>
        </w:rPr>
      </w:pPr>
      <w:r>
        <w:rPr>
          <w:lang w:val="sv-SE" w:eastAsia="sr-Latn-CS"/>
        </w:rPr>
        <w:t>FEV1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лит</w:t>
      </w:r>
      <w:r>
        <w:rPr>
          <w:lang w:val="sr-Cyrl-CS" w:eastAsia="sr-Latn-CS"/>
        </w:rPr>
        <w:t>а</w:t>
      </w:r>
      <w:r>
        <w:rPr>
          <w:lang w:val="sv-SE" w:eastAsia="sr-Latn-CS"/>
        </w:rPr>
        <w:t>р</w:t>
      </w:r>
      <w:r w:rsidRPr="0095267B">
        <w:rPr>
          <w:lang w:val="sv-SE" w:eastAsia="sr-Latn-CS"/>
        </w:rPr>
        <w:t xml:space="preserve">) = -34.70 + 22.0 </w:t>
      </w:r>
      <w:r w:rsidRPr="0095267B">
        <w:rPr>
          <w:lang w:val="sr-Latn-CS" w:eastAsia="sr-Latn-CS"/>
        </w:rPr>
        <w:t>x</w:t>
      </w:r>
      <w:r w:rsidRPr="0095267B">
        <w:rPr>
          <w:lang w:val="sv-SE" w:eastAsia="sr-Latn-CS"/>
        </w:rPr>
        <w:t xml:space="preserve"> </w:t>
      </w:r>
      <w:r>
        <w:rPr>
          <w:lang w:val="sv-SE" w:eastAsia="sr-Latn-CS"/>
        </w:rPr>
        <w:t>висина</w:t>
      </w:r>
      <w:r w:rsidRPr="0095267B">
        <w:rPr>
          <w:lang w:val="sv-SE" w:eastAsia="sr-Latn-CS"/>
        </w:rPr>
        <w:t xml:space="preserve"> (</w:t>
      </w:r>
      <w:r>
        <w:rPr>
          <w:lang w:val="sv-SE" w:eastAsia="sr-Latn-CS"/>
        </w:rPr>
        <w:t>м</w:t>
      </w:r>
      <w:r w:rsidRPr="0095267B">
        <w:rPr>
          <w:lang w:val="sv-SE" w:eastAsia="sr-Latn-CS"/>
        </w:rPr>
        <w:t>)</w:t>
      </w:r>
    </w:p>
    <w:p w:rsidR="00B26E39" w:rsidRPr="0088794C" w:rsidRDefault="00B26E39" w:rsidP="00B26E39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lastRenderedPageBreak/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цм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 w:rsidRPr="0095267B">
        <w:rPr>
          <w:rFonts w:cs="Arial"/>
          <w:lang w:val="it-IT" w:eastAsia="sr-Latn-CS"/>
        </w:rPr>
        <w:t xml:space="preserve">3.42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студента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1.70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2.70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очигледно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незадовољавајуће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нећемо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даље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узимати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обзир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овакав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приступ</w:t>
      </w:r>
      <w:r w:rsidRPr="0095267B">
        <w:rPr>
          <w:rFonts w:cs="Arial"/>
          <w:lang w:val="it-IT" w:eastAsia="sr-Latn-CS"/>
        </w:rPr>
        <w:t>.</w:t>
      </w:r>
    </w:p>
    <w:p w:rsidR="00B26E39" w:rsidRDefault="0031424A" w:rsidP="00B26E39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896360" cy="2894330"/>
            <wp:effectExtent l="19050" t="0" r="8890" b="0"/>
            <wp:docPr id="5" name="Picture 5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lika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6360" cy="2894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Pr="009C456A" w:rsidRDefault="00B26E39" w:rsidP="00B26E39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3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lang w:val="sr-Cyrl-CS" w:eastAsia="sr-Latn-CS"/>
        </w:rPr>
        <w:t>О</w:t>
      </w:r>
      <w:r>
        <w:rPr>
          <w:rFonts w:cs="Arial"/>
          <w:noProof/>
          <w:lang w:val="sr-Cyrl-CS"/>
        </w:rPr>
        <w:t xml:space="preserve">дступање </w:t>
      </w:r>
      <w:r>
        <w:rPr>
          <w:rFonts w:cs="Arial"/>
          <w:lang w:val="sv-SE" w:eastAsia="sr-Latn-CS"/>
        </w:rPr>
        <w:t>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правцу</w:t>
      </w:r>
      <w:r w:rsidRPr="00A47651">
        <w:rPr>
          <w:rFonts w:cs="Arial"/>
          <w:i/>
          <w:lang w:val="sv-SE" w:eastAsia="sr-Latn-CS"/>
        </w:rPr>
        <w:t xml:space="preserve"> </w:t>
      </w:r>
      <w:r w:rsidRPr="009C456A">
        <w:rPr>
          <w:rFonts w:cs="Arial"/>
          <w:lang w:val="sr-Cyrl-CS" w:eastAsia="sr-Latn-CS"/>
        </w:rPr>
        <w:t>''</w:t>
      </w:r>
      <w:r w:rsidRPr="000140AF">
        <w:rPr>
          <w:rFonts w:cs="Arial"/>
          <w:i/>
          <w:lang w:val="sv-SE" w:eastAsia="sr-Latn-CS"/>
        </w:rPr>
        <w:t>y</w:t>
      </w:r>
      <w:r w:rsidRPr="009C456A">
        <w:rPr>
          <w:rFonts w:cs="Arial"/>
          <w:lang w:val="sr-Cyrl-CS" w:eastAsia="sr-Latn-CS"/>
        </w:rPr>
        <w:t>''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Pr="00A05740" w:rsidRDefault="00B26E39" w:rsidP="00B26E39">
      <w:pPr>
        <w:spacing w:before="0"/>
        <w:ind w:firstLine="720"/>
        <w:rPr>
          <w:rFonts w:cs="Arial"/>
          <w:color w:val="auto"/>
          <w:lang w:val="sv-SE" w:eastAsia="sr-Latn-CS"/>
        </w:rPr>
      </w:pPr>
      <w:r w:rsidRPr="00A05740">
        <w:rPr>
          <w:rFonts w:cs="Arial"/>
          <w:color w:val="auto"/>
          <w:lang w:val="sv-SE" w:eastAsia="sr-Latn-CS"/>
        </w:rPr>
        <w:t xml:space="preserve">Вративши се на </w:t>
      </w:r>
      <w:r w:rsidRPr="00A05740">
        <w:rPr>
          <w:rFonts w:cs="Arial"/>
          <w:color w:val="auto"/>
          <w:lang w:val="sr-Cyrl-CS" w:eastAsia="sr-Latn-CS"/>
        </w:rPr>
        <w:t>с</w:t>
      </w:r>
      <w:r w:rsidRPr="00A05740">
        <w:rPr>
          <w:rFonts w:cs="Arial"/>
          <w:color w:val="auto"/>
          <w:lang w:val="sv-SE" w:eastAsia="sr-Latn-CS"/>
        </w:rPr>
        <w:t>лику 8.3, једначин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линије која миним</w:t>
      </w:r>
      <w:r>
        <w:rPr>
          <w:rFonts w:cs="Arial"/>
          <w:color w:val="auto"/>
          <w:lang w:val="sr-Cyrl-CS" w:eastAsia="sr-Latn-CS"/>
        </w:rPr>
        <w:t>изира</w:t>
      </w:r>
      <w:r w:rsidRPr="00A05740">
        <w:rPr>
          <w:rFonts w:cs="Arial"/>
          <w:color w:val="auto"/>
          <w:lang w:val="sv-SE" w:eastAsia="sr-Latn-CS"/>
        </w:rPr>
        <w:t xml:space="preserve"> збир квадрат</w:t>
      </w:r>
      <w:r>
        <w:rPr>
          <w:rFonts w:cs="Arial"/>
          <w:color w:val="auto"/>
          <w:lang w:val="sr-Cyrl-CS" w:eastAsia="sr-Latn-CS"/>
        </w:rPr>
        <w:t>а</w:t>
      </w:r>
      <w:r w:rsidRPr="00A05740">
        <w:rPr>
          <w:rFonts w:cs="Arial"/>
          <w:color w:val="auto"/>
          <w:lang w:val="sv-SE" w:eastAsia="sr-Latn-CS"/>
        </w:rPr>
        <w:t xml:space="preserve"> </w:t>
      </w:r>
      <w:r>
        <w:rPr>
          <w:rFonts w:cs="Arial"/>
          <w:color w:val="auto"/>
          <w:lang w:val="sr-Cyrl-CS" w:eastAsia="sr-Latn-CS"/>
        </w:rPr>
        <w:t>одступања</w:t>
      </w:r>
      <w:r w:rsidRPr="00A05740">
        <w:rPr>
          <w:rFonts w:cs="Arial"/>
          <w:color w:val="auto"/>
          <w:lang w:val="sv-SE" w:eastAsia="sr-Latn-CS"/>
        </w:rPr>
        <w:t xml:space="preserve"> од линије </w:t>
      </w:r>
      <w:r>
        <w:rPr>
          <w:rFonts w:cs="Arial"/>
          <w:color w:val="auto"/>
          <w:lang w:val="sr-Cyrl-CS" w:eastAsia="sr-Latn-CS"/>
        </w:rPr>
        <w:t>у</w:t>
      </w:r>
      <w:r w:rsidRPr="00A05740">
        <w:rPr>
          <w:rFonts w:cs="Arial"/>
          <w:color w:val="auto"/>
          <w:lang w:val="sv-SE" w:eastAsia="sr-Latn-CS"/>
        </w:rPr>
        <w:t xml:space="preserve"> променљивој исхода, </w:t>
      </w:r>
      <w:r>
        <w:rPr>
          <w:rFonts w:cs="Arial"/>
          <w:color w:val="auto"/>
          <w:lang w:val="sr-Cyrl-CS" w:eastAsia="sr-Latn-CS"/>
        </w:rPr>
        <w:t xml:space="preserve">пронађена је </w:t>
      </w:r>
      <w:r w:rsidRPr="00A05740">
        <w:rPr>
          <w:rFonts w:cs="Arial"/>
          <w:color w:val="auto"/>
          <w:lang w:val="sv-SE" w:eastAsia="sr-Latn-CS"/>
        </w:rPr>
        <w:t>прилично лако. Решење је: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83363B">
        <w:rPr>
          <w:noProof/>
          <w:position w:val="-56"/>
          <w:lang w:val="en-US"/>
        </w:rPr>
        <w:object w:dxaOrig="7740" w:dyaOrig="1219">
          <v:shape id="_x0000_i1026" type="#_x0000_t75" style="width:386.9pt;height:60.75pt" o:ole="">
            <v:imagedata r:id="rId13" o:title=""/>
          </v:shape>
          <o:OLEObject Type="Embed" ProgID="Equation.3" ShapeID="_x0000_i1026" DrawAspect="Content" ObjectID="_1566933494" r:id="rId14"/>
        </w:object>
      </w:r>
    </w:p>
    <w:p w:rsidR="00B26E39" w:rsidRPr="009F12E4" w:rsidRDefault="00B26E39" w:rsidP="00B26E39">
      <w:pPr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 xml:space="preserve">Затим </w:t>
      </w:r>
      <w:r>
        <w:rPr>
          <w:rFonts w:cs="Arial"/>
          <w:lang w:val="sr-Cyrl-CS" w:eastAsia="sr-Latn-CS"/>
        </w:rPr>
        <w:t>п</w:t>
      </w:r>
      <w:r>
        <w:rPr>
          <w:rFonts w:cs="Arial"/>
          <w:lang w:val="it-IT" w:eastAsia="sr-Latn-CS"/>
        </w:rPr>
        <w:t>рона</w:t>
      </w:r>
      <w:r>
        <w:rPr>
          <w:rFonts w:cs="Arial"/>
          <w:lang w:val="sr-Cyrl-CS" w:eastAsia="sr-Latn-CS"/>
        </w:rPr>
        <w:t>лазимо одсечак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преко</w:t>
      </w:r>
    </w:p>
    <w:p w:rsidR="00B26E39" w:rsidRPr="0095267B" w:rsidRDefault="00B26E39" w:rsidP="00B26E39">
      <w:pPr>
        <w:pStyle w:val="Equation1"/>
        <w:spacing w:after="120"/>
        <w:rPr>
          <w:noProof/>
          <w:lang w:val="en-US"/>
        </w:rPr>
      </w:pPr>
      <w:r w:rsidRPr="00FC3721">
        <w:rPr>
          <w:noProof/>
          <w:position w:val="-10"/>
          <w:lang w:val="en-US"/>
        </w:rPr>
        <w:object w:dxaOrig="980" w:dyaOrig="340">
          <v:shape id="_x0000_i1027" type="#_x0000_t75" style="width:48.85pt;height:16.9pt" o:ole="">
            <v:imagedata r:id="rId15" o:title=""/>
          </v:shape>
          <o:OLEObject Type="Embed" ProgID="Equation.3" ShapeID="_x0000_i1027" DrawAspect="Content" ObjectID="_1566933495" r:id="rId16"/>
        </w:object>
      </w:r>
    </w:p>
    <w:p w:rsidR="00B26E39" w:rsidRPr="0095267B" w:rsidRDefault="00B26E39" w:rsidP="00B26E39">
      <w:pPr>
        <w:spacing w:before="0"/>
        <w:ind w:firstLine="567"/>
        <w:rPr>
          <w:rFonts w:cs="Arial"/>
          <w:color w:val="0A0905"/>
          <w:lang w:val="sr-Latn-CS" w:eastAsia="sr-Latn-CS"/>
        </w:rPr>
      </w:pPr>
      <w:r>
        <w:rPr>
          <w:rFonts w:cs="Arial"/>
          <w:color w:val="0A0905"/>
          <w:lang w:val="sr-Latn-CS" w:eastAsia="sr-Latn-CS"/>
        </w:rPr>
        <w:t>Приметите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мора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прође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кроз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тачку</w:t>
      </w:r>
      <w:r>
        <w:rPr>
          <w:rFonts w:cs="Arial"/>
          <w:color w:val="0A0905"/>
          <w:lang w:val="sr-Cyrl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</w:t>
      </w:r>
      <w:r>
        <w:rPr>
          <w:rFonts w:cs="Arial"/>
          <w:color w:val="0A0905"/>
          <w:lang w:val="sr-Cyrl-CS" w:eastAsia="sr-Latn-CS"/>
        </w:rPr>
        <w:t>не</w:t>
      </w:r>
      <w:r>
        <w:rPr>
          <w:rFonts w:cs="Arial"/>
          <w:color w:val="0A0905"/>
          <w:lang w:val="sr-Latn-CS" w:eastAsia="sr-Latn-CS"/>
        </w:rPr>
        <w:t>,</w:t>
      </w:r>
      <w:r w:rsidRPr="0095267B">
        <w:rPr>
          <w:rFonts w:cs="Arial"/>
          <w:color w:val="0A0905"/>
          <w:lang w:val="sr-Latn-CS" w:eastAsia="sr-Latn-CS"/>
        </w:rPr>
        <w:t xml:space="preserve"> (</w:t>
      </w:r>
      <w:r w:rsidRPr="00FC4271">
        <w:rPr>
          <w:position w:val="-4"/>
        </w:rPr>
        <w:object w:dxaOrig="200" w:dyaOrig="279">
          <v:shape id="_x0000_i1028" type="#_x0000_t75" style="width:10pt;height:13.75pt" o:ole="">
            <v:imagedata r:id="rId17" o:title=""/>
          </v:shape>
          <o:OLEObject Type="Embed" ProgID="Equation.3" ShapeID="_x0000_i1028" DrawAspect="Content" ObjectID="_1566933496" r:id="rId18"/>
        </w:object>
      </w:r>
      <w:r>
        <w:rPr>
          <w:lang w:val="sr-Cyrl-CS"/>
        </w:rPr>
        <w:t>,</w:t>
      </w:r>
      <w:r w:rsidRPr="00FC4271">
        <w:rPr>
          <w:position w:val="-10"/>
        </w:rPr>
        <w:object w:dxaOrig="200" w:dyaOrig="340">
          <v:shape id="_x0000_i1029" type="#_x0000_t75" style="width:10pt;height:16.9pt" o:ole="">
            <v:imagedata r:id="rId19" o:title=""/>
          </v:shape>
          <o:OLEObject Type="Embed" ProgID="Equation.3" ShapeID="_x0000_i1029" DrawAspect="Content" ObjectID="_1566933497" r:id="rId20"/>
        </w:object>
      </w:r>
      <w:r w:rsidRPr="0095267B">
        <w:rPr>
          <w:rFonts w:cs="Arial"/>
          <w:color w:val="0A0905"/>
          <w:lang w:val="sr-Latn-CS" w:eastAsia="sr-Latn-CS"/>
        </w:rPr>
        <w:t xml:space="preserve">). </w:t>
      </w:r>
      <w:r>
        <w:rPr>
          <w:rFonts w:cs="Arial"/>
          <w:color w:val="0A0905"/>
          <w:lang w:val="sr-Latn-CS" w:eastAsia="sr-Latn-CS"/>
        </w:rPr>
        <w:t>Бројилац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b/>
          <w:color w:val="0A0905"/>
          <w:lang w:val="sr-Cyrl-CS" w:eastAsia="sr-Latn-CS"/>
        </w:rPr>
        <w:t>сума</w:t>
      </w:r>
      <w:r w:rsidRPr="003E4281">
        <w:rPr>
          <w:rFonts w:cs="Arial"/>
          <w:b/>
          <w:color w:val="0A0905"/>
          <w:lang w:val="sr-Latn-CS" w:eastAsia="sr-Latn-CS"/>
        </w:rPr>
        <w:t xml:space="preserve"> производа око средине</w:t>
      </w:r>
      <w:r>
        <w:rPr>
          <w:rFonts w:cs="Arial"/>
          <w:color w:val="0A0905"/>
          <w:lang w:val="sr-Cyrl-CS" w:eastAsia="sr-Latn-CS"/>
        </w:rPr>
        <w:t xml:space="preserve"> (</w:t>
      </w:r>
      <w:r w:rsidRPr="00B635FC">
        <w:rPr>
          <w:rFonts w:cs="Arial"/>
          <w:b/>
          <w:color w:val="0A0905"/>
          <w:lang w:val="sr-Latn-CS" w:eastAsia="sr-Latn-CS"/>
        </w:rPr>
        <w:t>sum of</w:t>
      </w:r>
      <w:r>
        <w:rPr>
          <w:rFonts w:cs="Arial"/>
          <w:color w:val="0A0905"/>
          <w:lang w:val="sr-Latn-CS" w:eastAsia="sr-Latn-CS"/>
        </w:rPr>
        <w:t xml:space="preserve"> </w:t>
      </w:r>
      <w:r w:rsidRPr="00B635FC">
        <w:rPr>
          <w:rFonts w:cs="Arial"/>
          <w:b/>
          <w:color w:val="0A0905"/>
          <w:lang w:val="sr-Latn-CS" w:eastAsia="sr-Latn-CS"/>
        </w:rPr>
        <w:t>products about the mean</w:t>
      </w:r>
      <w:r>
        <w:rPr>
          <w:rFonts w:cs="Arial"/>
          <w:color w:val="0A0905"/>
          <w:lang w:val="sr-Cyrl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сличан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>суми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квадрата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средине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као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је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употребљено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израчунавању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варијансе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Рећи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ћемо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нешто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више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својствима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b/>
          <w:color w:val="0A0905"/>
          <w:lang w:val="sr-Cyrl-CS" w:eastAsia="sr-Latn-CS"/>
        </w:rPr>
        <w:t>суме</w:t>
      </w:r>
      <w:r w:rsidRPr="00F631FB">
        <w:rPr>
          <w:rFonts w:cs="Arial"/>
          <w:b/>
          <w:color w:val="0A0905"/>
          <w:lang w:val="sr-Latn-CS" w:eastAsia="sr-Latn-CS"/>
        </w:rPr>
        <w:t xml:space="preserve"> производа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177DC9">
        <w:rPr>
          <w:rFonts w:cs="Arial"/>
          <w:b/>
          <w:color w:val="0A0905"/>
          <w:lang w:val="sr-Latn-CS" w:eastAsia="sr-Latn-CS"/>
        </w:rPr>
        <w:t>sum of products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како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обично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назива</w:t>
      </w:r>
      <w:r w:rsidRPr="0095267B">
        <w:rPr>
          <w:rFonts w:cs="Arial"/>
          <w:color w:val="0A0905"/>
          <w:lang w:val="sr-Latn-CS" w:eastAsia="sr-Latn-CS"/>
        </w:rPr>
        <w:t xml:space="preserve">, </w:t>
      </w:r>
      <w:r>
        <w:rPr>
          <w:rFonts w:cs="Arial"/>
          <w:color w:val="0A0905"/>
          <w:lang w:val="sr-Latn-CS" w:eastAsia="sr-Latn-CS"/>
        </w:rPr>
        <w:t>када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будемо </w:t>
      </w:r>
      <w:r>
        <w:rPr>
          <w:rFonts w:cs="Arial"/>
          <w:color w:val="0A0905"/>
          <w:lang w:val="sr-Latn-CS" w:eastAsia="sr-Latn-CS"/>
        </w:rPr>
        <w:t>расправ</w:t>
      </w:r>
      <w:r>
        <w:rPr>
          <w:rFonts w:cs="Arial"/>
          <w:color w:val="0A0905"/>
          <w:lang w:val="sr-Cyrl-CS" w:eastAsia="sr-Latn-CS"/>
        </w:rPr>
        <w:t>љали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корелацији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color w:val="0A0905"/>
          <w:lang w:val="sr-Latn-CS" w:eastAsia="sr-Latn-CS"/>
        </w:rPr>
        <w:t>Уклапа</w:t>
      </w:r>
      <w:r>
        <w:rPr>
          <w:rFonts w:cs="Arial"/>
          <w:color w:val="0A0905"/>
          <w:lang w:val="sr-Cyrl-CS" w:eastAsia="sr-Latn-CS"/>
        </w:rPr>
        <w:t>ње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прав</w:t>
      </w:r>
      <w:r>
        <w:rPr>
          <w:rFonts w:cs="Arial"/>
          <w:color w:val="0A0905"/>
          <w:lang w:val="sr-Cyrl-CS" w:eastAsia="sr-Latn-CS"/>
        </w:rPr>
        <w:t>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линиј</w:t>
      </w:r>
      <w:r>
        <w:rPr>
          <w:rFonts w:cs="Arial"/>
          <w:color w:val="0A0905"/>
          <w:lang w:val="sr-Cyrl-CS" w:eastAsia="sr-Latn-CS"/>
        </w:rPr>
        <w:t xml:space="preserve">е </w:t>
      </w:r>
      <w:r>
        <w:rPr>
          <w:rFonts w:cs="Arial"/>
          <w:color w:val="0A0905"/>
          <w:lang w:val="sr-Latn-CS" w:eastAsia="sr-Latn-CS"/>
        </w:rPr>
        <w:t>помоћу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овог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метода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зове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се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26365F">
        <w:rPr>
          <w:rFonts w:cs="Arial"/>
          <w:b/>
          <w:color w:val="0A0905"/>
          <w:lang w:val="sr-Latn-CS" w:eastAsia="sr-Latn-CS"/>
        </w:rPr>
        <w:t>једноставна линеарна регресија</w:t>
      </w:r>
      <w:r>
        <w:rPr>
          <w:rFonts w:cs="Arial"/>
          <w:color w:val="0A0905"/>
          <w:lang w:val="sr-Latn-CS" w:eastAsia="sr-Latn-CS"/>
        </w:rPr>
        <w:t xml:space="preserve"> (</w:t>
      </w:r>
      <w:r w:rsidRPr="0026365F">
        <w:rPr>
          <w:rFonts w:cs="Arial"/>
          <w:b/>
          <w:color w:val="0A0905"/>
          <w:lang w:val="sr-Latn-CS" w:eastAsia="sr-Latn-CS"/>
        </w:rPr>
        <w:t>simple linear regresion</w:t>
      </w:r>
      <w:r>
        <w:rPr>
          <w:rFonts w:cs="Arial"/>
          <w:color w:val="0A0905"/>
          <w:lang w:val="sr-Latn-CS" w:eastAsia="sr-Latn-CS"/>
        </w:rPr>
        <w:t>)</w:t>
      </w:r>
      <w:r w:rsidRPr="0095267B">
        <w:rPr>
          <w:rFonts w:cs="Arial"/>
          <w:color w:val="0A0905"/>
          <w:lang w:val="sr-Latn-CS" w:eastAsia="sr-Latn-CS"/>
        </w:rPr>
        <w:t>.</w:t>
      </w:r>
    </w:p>
    <w:p w:rsidR="00B26E39" w:rsidRPr="006B737B" w:rsidRDefault="00B26E39" w:rsidP="00B26E39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sr-Latn-CS" w:eastAsia="sr-Latn-CS"/>
        </w:rPr>
        <w:t>Једначина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Y =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+ </w:t>
      </w:r>
      <w:r>
        <w:rPr>
          <w:rFonts w:cs="Arial"/>
          <w:i/>
          <w:iCs/>
          <w:color w:val="0A0905"/>
          <w:lang w:val="sr-Latn-CS" w:eastAsia="sr-Latn-CS"/>
        </w:rPr>
        <w:t xml:space="preserve">b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зове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регресиона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једначина</w:t>
      </w:r>
      <w:r>
        <w:rPr>
          <w:rFonts w:cs="Arial"/>
          <w:b/>
          <w:lang w:val="sr-Cyrl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regression equation of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 on </w:t>
      </w:r>
      <w:r w:rsidRPr="000C6780">
        <w:rPr>
          <w:rFonts w:cs="Arial"/>
          <w:b/>
          <w:bCs/>
          <w:i/>
          <w:iCs/>
          <w:color w:val="0A0905"/>
          <w:lang w:val="sr-Latn-CS" w:eastAsia="sr-Latn-CS"/>
        </w:rPr>
        <w:t>X</w:t>
      </w:r>
      <w:r>
        <w:rPr>
          <w:rFonts w:cs="Arial"/>
          <w:bCs/>
          <w:iCs/>
          <w:color w:val="0A0905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>,</w:t>
      </w:r>
      <w:r w:rsidRPr="0095267B">
        <w:rPr>
          <w:rFonts w:cs="Arial"/>
          <w:b/>
          <w:bCs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где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>
        <w:rPr>
          <w:rFonts w:cs="Arial"/>
          <w:bCs/>
          <w:iCs/>
          <w:color w:val="0A0905"/>
          <w:lang w:val="sr-Latn-CS" w:eastAsia="sr-Latn-CS"/>
        </w:rPr>
        <w:t>је</w:t>
      </w:r>
      <w:r w:rsidRPr="0095267B">
        <w:rPr>
          <w:rFonts w:cs="Arial"/>
          <w:bCs/>
          <w:iCs/>
          <w:color w:val="0A0905"/>
          <w:lang w:val="sr-Latn-CS" w:eastAsia="sr-Latn-CS"/>
        </w:rPr>
        <w:t xml:space="preserve"> </w:t>
      </w:r>
      <w:r w:rsidRPr="00410D79">
        <w:rPr>
          <w:rFonts w:cs="Arial"/>
          <w:bCs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променљива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исхода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предсказивач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Градијент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>
        <w:rPr>
          <w:rFonts w:cs="Arial"/>
          <w:lang w:val="sr-Latn-CS" w:eastAsia="sr-Latn-CS"/>
        </w:rPr>
        <w:t xml:space="preserve"> 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такође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зове</w:t>
      </w:r>
      <w:r w:rsidRPr="00F92245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коефицијент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регреси</w:t>
      </w:r>
      <w:r>
        <w:rPr>
          <w:rFonts w:cs="Arial"/>
          <w:b/>
          <w:lang w:val="sr-Cyrl-CS" w:eastAsia="sr-Latn-CS"/>
        </w:rPr>
        <w:t>је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regression coefficient</w:t>
      </w:r>
      <w:r>
        <w:rPr>
          <w:rFonts w:cs="Arial"/>
          <w:lang w:val="sr-Latn-CS" w:eastAsia="sr-Latn-CS"/>
        </w:rPr>
        <w:t>)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Ми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ћемо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израчунати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податке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из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т</w:t>
      </w:r>
      <w:r>
        <w:rPr>
          <w:rFonts w:cs="Arial"/>
          <w:lang w:val="sr-Latn-CS" w:eastAsia="sr-Latn-CS"/>
        </w:rPr>
        <w:t>абеле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8.</w:t>
      </w:r>
      <w:r w:rsidRPr="0095267B">
        <w:rPr>
          <w:rFonts w:cs="Arial"/>
          <w:lang w:val="sr-Latn-CS" w:eastAsia="sr-Latn-CS"/>
        </w:rPr>
        <w:t xml:space="preserve">1. </w:t>
      </w:r>
      <w:r>
        <w:rPr>
          <w:rFonts w:cs="Arial"/>
          <w:lang w:val="it-IT" w:eastAsia="sr-Latn-CS"/>
        </w:rPr>
        <w:t>Имамо</w:t>
      </w:r>
      <w:r>
        <w:rPr>
          <w:rFonts w:cs="Arial"/>
          <w:lang w:val="sr-Cyrl-CS" w:eastAsia="sr-Latn-CS"/>
        </w:rPr>
        <w:t xml:space="preserve"> да је</w:t>
      </w:r>
    </w:p>
    <w:p w:rsidR="00B26E39" w:rsidRPr="00E8441C" w:rsidRDefault="00B26E39" w:rsidP="00B26E39">
      <w:pPr>
        <w:pStyle w:val="Equation1"/>
        <w:spacing w:after="120"/>
        <w:rPr>
          <w:noProof/>
          <w:lang w:val="sr-Cyrl-CS"/>
        </w:rPr>
      </w:pPr>
      <w:r w:rsidRPr="00E8441C">
        <w:rPr>
          <w:noProof/>
          <w:position w:val="-46"/>
          <w:lang w:val="en-US"/>
        </w:rPr>
        <w:object w:dxaOrig="2160" w:dyaOrig="1100">
          <v:shape id="_x0000_i1030" type="#_x0000_t75" style="width:108.3pt;height:55.1pt" o:ole="">
            <v:imagedata r:id="rId21" o:title=""/>
          </v:shape>
          <o:OLEObject Type="Embed" ProgID="Equation.3" ShapeID="_x0000_i1030" DrawAspect="Content" ObjectID="_1566933498" r:id="rId22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noProof/>
          <w:position w:val="-34"/>
          <w:lang w:val="en-US"/>
        </w:rPr>
        <w:object w:dxaOrig="1800" w:dyaOrig="780">
          <v:shape id="_x0000_i1031" type="#_x0000_t75" style="width:90.15pt;height:38.8pt" o:ole="">
            <v:imagedata r:id="rId23" o:title=""/>
          </v:shape>
          <o:OLEObject Type="Embed" ProgID="Equation.3" ShapeID="_x0000_i1031" DrawAspect="Content" ObjectID="_1566933499" r:id="rId24"/>
        </w:object>
      </w:r>
      <w:r>
        <w:rPr>
          <w:noProof/>
          <w:lang w:val="sr-Cyrl-CS"/>
        </w:rPr>
        <w:tab/>
      </w:r>
      <w:r>
        <w:rPr>
          <w:noProof/>
          <w:lang w:val="sr-Cyrl-CS"/>
        </w:rPr>
        <w:tab/>
      </w:r>
      <w:r w:rsidRPr="00E8441C">
        <w:rPr>
          <w:position w:val="-50"/>
        </w:rPr>
        <w:object w:dxaOrig="1939" w:dyaOrig="1040">
          <v:shape id="_x0000_i1032" type="#_x0000_t75" style="width:97.05pt;height:51.95pt" o:ole="">
            <v:imagedata r:id="rId25" o:title=""/>
          </v:shape>
          <o:OLEObject Type="Embed" ProgID="Equation.3" ShapeID="_x0000_i1032" DrawAspect="Content" ObjectID="_1566933500" r:id="rId26"/>
        </w:object>
      </w:r>
    </w:p>
    <w:p w:rsidR="00B26E39" w:rsidRDefault="00B26E39" w:rsidP="00B26E39">
      <w:pPr>
        <w:spacing w:before="0"/>
        <w:ind w:firstLine="567"/>
        <w:rPr>
          <w:lang w:val="sr-Cyrl-CS" w:eastAsia="sr-Latn-CS"/>
        </w:rPr>
      </w:pPr>
      <w:r w:rsidRPr="00E8441C">
        <w:rPr>
          <w:position w:val="-20"/>
          <w:lang w:val="sr-Cyrl-CS" w:eastAsia="sr-Latn-CS"/>
        </w:rPr>
        <w:object w:dxaOrig="6560" w:dyaOrig="680">
          <v:shape id="_x0000_i1033" type="#_x0000_t75" style="width:328.05pt;height:33.8pt" o:ole="">
            <v:imagedata r:id="rId27" o:title=""/>
          </v:shape>
          <o:OLEObject Type="Embed" ProgID="Equation.3" ShapeID="_x0000_i1033" DrawAspect="Content" ObjectID="_1566933501" r:id="rId28"/>
        </w:object>
      </w:r>
    </w:p>
    <w:p w:rsidR="00B26E39" w:rsidRDefault="00B26E39" w:rsidP="00B26E39">
      <w:pPr>
        <w:spacing w:before="0"/>
        <w:ind w:firstLine="567"/>
        <w:rPr>
          <w:rFonts w:cs="Arial"/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6360" w:dyaOrig="680">
          <v:shape id="_x0000_i1034" type="#_x0000_t75" style="width:318.05pt;height:33.8pt" o:ole="">
            <v:imagedata r:id="rId29" o:title=""/>
          </v:shape>
          <o:OLEObject Type="Embed" ProgID="Equation.3" ShapeID="_x0000_i1034" DrawAspect="Content" ObjectID="_1566933502" r:id="rId30"/>
        </w:object>
      </w:r>
    </w:p>
    <w:p w:rsidR="00B26E39" w:rsidRDefault="00B26E39" w:rsidP="00B26E39">
      <w:pPr>
        <w:spacing w:before="0"/>
        <w:ind w:firstLine="567"/>
        <w:rPr>
          <w:lang w:val="sr-Cyrl-CS" w:eastAsia="sr-Latn-CS"/>
        </w:rPr>
      </w:pPr>
      <w:r w:rsidRPr="00E8441C">
        <w:rPr>
          <w:rFonts w:cs="Arial"/>
          <w:position w:val="-20"/>
          <w:lang w:val="sr-Cyrl-CS" w:eastAsia="sr-Latn-CS"/>
        </w:rPr>
        <w:object w:dxaOrig="8440" w:dyaOrig="639">
          <v:shape id="_x0000_i1035" type="#_x0000_t75" style="width:422pt;height:31.95pt" o:ole="">
            <v:imagedata r:id="rId31" o:title=""/>
          </v:shape>
          <o:OLEObject Type="Embed" ProgID="Equation.3" ShapeID="_x0000_i1035" DrawAspect="Content" ObjectID="_1566933503" r:id="rId32"/>
        </w:object>
      </w:r>
    </w:p>
    <w:p w:rsidR="00B26E39" w:rsidRDefault="00B26E39" w:rsidP="00B26E39">
      <w:pPr>
        <w:spacing w:before="0"/>
        <w:ind w:firstLine="567"/>
        <w:rPr>
          <w:lang w:val="sr-Cyrl-CS" w:eastAsia="sr-Latn-CS"/>
        </w:rPr>
      </w:pPr>
    </w:p>
    <w:p w:rsidR="00B26E39" w:rsidRDefault="00B26E39" w:rsidP="00B26E39">
      <w:pPr>
        <w:spacing w:before="0"/>
        <w:rPr>
          <w:rFonts w:cs="Arial"/>
          <w:lang w:val="sr-Cyrl-CS" w:eastAsia="sr-Latn-CS"/>
        </w:rPr>
      </w:pPr>
      <w:r w:rsidRPr="00695B6D">
        <w:rPr>
          <w:rFonts w:cs="Arial"/>
          <w:lang w:val="sr-Cyrl-CS" w:eastAsia="sr-Latn-CS"/>
        </w:rPr>
        <w:t xml:space="preserve">Не треба нам </w:t>
      </w:r>
      <w:r>
        <w:rPr>
          <w:rFonts w:cs="Arial"/>
          <w:lang w:val="sr-Cyrl-CS" w:eastAsia="sr-Latn-CS"/>
        </w:rPr>
        <w:t>сума</w:t>
      </w:r>
      <w:r w:rsidRPr="00695B6D">
        <w:rPr>
          <w:rFonts w:cs="Arial"/>
          <w:lang w:val="sr-Cyrl-CS" w:eastAsia="sr-Latn-CS"/>
        </w:rPr>
        <w:t xml:space="preserve"> квадрата за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695B6D">
        <w:rPr>
          <w:rFonts w:cs="Arial"/>
          <w:lang w:val="sr-Cyrl-CS" w:eastAsia="sr-Latn-CS"/>
        </w:rPr>
        <w:t xml:space="preserve"> још увек, али биће нам потребн</w:t>
      </w:r>
      <w:r>
        <w:rPr>
          <w:rFonts w:cs="Arial"/>
          <w:lang w:val="sr-Cyrl-CS" w:eastAsia="sr-Latn-CS"/>
        </w:rPr>
        <w:t>а</w:t>
      </w:r>
      <w:r w:rsidRPr="00695B6D">
        <w:rPr>
          <w:rFonts w:cs="Arial"/>
          <w:lang w:val="sr-Cyrl-CS" w:eastAsia="sr-Latn-CS"/>
        </w:rPr>
        <w:t xml:space="preserve"> касније.</w:t>
      </w:r>
    </w:p>
    <w:p w:rsidR="00B26E39" w:rsidRDefault="00B26E39" w:rsidP="00B26E39">
      <w:pPr>
        <w:pStyle w:val="Equation1"/>
        <w:rPr>
          <w:lang w:val="sr-Cyrl-CS" w:eastAsia="sr-Latn-CS"/>
        </w:rPr>
      </w:pPr>
      <w:r w:rsidRPr="00C80704">
        <w:rPr>
          <w:position w:val="-20"/>
          <w:lang w:val="sr-Latn-CS" w:eastAsia="sr-Latn-CS"/>
        </w:rPr>
        <w:object w:dxaOrig="3120" w:dyaOrig="540">
          <v:shape id="_x0000_i1036" type="#_x0000_t75" style="width:155.9pt;height:26.9pt" o:ole="">
            <v:imagedata r:id="rId33" o:title=""/>
          </v:shape>
          <o:OLEObject Type="Embed" ProgID="Equation.3" ShapeID="_x0000_i1036" DrawAspect="Content" ObjectID="_1566933504" r:id="rId34"/>
        </w:object>
      </w:r>
    </w:p>
    <w:p w:rsidR="00B26E39" w:rsidRPr="00C80704" w:rsidRDefault="00B26E39" w:rsidP="00B26E39">
      <w:pPr>
        <w:pStyle w:val="Equation1"/>
        <w:rPr>
          <w:lang w:val="sr-Cyrl-CS" w:eastAsia="sr-Latn-CS"/>
        </w:rPr>
      </w:pPr>
      <w:r w:rsidRPr="00C80704">
        <w:rPr>
          <w:position w:val="-10"/>
          <w:lang w:val="sr-Latn-CS" w:eastAsia="sr-Latn-CS"/>
        </w:rPr>
        <w:object w:dxaOrig="4780" w:dyaOrig="340">
          <v:shape id="_x0000_i1037" type="#_x0000_t75" style="width:239.15pt;height:16.9pt" o:ole="">
            <v:imagedata r:id="rId35" o:title=""/>
          </v:shape>
          <o:OLEObject Type="Embed" ProgID="Equation.3" ShapeID="_x0000_i1037" DrawAspect="Content" ObjectID="_1566933505" r:id="rId36"/>
        </w:object>
      </w:r>
    </w:p>
    <w:p w:rsidR="00B26E39" w:rsidRPr="00C80704" w:rsidRDefault="00B26E39" w:rsidP="00B26E39">
      <w:pPr>
        <w:spacing w:before="0"/>
        <w:rPr>
          <w:rFonts w:cs="Arial"/>
          <w:lang w:val="sr-Cyrl-CS" w:eastAsia="sr-Latn-CS"/>
        </w:rPr>
      </w:pPr>
    </w:p>
    <w:p w:rsidR="00B26E39" w:rsidRPr="0095267B" w:rsidRDefault="00B26E39" w:rsidP="00B26E39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туда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једначина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регресије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висину</w:t>
      </w:r>
    </w:p>
    <w:p w:rsidR="00B26E39" w:rsidRPr="002F0438" w:rsidRDefault="00B26E39" w:rsidP="00B26E39">
      <w:pPr>
        <w:pStyle w:val="Equation1"/>
        <w:rPr>
          <w:lang w:val="sr-Cyrl-CS" w:eastAsia="sr-Latn-CS"/>
        </w:rPr>
      </w:pPr>
      <w:r w:rsidRPr="000C6780">
        <w:rPr>
          <w:lang w:val="sr-Latn-CS" w:eastAsia="sr-Latn-CS"/>
        </w:rPr>
        <w:t>FEV</w:t>
      </w:r>
      <w:r>
        <w:rPr>
          <w:lang w:val="sr-Cyrl-CS" w:eastAsia="sr-Latn-CS"/>
        </w:rPr>
        <w:t xml:space="preserve"> (литар)</w:t>
      </w:r>
      <w:r w:rsidRPr="000C6780">
        <w:rPr>
          <w:lang w:val="sr-Latn-CS" w:eastAsia="sr-Latn-CS"/>
        </w:rPr>
        <w:t xml:space="preserve"> = -9.19 + 0.0744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>висина (цм)</w:t>
      </w:r>
    </w:p>
    <w:p w:rsidR="00B26E39" w:rsidRDefault="0031424A" w:rsidP="00B26E39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458845" cy="2544445"/>
            <wp:effectExtent l="19050" t="0" r="8255" b="0"/>
            <wp:docPr id="18" name="Picture 18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Slika 8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8845" cy="25444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Default="00B26E39" w:rsidP="00B26E39">
      <w:pPr>
        <w:pStyle w:val="Figure1"/>
        <w:spacing w:after="0"/>
        <w:rPr>
          <w:rFonts w:cs="Arial"/>
          <w:lang w:val="it-IT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4</w:t>
      </w:r>
      <w:r>
        <w:rPr>
          <w:lang w:val="sr-Cyrl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Регресиј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висину</w:t>
      </w:r>
    </w:p>
    <w:p w:rsidR="00B26E39" w:rsidRDefault="00B26E39" w:rsidP="00B26E39">
      <w:pPr>
        <w:spacing w:before="0"/>
        <w:ind w:firstLine="567"/>
        <w:rPr>
          <w:rFonts w:cs="Arial"/>
          <w:lang w:val="sr-Cyrl-CS" w:eastAsia="sr-Latn-CS"/>
        </w:rPr>
      </w:pPr>
    </w:p>
    <w:p w:rsidR="00B26E39" w:rsidRPr="0095267B" w:rsidRDefault="00B26E39" w:rsidP="00B26E39">
      <w:pPr>
        <w:spacing w:before="0"/>
        <w:ind w:firstLine="567"/>
        <w:rPr>
          <w:rFonts w:cs="Arial"/>
          <w:lang w:val="it-IT" w:eastAsia="sr-Latn-CS"/>
        </w:rPr>
      </w:pPr>
      <w:r>
        <w:rPr>
          <w:rFonts w:cs="Arial"/>
          <w:lang w:val="sv-SE" w:eastAsia="sr-Latn-CS"/>
        </w:rPr>
        <w:t>Слика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8.</w:t>
      </w:r>
      <w:r w:rsidRPr="0095267B">
        <w:rPr>
          <w:rFonts w:cs="Arial"/>
          <w:lang w:val="sv-SE" w:eastAsia="sr-Latn-CS"/>
        </w:rPr>
        <w:t xml:space="preserve">4 </w:t>
      </w:r>
      <w:r>
        <w:rPr>
          <w:rFonts w:cs="Arial"/>
          <w:lang w:val="sv-SE" w:eastAsia="sr-Latn-CS"/>
        </w:rPr>
        <w:t>приказује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нацртану 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Коефицијенти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имају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X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Latn-CS" w:eastAsia="sr-Latn-CS"/>
        </w:rPr>
        <w:t>и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метрима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95267B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нађемо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помножено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100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дало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>= 7</w:t>
      </w:r>
      <w:r>
        <w:rPr>
          <w:rFonts w:cs="Arial"/>
          <w:lang w:val="sr-Cyrl-CS" w:eastAsia="sr-Latn-CS"/>
        </w:rPr>
        <w:t>.</w:t>
      </w:r>
      <w:r w:rsidRPr="0095267B">
        <w:rPr>
          <w:rFonts w:cs="Arial"/>
          <w:lang w:val="it-IT" w:eastAsia="sr-Latn-CS"/>
        </w:rPr>
        <w:t xml:space="preserve">4389 </w:t>
      </w:r>
      <w:r>
        <w:rPr>
          <w:rFonts w:cs="Arial"/>
          <w:lang w:val="it-IT" w:eastAsia="sr-Latn-CS"/>
        </w:rPr>
        <w:t>литара</w:t>
      </w:r>
      <w:r w:rsidRPr="0095267B">
        <w:rPr>
          <w:rFonts w:cs="Arial"/>
          <w:lang w:val="it-IT" w:eastAsia="sr-Latn-CS"/>
        </w:rPr>
        <w:t>/</w:t>
      </w:r>
      <w:r>
        <w:rPr>
          <w:rFonts w:cs="Arial"/>
          <w:lang w:val="it-IT" w:eastAsia="sr-Latn-CS"/>
        </w:rPr>
        <w:t>м.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B26E39" w:rsidRPr="000C6780" w:rsidRDefault="00B26E39" w:rsidP="00B26E39">
      <w:pPr>
        <w:pStyle w:val="Equation1"/>
        <w:rPr>
          <w:lang w:val="sr-Latn-CS" w:eastAsia="sr-Latn-CS"/>
        </w:rPr>
      </w:pPr>
      <w:r w:rsidRPr="000C6780">
        <w:rPr>
          <w:lang w:val="sr-Latn-CS" w:eastAsia="sr-Latn-CS"/>
        </w:rPr>
        <w:t>FEV1 (</w:t>
      </w:r>
      <w:r>
        <w:rPr>
          <w:lang w:val="sr-Cyrl-CS" w:eastAsia="sr-Latn-CS"/>
        </w:rPr>
        <w:t>литар</w:t>
      </w:r>
      <w:r w:rsidRPr="000C6780">
        <w:rPr>
          <w:lang w:val="sr-Latn-CS" w:eastAsia="sr-Latn-CS"/>
        </w:rPr>
        <w:t xml:space="preserve">) = -9.19 + 7.44 </w:t>
      </w:r>
      <w:r>
        <w:rPr>
          <w:lang w:val="sr-Latn-CS" w:eastAsia="sr-Latn-CS"/>
        </w:rPr>
        <w:t>x</w:t>
      </w:r>
      <w:r w:rsidRPr="000C6780">
        <w:rPr>
          <w:lang w:val="sr-Latn-CS" w:eastAsia="sr-Latn-CS"/>
        </w:rPr>
        <w:t xml:space="preserve"> </w:t>
      </w:r>
      <w:r>
        <w:rPr>
          <w:lang w:val="sr-Cyrl-CS" w:eastAsia="sr-Latn-CS"/>
        </w:rPr>
        <w:t xml:space="preserve">висина </w:t>
      </w:r>
      <w:r w:rsidRPr="000C6780">
        <w:rPr>
          <w:lang w:val="sr-Latn-CS" w:eastAsia="sr-Latn-CS"/>
        </w:rPr>
        <w:t>(m)</w:t>
      </w:r>
    </w:p>
    <w:p w:rsidR="00B26E39" w:rsidRDefault="00B26E39" w:rsidP="00B26E39">
      <w:pPr>
        <w:spacing w:before="0"/>
        <w:rPr>
          <w:rFonts w:cs="Arial"/>
          <w:lang w:val="sv-SE" w:eastAsia="sr-Latn-CS"/>
        </w:rPr>
      </w:pPr>
    </w:p>
    <w:p w:rsidR="00B26E39" w:rsidRDefault="00B26E39" w:rsidP="00B26E39">
      <w:pPr>
        <w:spacing w:before="0"/>
        <w:rPr>
          <w:rFonts w:cs="Arial"/>
          <w:lang w:val="sv-SE" w:eastAsia="sr-Latn-CS"/>
        </w:rPr>
      </w:pP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во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потпуно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линија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дијаграму растурања</w:t>
      </w:r>
      <w:r w:rsidRPr="0095267B">
        <w:rPr>
          <w:rFonts w:cs="Arial"/>
          <w:lang w:val="sv-SE" w:eastAsia="sr-Latn-CS"/>
        </w:rPr>
        <w:t>.</w:t>
      </w:r>
    </w:p>
    <w:p w:rsidR="00B26E39" w:rsidRDefault="0031424A" w:rsidP="00B26E39">
      <w:pPr>
        <w:pStyle w:val="Figure1"/>
        <w:rPr>
          <w:rFonts w:cs="Arial"/>
          <w:color w:val="0A0905"/>
          <w:lang w:val="sr-Latn-CS" w:eastAsia="sr-Latn-CS"/>
        </w:rPr>
      </w:pPr>
      <w:r>
        <w:rPr>
          <w:rFonts w:cs="Arial"/>
          <w:noProof/>
          <w:color w:val="0A0905"/>
          <w:lang w:val="en-US"/>
        </w:rPr>
        <w:drawing>
          <wp:inline distT="0" distB="0" distL="0" distR="0">
            <wp:extent cx="2934335" cy="2313940"/>
            <wp:effectExtent l="19050" t="0" r="0" b="0"/>
            <wp:docPr id="19" name="Picture 19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Slika 8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335" cy="231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Default="00B26E39" w:rsidP="00B26E39">
      <w:pPr>
        <w:pStyle w:val="Figure1"/>
        <w:rPr>
          <w:rFonts w:cs="Arial"/>
          <w:lang w:val="sr-Cyrl-CS" w:eastAsia="sr-Latn-CS"/>
        </w:rPr>
      </w:pPr>
      <w:r>
        <w:rPr>
          <w:lang w:val="sr-Latn-CS" w:eastAsia="sr-Latn-CS"/>
        </w:rPr>
        <w:t>Слика</w:t>
      </w:r>
      <w:r w:rsidRPr="00876E0C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 w:rsidRPr="00876E0C">
        <w:rPr>
          <w:lang w:val="sr-Latn-CS" w:eastAsia="sr-Latn-CS"/>
        </w:rPr>
        <w:t>5</w:t>
      </w:r>
      <w:r>
        <w:rPr>
          <w:lang w:val="sr-Latn-CS" w:eastAsia="sr-Latn-CS"/>
        </w:rPr>
        <w:t xml:space="preserve"> </w:t>
      </w:r>
      <w:r w:rsidRPr="00876E0C">
        <w:rPr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Л</w:t>
      </w:r>
      <w:r>
        <w:rPr>
          <w:rFonts w:cs="Arial"/>
          <w:lang w:val="it-IT" w:eastAsia="sr-Latn-CS"/>
        </w:rPr>
        <w:t>иниј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податке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8.1</w:t>
      </w:r>
    </w:p>
    <w:p w:rsidR="00B26E39" w:rsidRDefault="00B26E39" w:rsidP="00B26E39">
      <w:pPr>
        <w:pStyle w:val="Figure1"/>
        <w:spacing w:before="0" w:after="0"/>
        <w:jc w:val="both"/>
        <w:rPr>
          <w:rFonts w:cs="Arial"/>
          <w:lang w:val="sr-Latn-CS" w:eastAsia="sr-Latn-CS"/>
        </w:rPr>
      </w:pPr>
      <w:r>
        <w:rPr>
          <w:rFonts w:cs="Arial"/>
          <w:lang w:val="sr-Cyrl-CS" w:eastAsia="sr-Latn-CS"/>
        </w:rPr>
        <w:lastRenderedPageBreak/>
        <w:tab/>
        <w:t xml:space="preserve">Шта се дешава ако променимо наш избор променљивих исхода и предиктора? Регресиона једначина висине на </w:t>
      </w:r>
      <w:r>
        <w:rPr>
          <w:rFonts w:cs="Arial"/>
          <w:lang w:val="sv-SE" w:eastAsia="sr-Latn-CS"/>
        </w:rPr>
        <w:t>FEV1</w:t>
      </w:r>
      <w:r>
        <w:rPr>
          <w:rFonts w:cs="Arial"/>
          <w:lang w:val="sr-Cyrl-CS" w:eastAsia="sr-Latn-CS"/>
        </w:rPr>
        <w:t xml:space="preserve"> је</w:t>
      </w:r>
    </w:p>
    <w:p w:rsidR="00B26E39" w:rsidRDefault="00B26E39" w:rsidP="00B26E39">
      <w:pPr>
        <w:pStyle w:val="Equation1"/>
        <w:rPr>
          <w:lang w:val="sr-Latn-CS" w:eastAsia="sr-Latn-CS"/>
        </w:rPr>
      </w:pPr>
      <w:r>
        <w:rPr>
          <w:lang w:val="sr-Cyrl-CS" w:eastAsia="sr-Latn-CS"/>
        </w:rPr>
        <w:t>висина</w:t>
      </w:r>
      <w:r w:rsidRPr="00370AEB">
        <w:rPr>
          <w:lang w:val="sr-Cyrl-CS" w:eastAsia="sr-Latn-CS"/>
        </w:rPr>
        <w:t xml:space="preserve"> = 158 + 4.54 </w:t>
      </w:r>
      <w:r>
        <w:rPr>
          <w:lang w:val="sr-Cyrl-CS" w:eastAsia="sr-Latn-CS"/>
        </w:rPr>
        <w:t>x</w:t>
      </w:r>
      <w:r w:rsidRPr="00370AEB">
        <w:rPr>
          <w:lang w:val="sr-Cyrl-CS" w:eastAsia="sr-Latn-CS"/>
        </w:rPr>
        <w:t xml:space="preserve"> FEV1</w:t>
      </w:r>
    </w:p>
    <w:p w:rsidR="00B26E39" w:rsidRDefault="00B26E39" w:rsidP="00B26E39">
      <w:pPr>
        <w:pStyle w:val="Figure1"/>
        <w:spacing w:before="0" w:after="0"/>
        <w:jc w:val="both"/>
        <w:rPr>
          <w:rFonts w:cs="Arial"/>
          <w:lang w:val="sr-Latn-CS" w:eastAsia="sr-Latn-CS"/>
        </w:rPr>
      </w:pPr>
    </w:p>
    <w:p w:rsidR="00B26E39" w:rsidRDefault="00B26E39" w:rsidP="00B26E39">
      <w:pPr>
        <w:spacing w:before="0"/>
        <w:ind w:firstLine="567"/>
        <w:rPr>
          <w:lang w:val="sr-Cyrl-CS" w:eastAsia="sr-Latn-CS"/>
        </w:rPr>
      </w:pPr>
      <w:r>
        <w:rPr>
          <w:lang w:val="sr-Cyrl-CS" w:eastAsia="sr-Latn-CS"/>
        </w:rPr>
        <w:t xml:space="preserve">Ово није исто као линија регресије </w:t>
      </w:r>
      <w:r>
        <w:rPr>
          <w:lang w:val="sv-SE" w:eastAsia="sr-Latn-CS"/>
        </w:rPr>
        <w:t>FEV1</w:t>
      </w:r>
      <w:r>
        <w:rPr>
          <w:lang w:val="sr-Cyrl-CS" w:eastAsia="sr-Latn-CS"/>
        </w:rPr>
        <w:t xml:space="preserve"> на висину. Ако преуредимо ову једначину дељењем сваке стране са 4.54 добијамо</w:t>
      </w:r>
    </w:p>
    <w:p w:rsidR="00B26E39" w:rsidRDefault="00B26E39" w:rsidP="00B26E39">
      <w:pPr>
        <w:pStyle w:val="Equation1"/>
        <w:rPr>
          <w:lang w:val="sr-Cyrl-CS" w:eastAsia="sr-Latn-CS"/>
        </w:rPr>
      </w:pPr>
      <w:r w:rsidRPr="00370AEB">
        <w:rPr>
          <w:lang w:val="sr-Cyrl-CS" w:eastAsia="sr-Latn-CS"/>
        </w:rPr>
        <w:t>FEV1</w:t>
      </w:r>
      <w:r w:rsidRPr="004875C7">
        <w:rPr>
          <w:lang w:val="sr-Cyrl-CS"/>
        </w:rPr>
        <w:t xml:space="preserve"> </w:t>
      </w:r>
      <w:r w:rsidRPr="00370AEB">
        <w:rPr>
          <w:lang w:val="sr-Cyrl-CS" w:eastAsia="sr-Latn-CS"/>
        </w:rPr>
        <w:t xml:space="preserve">= </w:t>
      </w:r>
      <w:r w:rsidRPr="00EC3542">
        <w:rPr>
          <w:lang w:val="sr-Cyrl-CS" w:eastAsia="sr-Latn-CS"/>
        </w:rPr>
        <w:t xml:space="preserve">-34.8 + 0.220 </w:t>
      </w:r>
      <w:r>
        <w:rPr>
          <w:lang w:val="sr-Cyrl-CS" w:eastAsia="sr-Latn-CS"/>
        </w:rPr>
        <w:t>x висина</w:t>
      </w:r>
      <w:bookmarkStart w:id="25" w:name="_Toc261678990"/>
      <w:bookmarkStart w:id="26" w:name="_Toc270439721"/>
      <w:bookmarkStart w:id="27" w:name="_Toc275802077"/>
      <w:bookmarkStart w:id="28" w:name="_Toc276133662"/>
    </w:p>
    <w:p w:rsidR="00B26E39" w:rsidRDefault="00B26E39" w:rsidP="00B26E39">
      <w:pPr>
        <w:spacing w:before="0"/>
        <w:rPr>
          <w:lang w:val="sr-Latn-CS" w:eastAsia="sr-Latn-CS"/>
        </w:rPr>
      </w:pPr>
    </w:p>
    <w:p w:rsidR="00B26E39" w:rsidRDefault="00B26E39" w:rsidP="00B26E39">
      <w:pPr>
        <w:spacing w:before="0"/>
        <w:ind w:firstLine="567"/>
        <w:rPr>
          <w:b/>
          <w:bCs/>
          <w:lang w:val="sr-Cyrl-CS" w:eastAsia="sr-Latn-CS"/>
        </w:rPr>
      </w:pPr>
      <w:r w:rsidRPr="003225C8">
        <w:rPr>
          <w:lang w:val="sr-Cyrl-CS" w:eastAsia="sr-Latn-CS"/>
        </w:rPr>
        <w:t>Нагиб регреси</w:t>
      </w:r>
      <w:r>
        <w:rPr>
          <w:lang w:val="sr-Latn-CS" w:eastAsia="sr-Latn-CS"/>
        </w:rPr>
        <w:t>je</w:t>
      </w:r>
      <w:r w:rsidRPr="003225C8">
        <w:rPr>
          <w:lang w:val="sr-Cyrl-CS" w:eastAsia="sr-Latn-CS"/>
        </w:rPr>
        <w:t xml:space="preserve"> висине</w:t>
      </w:r>
      <w:r>
        <w:rPr>
          <w:lang w:val="sr-Cyrl-CS" w:eastAsia="sr-Latn-CS"/>
        </w:rPr>
        <w:t xml:space="preserve"> </w:t>
      </w:r>
      <w:r w:rsidRPr="003225C8">
        <w:rPr>
          <w:lang w:val="sr-Cyrl-CS" w:eastAsia="sr-Latn-CS"/>
        </w:rPr>
        <w:t xml:space="preserve">на </w:t>
      </w:r>
      <w:r w:rsidRPr="00370AEB">
        <w:rPr>
          <w:lang w:val="sr-Cyrl-CS" w:eastAsia="sr-Latn-CS"/>
        </w:rPr>
        <w:t>FEV1</w:t>
      </w:r>
      <w:r w:rsidRPr="004875C7">
        <w:rPr>
          <w:lang w:val="sr-Cyrl-CS"/>
        </w:rPr>
        <w:t xml:space="preserve"> </w:t>
      </w:r>
      <w:r w:rsidRPr="003225C8">
        <w:rPr>
          <w:lang w:val="sr-Cyrl-CS" w:eastAsia="sr-Latn-CS"/>
        </w:rPr>
        <w:t xml:space="preserve">је већи него </w:t>
      </w:r>
      <w:r w:rsidRPr="00370AEB">
        <w:rPr>
          <w:lang w:val="sr-Cyrl-CS" w:eastAsia="sr-Latn-CS"/>
        </w:rPr>
        <w:t>FEV1</w:t>
      </w:r>
      <w:r w:rsidRPr="003225C8">
        <w:rPr>
          <w:lang w:val="sr-Cyrl-CS" w:eastAsia="sr-Latn-CS"/>
        </w:rPr>
        <w:t xml:space="preserve"> на висин</w:t>
      </w:r>
      <w:r>
        <w:rPr>
          <w:lang w:val="sr-Latn-CS" w:eastAsia="sr-Latn-CS"/>
        </w:rPr>
        <w:t>у</w:t>
      </w:r>
      <w:r w:rsidRPr="003225C8">
        <w:rPr>
          <w:lang w:val="sr-Cyrl-CS" w:eastAsia="sr-Latn-CS"/>
        </w:rPr>
        <w:t xml:space="preserve"> (слика </w:t>
      </w:r>
      <w:r>
        <w:rPr>
          <w:lang w:val="sr-Cyrl-CS" w:eastAsia="sr-Latn-CS"/>
        </w:rPr>
        <w:t>8</w:t>
      </w:r>
      <w:r w:rsidRPr="003225C8">
        <w:rPr>
          <w:lang w:val="sr-Cyrl-CS" w:eastAsia="sr-Latn-CS"/>
        </w:rPr>
        <w:t>.5). У принципу, нагиб регреси</w:t>
      </w:r>
      <w:r>
        <w:rPr>
          <w:lang w:val="sr-Latn-CS" w:eastAsia="sr-Latn-CS"/>
        </w:rPr>
        <w:t>je</w:t>
      </w:r>
      <w:r w:rsidRPr="003225C8">
        <w:rPr>
          <w:lang w:val="sr-Cyrl-CS" w:eastAsia="sr-Latn-CS"/>
        </w:rPr>
        <w:t xml:space="preserve"> </w:t>
      </w:r>
      <w:r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на </w:t>
      </w:r>
      <w:r>
        <w:rPr>
          <w:lang w:val="sr-Latn-CS" w:eastAsia="sr-Latn-CS"/>
        </w:rPr>
        <w:t>Y</w:t>
      </w:r>
      <w:r w:rsidRPr="003225C8">
        <w:rPr>
          <w:lang w:val="sr-Cyrl-CS" w:eastAsia="sr-Latn-CS"/>
        </w:rPr>
        <w:t xml:space="preserve"> је већи него </w:t>
      </w:r>
      <w:r>
        <w:rPr>
          <w:lang w:val="sr-Latn-CS" w:eastAsia="sr-Latn-CS"/>
        </w:rPr>
        <w:t>Y</w:t>
      </w:r>
      <w:r w:rsidRPr="003225C8">
        <w:rPr>
          <w:lang w:val="sr-Cyrl-CS" w:eastAsia="sr-Latn-CS"/>
        </w:rPr>
        <w:t xml:space="preserve"> на </w:t>
      </w:r>
      <w:r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, када је </w:t>
      </w:r>
      <w:r>
        <w:rPr>
          <w:lang w:val="sr-Latn-CS" w:eastAsia="sr-Latn-CS"/>
        </w:rPr>
        <w:t>X</w:t>
      </w:r>
      <w:r w:rsidRPr="003225C8">
        <w:rPr>
          <w:lang w:val="sr-Cyrl-CS" w:eastAsia="sr-Latn-CS"/>
        </w:rPr>
        <w:t xml:space="preserve"> хоризонталн</w:t>
      </w:r>
      <w:r>
        <w:rPr>
          <w:lang w:val="sr-Cyrl-CS" w:eastAsia="sr-Latn-CS"/>
        </w:rPr>
        <w:t>а</w:t>
      </w:r>
      <w:r w:rsidRPr="003225C8">
        <w:rPr>
          <w:lang w:val="sr-Cyrl-CS" w:eastAsia="sr-Latn-CS"/>
        </w:rPr>
        <w:t xml:space="preserve"> ос</w:t>
      </w:r>
      <w:r>
        <w:rPr>
          <w:lang w:val="sr-Cyrl-CS" w:eastAsia="sr-Latn-CS"/>
        </w:rPr>
        <w:t>а</w:t>
      </w:r>
      <w:r w:rsidRPr="003225C8">
        <w:rPr>
          <w:lang w:val="sr-Cyrl-CS" w:eastAsia="sr-Latn-CS"/>
        </w:rPr>
        <w:t>. Само ако све тачке леже тачно на правој линији две једначине су ист</w:t>
      </w:r>
      <w:r>
        <w:rPr>
          <w:lang w:val="sr-Cyrl-CS" w:eastAsia="sr-Latn-CS"/>
        </w:rPr>
        <w:t>е</w:t>
      </w:r>
      <w:r w:rsidRPr="003225C8">
        <w:rPr>
          <w:lang w:val="sr-Cyrl-CS" w:eastAsia="sr-Latn-CS"/>
        </w:rPr>
        <w:t>.</w:t>
      </w:r>
    </w:p>
    <w:p w:rsidR="00B26E39" w:rsidRPr="00575E78" w:rsidRDefault="00B26E39" w:rsidP="00B26E39">
      <w:pPr>
        <w:pStyle w:val="Heading3"/>
        <w:rPr>
          <w:lang w:val="sr-Latn-CS" w:eastAsia="sr-Latn-CS"/>
        </w:rPr>
      </w:pPr>
      <w:bookmarkStart w:id="29" w:name="_Toc277091586"/>
      <w:bookmarkStart w:id="30" w:name="_Toc291506719"/>
      <w:r>
        <w:rPr>
          <w:lang w:val="sr-Latn-CS" w:eastAsia="sr-Latn-CS"/>
        </w:rPr>
        <w:t>8.</w:t>
      </w:r>
      <w:r>
        <w:rPr>
          <w:lang w:val="sr-Cyrl-CS" w:eastAsia="sr-Latn-CS"/>
        </w:rPr>
        <w:t>4</w:t>
      </w:r>
      <w:r w:rsidRPr="00575E78">
        <w:rPr>
          <w:lang w:val="sr-Latn-CS" w:eastAsia="sr-Latn-CS"/>
        </w:rPr>
        <w:t xml:space="preserve"> </w:t>
      </w:r>
      <w:bookmarkEnd w:id="25"/>
      <w:r w:rsidRPr="00695B6D">
        <w:rPr>
          <w:lang w:val="sr-Cyrl-CS" w:eastAsia="sr-Latn-CS"/>
        </w:rPr>
        <w:t>Стандардна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грешка</w:t>
      </w:r>
      <w:r w:rsidRPr="00575E78">
        <w:rPr>
          <w:lang w:val="sr-Latn-CS" w:eastAsia="sr-Latn-CS"/>
        </w:rPr>
        <w:t xml:space="preserve"> </w:t>
      </w:r>
      <w:r w:rsidRPr="00695B6D">
        <w:rPr>
          <w:lang w:val="sr-Cyrl-CS" w:eastAsia="sr-Latn-CS"/>
        </w:rPr>
        <w:t>коефицијента регресије</w:t>
      </w:r>
      <w:bookmarkEnd w:id="26"/>
      <w:bookmarkEnd w:id="27"/>
      <w:bookmarkEnd w:id="28"/>
      <w:bookmarkEnd w:id="29"/>
      <w:bookmarkEnd w:id="30"/>
    </w:p>
    <w:p w:rsidR="00B26E39" w:rsidRPr="0095267B" w:rsidRDefault="00B26E39" w:rsidP="00B26E39">
      <w:pPr>
        <w:spacing w:before="0"/>
        <w:rPr>
          <w:rFonts w:cs="Arial"/>
          <w:lang w:val="it-IT" w:eastAsia="sr-Latn-CS"/>
        </w:rPr>
      </w:pPr>
      <w:bookmarkStart w:id="31" w:name="_Toc261678991"/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поступку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желимо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знамо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поуздане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наше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радимо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проналазећи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тиме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интервале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</w:t>
      </w:r>
      <w:r>
        <w:rPr>
          <w:rFonts w:cs="Arial"/>
          <w:lang w:val="sr-Cyrl-CS" w:eastAsia="sr-Latn-CS"/>
        </w:rPr>
        <w:t>зе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коефицијентима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нулт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линеарна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зависност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Прво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налазимо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сум</w:t>
      </w:r>
      <w:r>
        <w:rPr>
          <w:rFonts w:cs="Arial"/>
          <w:lang w:val="sr-Cyrl-CS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тј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разлику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посматраних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F3713D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>
        <w:rPr>
          <w:rFonts w:cs="Arial"/>
          <w:i/>
          <w:iCs/>
          <w:color w:val="0A0905"/>
          <w:lang w:val="sr-Latn-CS" w:eastAsia="sr-Latn-CS"/>
        </w:rPr>
        <w:t xml:space="preserve"> 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>
        <w:rPr>
          <w:rFonts w:cs="Arial"/>
          <w:lang w:val="sr-Cyrl-CS" w:eastAsia="sr-Latn-CS"/>
        </w:rPr>
        <w:t xml:space="preserve">и </w:t>
      </w:r>
      <w:r>
        <w:rPr>
          <w:rFonts w:cs="Arial"/>
          <w:lang w:val="it-IT" w:eastAsia="sr-Latn-CS"/>
        </w:rPr>
        <w:t>вредности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предвиђених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регресионом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линијом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A7115B">
        <w:rPr>
          <w:noProof/>
          <w:position w:val="-14"/>
          <w:lang w:val="en-US"/>
        </w:rPr>
        <w:object w:dxaOrig="2580" w:dyaOrig="440">
          <v:shape id="_x0000_i1038" type="#_x0000_t75" style="width:128.95pt;height:21.9pt" o:ole="">
            <v:imagedata r:id="rId39" o:title=""/>
          </v:shape>
          <o:OLEObject Type="Embed" ProgID="Equation.3" ShapeID="_x0000_i1038" DrawAspect="Content" ObjectID="_1566933506" r:id="rId40"/>
        </w:object>
      </w:r>
    </w:p>
    <w:p w:rsidR="00B26E39" w:rsidRPr="0095267B" w:rsidRDefault="00B26E39" w:rsidP="00B26E39">
      <w:pPr>
        <w:spacing w:before="0"/>
        <w:rPr>
          <w:rFonts w:cs="Arial"/>
          <w:lang w:val="it-IT" w:eastAsia="sr-Latn-CS"/>
        </w:rPr>
      </w:pPr>
    </w:p>
    <w:p w:rsidR="00B26E39" w:rsidRPr="0095267B" w:rsidRDefault="00B26E39" w:rsidP="00B26E39">
      <w:pPr>
        <w:spacing w:before="0"/>
        <w:ind w:firstLine="567"/>
        <w:rPr>
          <w:rFonts w:cs="Arial"/>
          <w:color w:val="0A0905"/>
          <w:lang w:val="sr-Latn-CS" w:eastAsia="sr-Latn-CS"/>
        </w:rPr>
      </w:pPr>
      <w:r w:rsidRPr="00A7115B">
        <w:rPr>
          <w:noProof/>
          <w:position w:val="-14"/>
          <w:lang w:val="en-US"/>
        </w:rPr>
        <w:object w:dxaOrig="1140" w:dyaOrig="440">
          <v:shape id="_x0000_i1039" type="#_x0000_t75" style="width:56.95pt;height:21.9pt" o:ole="">
            <v:imagedata r:id="rId41" o:title=""/>
          </v:shape>
          <o:OLEObject Type="Embed" ProgID="Equation.3" ShapeID="_x0000_i1039" DrawAspect="Content" ObjectID="_1566933507" r:id="rId42"/>
        </w:object>
      </w:r>
      <w:r>
        <w:rPr>
          <w:rFonts w:cs="Arial"/>
          <w:noProof/>
          <w:color w:val="0A0905"/>
          <w:lang w:val="en-US"/>
        </w:rPr>
        <w:t>је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наравно</w:t>
      </w:r>
      <w:r w:rsidRPr="00575E78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en-US"/>
        </w:rPr>
        <w:t>укуп</w:t>
      </w:r>
      <w:r>
        <w:rPr>
          <w:rFonts w:cs="Arial"/>
          <w:noProof/>
          <w:color w:val="0A0905"/>
          <w:lang w:val="sr-Cyrl-CS"/>
        </w:rPr>
        <w:t>а</w:t>
      </w:r>
      <w:r>
        <w:rPr>
          <w:rFonts w:cs="Arial"/>
          <w:noProof/>
          <w:color w:val="0A0905"/>
          <w:lang w:val="en-US"/>
        </w:rPr>
        <w:t>н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збир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око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en-US"/>
        </w:rPr>
        <w:t>средине</w:t>
      </w:r>
      <w:r w:rsidRPr="00575E78">
        <w:rPr>
          <w:rFonts w:cs="Arial"/>
          <w:noProof/>
          <w:color w:val="0A0905"/>
          <w:lang w:val="it-IT"/>
        </w:rPr>
        <w:t xml:space="preserve"> </w:t>
      </w:r>
      <w:r w:rsidRPr="00575E78">
        <w:rPr>
          <w:rFonts w:cs="Arial"/>
          <w:i/>
          <w:noProof/>
          <w:color w:val="auto"/>
          <w:lang w:val="it-IT"/>
        </w:rPr>
        <w:t>y</w:t>
      </w:r>
      <w:r>
        <w:rPr>
          <w:rFonts w:cs="Arial"/>
          <w:i/>
          <w:iCs/>
          <w:color w:val="auto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auto"/>
          <w:lang w:val="it-IT"/>
        </w:rPr>
        <w:t>.</w:t>
      </w:r>
      <w:r w:rsidRPr="00575E78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Појам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A7115B">
        <w:rPr>
          <w:noProof/>
          <w:position w:val="-14"/>
          <w:lang w:val="en-US"/>
        </w:rPr>
        <w:object w:dxaOrig="1359" w:dyaOrig="380">
          <v:shape id="_x0000_i1040" type="#_x0000_t75" style="width:68.25pt;height:18.8pt" o:ole="">
            <v:imagedata r:id="rId43" o:title=""/>
          </v:shape>
          <o:OLEObject Type="Embed" ProgID="Equation.3" ShapeID="_x0000_i1040" DrawAspect="Content" ObjectID="_1566933508" r:id="rId44"/>
        </w:objec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збир квадрата услед регресије на X</w:t>
      </w:r>
      <w:r>
        <w:rPr>
          <w:rFonts w:cs="Arial"/>
          <w:noProof/>
          <w:color w:val="0A0905"/>
          <w:lang w:val="en-US"/>
        </w:rPr>
        <w:t xml:space="preserve"> (</w:t>
      </w:r>
      <w:r w:rsidRPr="002E4F1C">
        <w:rPr>
          <w:rFonts w:cs="Arial"/>
          <w:b/>
          <w:noProof/>
          <w:color w:val="0A0905"/>
          <w:lang w:val="en-US"/>
        </w:rPr>
        <w:t>sum of</w:t>
      </w:r>
      <w:r>
        <w:rPr>
          <w:rFonts w:cs="Arial"/>
          <w:noProof/>
          <w:color w:val="0A0905"/>
          <w:lang w:val="en-US"/>
        </w:rPr>
        <w:t xml:space="preserve"> </w:t>
      </w:r>
      <w:r w:rsidRPr="002E4F1C">
        <w:rPr>
          <w:rFonts w:cs="Arial"/>
          <w:b/>
          <w:noProof/>
          <w:color w:val="0A0905"/>
          <w:lang w:val="en-US"/>
        </w:rPr>
        <w:t>squares</w:t>
      </w:r>
      <w:r>
        <w:rPr>
          <w:rFonts w:cs="Arial"/>
          <w:b/>
          <w:noProof/>
          <w:color w:val="0A0905"/>
          <w:lang w:val="en-US"/>
        </w:rPr>
        <w:t xml:space="preserve"> due to regression on X</w:t>
      </w:r>
      <w:r>
        <w:rPr>
          <w:rFonts w:cs="Arial"/>
          <w:noProof/>
          <w:color w:val="0A0905"/>
          <w:lang w:val="en-U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Разлика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између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њих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b/>
          <w:noProof/>
          <w:color w:val="0A0905"/>
          <w:lang w:val="sr-Cyrl-CS"/>
        </w:rPr>
        <w:t>резидуални</w:t>
      </w:r>
      <w:r w:rsidRPr="00B24F40">
        <w:rPr>
          <w:rFonts w:cs="Arial"/>
          <w:b/>
          <w:noProof/>
          <w:color w:val="0A0905"/>
          <w:lang w:val="en-US"/>
        </w:rPr>
        <w:t xml:space="preserve"> збир квадрата</w:t>
      </w:r>
      <w:r>
        <w:rPr>
          <w:rFonts w:cs="Arial"/>
          <w:noProof/>
          <w:color w:val="0A0905"/>
          <w:lang w:val="sr-Cyrl-CS"/>
        </w:rPr>
        <w:t xml:space="preserve"> (</w:t>
      </w:r>
      <w:r w:rsidRPr="00E87A92">
        <w:rPr>
          <w:rFonts w:cs="Arial"/>
          <w:b/>
          <w:noProof/>
          <w:color w:val="0A0905"/>
          <w:lang w:val="sr-Latn-CS"/>
        </w:rPr>
        <w:t>residual sum of squares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, </w:t>
      </w:r>
      <w:r>
        <w:rPr>
          <w:rFonts w:cs="Arial"/>
          <w:noProof/>
          <w:color w:val="0A0905"/>
          <w:lang w:val="en-US"/>
        </w:rPr>
        <w:t>или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B24F40">
        <w:rPr>
          <w:rFonts w:cs="Arial"/>
          <w:b/>
          <w:noProof/>
          <w:color w:val="0A0905"/>
          <w:lang w:val="en-US"/>
        </w:rPr>
        <w:t>збир квадрата око регресије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 w:rsidRPr="00E87A92">
        <w:rPr>
          <w:rFonts w:cs="Arial"/>
          <w:b/>
          <w:noProof/>
          <w:color w:val="0A0905"/>
          <w:lang w:val="sr-Latn-CS"/>
        </w:rPr>
        <w:t>sum of squares</w:t>
      </w:r>
      <w:r>
        <w:rPr>
          <w:rFonts w:cs="Arial"/>
          <w:b/>
          <w:noProof/>
          <w:color w:val="0A0905"/>
          <w:lang w:val="sr-Latn-CS"/>
        </w:rPr>
        <w:t xml:space="preserve"> about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 xml:space="preserve">. </w:t>
      </w:r>
      <w:r>
        <w:rPr>
          <w:rFonts w:cs="Arial"/>
          <w:noProof/>
          <w:color w:val="0A0905"/>
          <w:lang w:val="en-US"/>
        </w:rPr>
        <w:t>Збир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услед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регресије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подељен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са </w:t>
      </w:r>
      <w:r>
        <w:rPr>
          <w:rFonts w:cs="Arial"/>
          <w:noProof/>
          <w:color w:val="0A0905"/>
          <w:lang w:val="en-US"/>
        </w:rPr>
        <w:t>укупним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збиром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квадрата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зове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en-US"/>
        </w:rPr>
        <w:t>се</w:t>
      </w:r>
      <w:r w:rsidRPr="0095267B">
        <w:rPr>
          <w:rFonts w:cs="Arial"/>
          <w:noProof/>
          <w:color w:val="0A0905"/>
          <w:lang w:val="en-US"/>
        </w:rPr>
        <w:t xml:space="preserve"> </w:t>
      </w:r>
      <w:r w:rsidRPr="002177D2">
        <w:rPr>
          <w:rFonts w:cs="Arial"/>
          <w:b/>
          <w:noProof/>
          <w:color w:val="0A0905"/>
          <w:lang w:val="en-US"/>
        </w:rPr>
        <w:t>пропорција варијабилности објашњена регресијом</w:t>
      </w:r>
      <w:r>
        <w:rPr>
          <w:rFonts w:cs="Arial"/>
          <w:b/>
          <w:noProof/>
          <w:color w:val="0A0905"/>
          <w:lang w:val="en-US"/>
        </w:rPr>
        <w:t xml:space="preserve"> </w:t>
      </w:r>
      <w:r>
        <w:rPr>
          <w:rFonts w:cs="Arial"/>
          <w:noProof/>
          <w:color w:val="0A0905"/>
          <w:lang w:val="sr-Cyrl-CS"/>
        </w:rPr>
        <w:t>(</w:t>
      </w:r>
      <w:r>
        <w:rPr>
          <w:rFonts w:cs="Arial"/>
          <w:b/>
          <w:noProof/>
          <w:color w:val="0A0905"/>
          <w:lang w:val="sr-Latn-CS"/>
        </w:rPr>
        <w:t>proportion of variability explained by the regression</w:t>
      </w:r>
      <w:r>
        <w:rPr>
          <w:rFonts w:cs="Arial"/>
          <w:noProof/>
          <w:color w:val="0A0905"/>
          <w:lang w:val="sr-Cyrl-CS"/>
        </w:rPr>
        <w:t>)</w:t>
      </w:r>
      <w:r w:rsidRPr="0095267B">
        <w:rPr>
          <w:rFonts w:cs="Arial"/>
          <w:noProof/>
          <w:color w:val="0A0905"/>
          <w:lang w:val="en-US"/>
        </w:rPr>
        <w:t>.</w:t>
      </w:r>
    </w:p>
    <w:p w:rsidR="00B26E39" w:rsidRPr="0095267B" w:rsidRDefault="00B26E39" w:rsidP="00B26E39">
      <w:pPr>
        <w:spacing w:before="0"/>
        <w:ind w:firstLine="720"/>
        <w:rPr>
          <w:rFonts w:cs="Arial"/>
          <w:lang w:val="sr-Latn-CS" w:eastAsia="sr-Latn-CS"/>
        </w:rPr>
      </w:pPr>
      <w:r>
        <w:rPr>
          <w:rFonts w:cs="Arial"/>
          <w:lang w:val="sr-Latn-CS" w:eastAsia="sr-Latn-CS"/>
        </w:rPr>
        <w:t>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циљу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Cyrl-CS" w:eastAsia="sr-Latn-CS"/>
        </w:rPr>
        <w:t>предвиђања</w:t>
      </w:r>
      <w:r>
        <w:rPr>
          <w:rFonts w:cs="Arial"/>
          <w:lang w:val="sr-Latn-CS" w:eastAsia="sr-Latn-CS"/>
        </w:rPr>
        <w:t xml:space="preserve"> варијансе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потребни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нам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којима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делимо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збир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Проценили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један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параметар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основу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података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као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за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суму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квадрата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средине</w:t>
      </w:r>
      <w:r w:rsidRPr="0095267B">
        <w:rPr>
          <w:rFonts w:cs="Arial"/>
          <w:lang w:val="sr-Latn-CS" w:eastAsia="sr-Latn-CS"/>
        </w:rPr>
        <w:t xml:space="preserve"> (</w:t>
      </w:r>
      <w:r>
        <w:rPr>
          <w:rFonts w:cs="Arial"/>
          <w:lang w:val="sr-Latn-CS" w:eastAsia="sr-Latn-CS"/>
        </w:rPr>
        <w:t xml:space="preserve">део </w:t>
      </w:r>
      <w:r>
        <w:rPr>
          <w:rFonts w:cs="Arial"/>
          <w:lang w:val="sr-Cyrl-CS" w:eastAsia="sr-Latn-CS"/>
        </w:rPr>
        <w:t>1</w:t>
      </w:r>
      <w:r w:rsidRPr="0095267B">
        <w:rPr>
          <w:rFonts w:cs="Arial"/>
          <w:lang w:val="sr-Latn-CS" w:eastAsia="sr-Latn-CS"/>
        </w:rPr>
        <w:t xml:space="preserve">.6), </w:t>
      </w:r>
      <w:r>
        <w:rPr>
          <w:rFonts w:cs="Arial"/>
          <w:lang w:val="sr-Latn-CS" w:eastAsia="sr-Latn-CS"/>
        </w:rPr>
        <w:t>већ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sr-Latn-CS" w:eastAsia="sr-Latn-CS"/>
        </w:rPr>
        <w:t>параметр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i/>
          <w:lang w:val="sr-Latn-CS" w:eastAsia="sr-Latn-CS"/>
        </w:rPr>
        <w:t>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и</w:t>
      </w:r>
      <w:r w:rsidRPr="0095267B">
        <w:rPr>
          <w:rFonts w:cs="Arial"/>
          <w:lang w:val="sr-Latn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Latn-CS" w:eastAsia="sr-Latn-CS"/>
        </w:rPr>
        <w:t>Губимо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два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степена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слободе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остављајући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нас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са</w:t>
      </w:r>
      <w:r>
        <w:rPr>
          <w:rFonts w:cs="Arial"/>
          <w:lang w:val="sr-Cyrl-CS" w:eastAsia="sr-Latn-CS"/>
        </w:rPr>
        <w:t xml:space="preserve"> </w:t>
      </w:r>
      <w:r w:rsidRPr="00F01EDB">
        <w:rPr>
          <w:rFonts w:cs="Arial"/>
          <w:position w:val="-4"/>
          <w:lang w:val="sr-Latn-CS" w:eastAsia="sr-Latn-CS"/>
        </w:rPr>
        <w:object w:dxaOrig="440" w:dyaOrig="240">
          <v:shape id="_x0000_i1041" type="#_x0000_t75" style="width:21.9pt;height:11.9pt" o:ole="">
            <v:imagedata r:id="rId45" o:title=""/>
          </v:shape>
          <o:OLEObject Type="Embed" ProgID="Equation.3" ShapeID="_x0000_i1041" DrawAspect="Content" ObjectID="_1566933509" r:id="rId46"/>
        </w:object>
      </w:r>
      <w:r w:rsidRPr="0095267B">
        <w:rPr>
          <w:rFonts w:cs="Arial"/>
          <w:lang w:val="sr-Latn-CS" w:eastAsia="sr-Latn-CS"/>
        </w:rPr>
        <w:t xml:space="preserve">. </w:t>
      </w:r>
      <w:r>
        <w:rPr>
          <w:rFonts w:cs="Arial"/>
          <w:lang w:val="sr-Cyrl-CS" w:eastAsia="sr-Latn-CS"/>
        </w:rPr>
        <w:t>Стога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је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око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линије</w:t>
      </w:r>
      <w:r w:rsidRPr="0095267B">
        <w:rPr>
          <w:rFonts w:cs="Arial"/>
          <w:lang w:val="sr-Latn-CS" w:eastAsia="sr-Latn-CS"/>
        </w:rPr>
        <w:t xml:space="preserve">, </w:t>
      </w:r>
      <w:r>
        <w:rPr>
          <w:rFonts w:cs="Arial"/>
          <w:lang w:val="sr-Latn-CS" w:eastAsia="sr-Latn-CS"/>
        </w:rPr>
        <w:t>звана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резидуална</w:t>
      </w:r>
      <w:r w:rsidRPr="0095267B">
        <w:rPr>
          <w:rFonts w:cs="Arial"/>
          <w:b/>
          <w:lang w:val="sr-Latn-CS" w:eastAsia="sr-Latn-CS"/>
        </w:rPr>
        <w:t xml:space="preserve"> </w:t>
      </w:r>
      <w:r>
        <w:rPr>
          <w:rFonts w:cs="Arial"/>
          <w:b/>
          <w:lang w:val="sr-Latn-CS" w:eastAsia="sr-Latn-CS"/>
        </w:rPr>
        <w:t>варијанса</w:t>
      </w:r>
      <w:r w:rsidRPr="0095267B">
        <w:rPr>
          <w:rFonts w:cs="Arial"/>
          <w:lang w:val="sr-Latn-CS" w:eastAsia="sr-Latn-CS"/>
        </w:rPr>
        <w:t xml:space="preserve"> </w:t>
      </w:r>
      <w:r>
        <w:rPr>
          <w:rFonts w:cs="Arial"/>
          <w:lang w:val="sr-Latn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residual variance</w:t>
      </w:r>
      <w:r>
        <w:rPr>
          <w:rFonts w:cs="Arial"/>
          <w:lang w:val="sr-Latn-CS" w:eastAsia="sr-Latn-CS"/>
        </w:rPr>
        <w:t>)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481DCD">
        <w:rPr>
          <w:noProof/>
          <w:position w:val="-22"/>
          <w:lang w:val="en-US"/>
        </w:rPr>
        <w:object w:dxaOrig="3739" w:dyaOrig="560">
          <v:shape id="_x0000_i1042" type="#_x0000_t75" style="width:187.2pt;height:28.15pt" o:ole="">
            <v:imagedata r:id="rId47" o:title=""/>
          </v:shape>
          <o:OLEObject Type="Embed" ProgID="Equation.3" ShapeID="_x0000_i1042" DrawAspect="Content" ObjectID="_1566933510" r:id="rId48"/>
        </w:object>
      </w:r>
    </w:p>
    <w:p w:rsidR="00B26E39" w:rsidRPr="0095267B" w:rsidRDefault="00B26E39" w:rsidP="00B26E39">
      <w:pPr>
        <w:spacing w:before="0"/>
        <w:rPr>
          <w:rFonts w:cs="Arial"/>
          <w:noProof/>
          <w:color w:val="0A0905"/>
          <w:lang w:val="en-U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lang w:val="sv-SE" w:eastAsia="sr-Latn-CS"/>
        </w:rPr>
      </w:pPr>
      <w:r>
        <w:rPr>
          <w:rFonts w:cs="Arial"/>
          <w:lang w:val="sr-Cyrl-CS" w:eastAsia="sr-Latn-CS"/>
        </w:rPr>
        <w:t>Да</w:t>
      </w:r>
      <w:r w:rsidRPr="00A62B6C">
        <w:rPr>
          <w:rFonts w:cs="Arial"/>
          <w:lang w:val="sr-Cyrl-CS" w:eastAsia="sr-Latn-CS"/>
        </w:rPr>
        <w:t xml:space="preserve"> бисмо </w:t>
      </w:r>
      <w:r>
        <w:rPr>
          <w:rFonts w:cs="Arial"/>
          <w:lang w:val="sr-Cyrl-CS" w:eastAsia="sr-Latn-CS"/>
        </w:rPr>
        <w:t>предвидели</w:t>
      </w:r>
      <w:r w:rsidRPr="00A62B6C">
        <w:rPr>
          <w:rFonts w:cs="Arial"/>
          <w:lang w:val="sr-Cyrl-CS" w:eastAsia="sr-Latn-CS"/>
        </w:rPr>
        <w:t xml:space="preserve"> варијацију око линије, морамо претпоставити да је иста све до краја линије, односно да је варијанса </w:t>
      </w:r>
      <w:r>
        <w:rPr>
          <w:rFonts w:cs="Arial"/>
          <w:lang w:val="sr-Cyrl-CS" w:eastAsia="sr-Latn-CS"/>
        </w:rPr>
        <w:t>униформна</w:t>
      </w:r>
      <w:r w:rsidRPr="00A62B6C">
        <w:rPr>
          <w:rFonts w:cs="Arial"/>
          <w:lang w:val="sr-Cyrl-CS" w:eastAsia="sr-Latn-CS"/>
        </w:rPr>
        <w:t xml:space="preserve">. </w:t>
      </w:r>
      <w:r w:rsidRPr="0095267B">
        <w:rPr>
          <w:rFonts w:cs="Arial"/>
          <w:lang w:val="sv-SE" w:eastAsia="sr-Latn-CS"/>
        </w:rPr>
        <w:t>O</w:t>
      </w:r>
      <w:r>
        <w:rPr>
          <w:rFonts w:cs="Arial"/>
          <w:lang w:val="sv-SE" w:eastAsia="sr-Latn-CS"/>
        </w:rPr>
        <w:t>во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исто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као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за</w:t>
      </w:r>
      <w:r w:rsidRPr="0095267B">
        <w:rPr>
          <w:rFonts w:cs="Arial"/>
          <w:lang w:val="sv-SE" w:eastAsia="sr-Latn-CS"/>
        </w:rPr>
        <w:t xml:space="preserve"> </w:t>
      </w:r>
      <w:r w:rsidRPr="004E068A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метод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два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узорка</w:t>
      </w:r>
      <w:r w:rsidRPr="0095267B">
        <w:rPr>
          <w:rFonts w:cs="Arial"/>
          <w:lang w:val="sv-SE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sv-SE" w:eastAsia="sr-Latn-CS"/>
        </w:rPr>
        <w:t xml:space="preserve">.3) </w:t>
      </w:r>
      <w:r>
        <w:rPr>
          <w:rFonts w:cs="Arial"/>
          <w:lang w:val="sv-SE" w:eastAsia="sr-Latn-CS"/>
        </w:rPr>
        <w:t>и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анализу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варијансе</w: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sv-SE" w:eastAsia="sr-Latn-CS"/>
        </w:rPr>
        <w:t>За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FEV1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податке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збир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квадрата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услед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регресије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 w:rsidRPr="0030412F">
        <w:rPr>
          <w:rFonts w:cs="Arial"/>
          <w:position w:val="-10"/>
          <w:lang w:val="sv-SE" w:eastAsia="sr-Latn-CS"/>
        </w:rPr>
        <w:object w:dxaOrig="3019" w:dyaOrig="360">
          <v:shape id="_x0000_i1043" type="#_x0000_t75" style="width:150.9pt;height:18.15pt" o:ole="">
            <v:imagedata r:id="rId49" o:title=""/>
          </v:shape>
          <o:OLEObject Type="Embed" ProgID="Equation.3" ShapeID="_x0000_i1043" DrawAspect="Content" ObjectID="_1566933511" r:id="rId50"/>
        </w:object>
      </w:r>
      <w:r>
        <w:rPr>
          <w:rFonts w:cs="Arial"/>
          <w:lang w:val="sv-SE" w:eastAsia="sr-Latn-CS"/>
        </w:rPr>
        <w:t>,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збир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квадрата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око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регресије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 xml:space="preserve">је </w:t>
      </w:r>
      <w:r w:rsidRPr="00C53721">
        <w:rPr>
          <w:rFonts w:cs="Arial"/>
          <w:position w:val="-6"/>
          <w:lang w:val="sv-SE" w:eastAsia="sr-Latn-CS"/>
        </w:rPr>
        <w:object w:dxaOrig="2580" w:dyaOrig="260">
          <v:shape id="_x0000_i1044" type="#_x0000_t75" style="width:128.95pt;height:13.15pt" o:ole="">
            <v:imagedata r:id="rId51" o:title=""/>
          </v:shape>
          <o:OLEObject Type="Embed" ProgID="Equation.3" ShapeID="_x0000_i1044" DrawAspect="Content" ObjectID="_1566933512" r:id="rId52"/>
        </w:object>
      </w:r>
      <w:r w:rsidRPr="0095267B">
        <w:rPr>
          <w:rFonts w:cs="Arial"/>
          <w:lang w:val="sv-SE" w:eastAsia="sr-Latn-CS"/>
        </w:rPr>
        <w:t xml:space="preserve">.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20 </w:t>
      </w:r>
      <w:r>
        <w:rPr>
          <w:rFonts w:cs="Arial"/>
          <w:lang w:val="it-IT" w:eastAsia="sr-Latn-CS"/>
        </w:rPr>
        <w:t>–</w:t>
      </w:r>
      <w:r w:rsidRPr="0095267B">
        <w:rPr>
          <w:rFonts w:cs="Arial"/>
          <w:lang w:val="it-IT" w:eastAsia="sr-Latn-CS"/>
        </w:rPr>
        <w:t xml:space="preserve"> 2</w:t>
      </w:r>
      <w:r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= 18 </w:t>
      </w:r>
      <w:r>
        <w:rPr>
          <w:rFonts w:cs="Arial"/>
          <w:lang w:val="it-IT" w:eastAsia="sr-Latn-CS"/>
        </w:rPr>
        <w:t>степени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варијанса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164280">
        <w:rPr>
          <w:rFonts w:cs="Arial"/>
          <w:position w:val="-6"/>
          <w:lang w:val="it-IT" w:eastAsia="sr-Latn-CS"/>
        </w:rPr>
        <w:object w:dxaOrig="2320" w:dyaOrig="300">
          <v:shape id="_x0000_i1045" type="#_x0000_t75" style="width:115.85pt;height:15.05pt" o:ole="">
            <v:imagedata r:id="rId53" o:title=""/>
          </v:shape>
          <o:OLEObject Type="Embed" ProgID="Equation.3" ShapeID="_x0000_i1045" DrawAspect="Content" ObjectID="_1566933513" r:id="rId54"/>
        </w:objec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v-SE" w:eastAsia="sr-Latn-CS"/>
        </w:rPr>
        <w:t>Стандардна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грешка</w:t>
      </w:r>
      <w:r>
        <w:rPr>
          <w:rFonts w:cs="Arial"/>
          <w:lang w:val="sr-Cyrl-CS" w:eastAsia="sr-Latn-CS"/>
        </w:rPr>
        <w:t xml:space="preserve"> од</w:t>
      </w:r>
      <w:r w:rsidRPr="0095267B">
        <w:rPr>
          <w:rFonts w:cs="Arial"/>
          <w:lang w:val="sv-SE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sv-SE" w:eastAsia="sr-Latn-CS"/>
        </w:rPr>
        <w:t>је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дата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помоћу</w:t>
      </w:r>
    </w:p>
    <w:p w:rsidR="00B26E39" w:rsidRPr="00774AC5" w:rsidRDefault="00B26E39" w:rsidP="00B26E39">
      <w:pPr>
        <w:pStyle w:val="Equation1"/>
        <w:rPr>
          <w:lang w:val="sr-Cyrl-CS" w:eastAsia="sr-Latn-CS"/>
        </w:rPr>
      </w:pPr>
      <w:r w:rsidRPr="00FA2456">
        <w:rPr>
          <w:noProof/>
          <w:position w:val="-40"/>
          <w:lang w:val="en-US"/>
        </w:rPr>
        <w:object w:dxaOrig="4140" w:dyaOrig="820">
          <v:shape id="_x0000_i1046" type="#_x0000_t75" style="width:207.25pt;height:40.7pt" o:ole="">
            <v:imagedata r:id="rId55" o:title=""/>
          </v:shape>
          <o:OLEObject Type="Embed" ProgID="Equation.3" ShapeID="_x0000_i1046" DrawAspect="Content" ObjectID="_1566933514" r:id="rId56"/>
        </w:object>
      </w:r>
      <w:r>
        <w:rPr>
          <w:noProof/>
          <w:lang w:val="sr-Cyrl-CS"/>
        </w:rPr>
        <w:t xml:space="preserve"> литара/цм</w:t>
      </w:r>
    </w:p>
    <w:p w:rsidR="00B26E39" w:rsidRPr="0095267B" w:rsidRDefault="00B26E39" w:rsidP="00B26E39">
      <w:pPr>
        <w:spacing w:before="0"/>
        <w:rPr>
          <w:rFonts w:cs="Arial"/>
          <w:lang w:val="sv-SE" w:eastAsia="sr-Latn-CS"/>
        </w:rPr>
      </w:pPr>
    </w:p>
    <w:p w:rsidR="00B26E39" w:rsidRPr="0011274B" w:rsidRDefault="00B26E39" w:rsidP="00B26E39">
      <w:pPr>
        <w:spacing w:before="0"/>
        <w:ind w:firstLine="567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Већ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претпоставили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FD64A9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мора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нормално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расподељен</w:t>
      </w:r>
      <w:r>
        <w:rPr>
          <w:rFonts w:cs="Arial"/>
          <w:lang w:val="sr-Cyrl-CS" w:eastAsia="sr-Latn-CS"/>
        </w:rPr>
        <w:t>о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Стандардна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посматрање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- 2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степена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 (</w:t>
      </w:r>
      <w:r>
        <w:rPr>
          <w:rFonts w:cs="Arial"/>
          <w:lang w:val="sr-Cyrl-CS" w:eastAsia="sr-Latn-CS"/>
        </w:rPr>
        <w:t>део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 xml:space="preserve">.1).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про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узимајући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стандардне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грешке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стране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предвиђања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18 </w:t>
      </w:r>
      <w:r>
        <w:rPr>
          <w:rFonts w:cs="Arial"/>
          <w:lang w:val="it-IT" w:eastAsia="sr-Latn-CS"/>
        </w:rPr>
        <w:t>степени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табеле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7</w:t>
      </w:r>
      <w:r w:rsidRPr="0095267B">
        <w:rPr>
          <w:rFonts w:cs="Arial"/>
          <w:lang w:val="it-IT" w:eastAsia="sr-Latn-CS"/>
        </w:rPr>
        <w:t>.1, 5%</w:t>
      </w:r>
      <w:r>
        <w:rPr>
          <w:rFonts w:cs="Arial"/>
          <w:lang w:val="sr-Cyrl-CS" w:eastAsia="sr-Latn-CS"/>
        </w:rPr>
        <w:t xml:space="preserve"> </w:t>
      </w:r>
      <w:r>
        <w:rPr>
          <w:rFonts w:cs="Arial"/>
          <w:lang w:val="it-IT" w:eastAsia="sr-Latn-CS"/>
        </w:rPr>
        <w:t>тачка</w:t>
      </w:r>
      <w:r w:rsidRPr="0095267B">
        <w:rPr>
          <w:rFonts w:cs="Arial"/>
          <w:lang w:val="it-IT" w:eastAsia="sr-Latn-CS"/>
        </w:rPr>
        <w:t xml:space="preserve"> </w:t>
      </w:r>
      <w:r w:rsidRPr="008E7AB3">
        <w:rPr>
          <w:rFonts w:cs="Arial"/>
          <w:i/>
          <w:color w:val="0A0905"/>
          <w:lang w:val="sr-Latn-CS" w:eastAsia="sr-Latn-CS"/>
        </w:rPr>
        <w:t>t</w:t>
      </w:r>
      <w:r>
        <w:rPr>
          <w:rFonts w:cs="Arial"/>
          <w:lang w:val="it-IT" w:eastAsia="sr-Latn-CS"/>
        </w:rPr>
        <w:t xml:space="preserve"> расподел</w:t>
      </w:r>
      <w:r>
        <w:rPr>
          <w:rFonts w:cs="Arial"/>
          <w:lang w:val="sr-Cyrl-CS" w:eastAsia="sr-Latn-CS"/>
        </w:rPr>
        <w:t>е је</w:t>
      </w:r>
      <w:r>
        <w:rPr>
          <w:rFonts w:cs="Arial"/>
          <w:lang w:val="it-IT" w:eastAsia="sr-Latn-CS"/>
        </w:rPr>
        <w:t xml:space="preserve"> 2.10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95% </w:t>
      </w:r>
      <w:r>
        <w:rPr>
          <w:rFonts w:cs="Arial"/>
          <w:lang w:val="it-IT" w:eastAsia="sr-Latn-CS"/>
        </w:rPr>
        <w:t>интервал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поверења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color w:val="0A0905"/>
          <w:lang w:val="sr-Cyrl-CS" w:eastAsia="sr-Latn-CS"/>
        </w:rPr>
        <w:t xml:space="preserve">је </w:t>
      </w:r>
      <w:r w:rsidRPr="006C78BF">
        <w:rPr>
          <w:rFonts w:cs="Arial"/>
          <w:color w:val="0A0905"/>
          <w:position w:val="-6"/>
          <w:lang w:val="sr-Cyrl-CS" w:eastAsia="sr-Latn-CS"/>
        </w:rPr>
        <w:object w:dxaOrig="2380" w:dyaOrig="260">
          <v:shape id="_x0000_i1047" type="#_x0000_t75" style="width:118.95pt;height:13.15pt" o:ole="">
            <v:imagedata r:id="rId57" o:title=""/>
          </v:shape>
          <o:OLEObject Type="Embed" ProgID="Equation.3" ShapeID="_x0000_i1047" DrawAspect="Content" ObjectID="_1566933515" r:id="rId58"/>
        </w:object>
      </w:r>
      <w:r>
        <w:rPr>
          <w:rFonts w:cs="Arial"/>
          <w:color w:val="0A0905"/>
          <w:lang w:val="sr-Cyrl-CS" w:eastAsia="sr-Latn-CS"/>
        </w:rPr>
        <w:t xml:space="preserve"> до </w:t>
      </w:r>
      <w:r w:rsidRPr="00101A24">
        <w:rPr>
          <w:position w:val="-6"/>
        </w:rPr>
        <w:object w:dxaOrig="2439" w:dyaOrig="260">
          <v:shape id="_x0000_i1048" type="#_x0000_t75" style="width:122.1pt;height:13.15pt" o:ole="">
            <v:imagedata r:id="rId59" o:title=""/>
          </v:shape>
          <o:OLEObject Type="Embed" ProgID="Equation.3" ShapeID="_x0000_i1048" DrawAspect="Content" ObjectID="_1566933516" r:id="rId60"/>
        </w:object>
      </w:r>
      <w:r>
        <w:rPr>
          <w:lang w:val="sr-Cyrl-CS"/>
        </w:rPr>
        <w:t xml:space="preserve"> или 0.02 до 0.13 литара/цм.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видети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процењ</w:t>
      </w:r>
      <w:r>
        <w:rPr>
          <w:rFonts w:cs="Arial"/>
          <w:lang w:val="sr-Cyrl-CS" w:eastAsia="sr-Latn-CS"/>
        </w:rPr>
        <w:t>ен.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lastRenderedPageBreak/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такође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тестирати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је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популациј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= 0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алтернативу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нагиб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једнак</w:t>
      </w:r>
      <w:r w:rsidRPr="0095267B">
        <w:rPr>
          <w:rFonts w:cs="Arial"/>
          <w:lang w:val="it-IT" w:eastAsia="sr-Latn-CS"/>
        </w:rPr>
        <w:t xml:space="preserve"> 0, </w:t>
      </w:r>
      <w:r>
        <w:rPr>
          <w:rFonts w:cs="Arial"/>
          <w:lang w:val="it-IT" w:eastAsia="sr-Latn-CS"/>
        </w:rPr>
        <w:t>однос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било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смеру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Тест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статистика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>/SE(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)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хипотеза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lang w:val="it-IT" w:eastAsia="sr-Latn-CS"/>
        </w:rPr>
        <w:t xml:space="preserve">- 2 </w:t>
      </w:r>
      <w:r>
        <w:rPr>
          <w:rFonts w:cs="Arial"/>
          <w:lang w:val="it-IT" w:eastAsia="sr-Latn-CS"/>
        </w:rPr>
        <w:t>степен</w:t>
      </w:r>
      <w:r>
        <w:rPr>
          <w:rFonts w:cs="Arial"/>
          <w:lang w:val="sr-Cyrl-CS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слободе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пример</w:t>
      </w:r>
      <w:r w:rsidRPr="0095267B">
        <w:rPr>
          <w:rFonts w:cs="Arial"/>
          <w:lang w:val="it-IT" w:eastAsia="sr-Latn-CS"/>
        </w:rPr>
        <w:t>,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901F88">
        <w:rPr>
          <w:noProof/>
          <w:position w:val="-24"/>
          <w:lang w:val="en-US"/>
        </w:rPr>
        <w:object w:dxaOrig="2620" w:dyaOrig="580">
          <v:shape id="_x0000_i1049" type="#_x0000_t75" style="width:130.85pt;height:28.8pt" o:ole="">
            <v:imagedata r:id="rId61" o:title=""/>
          </v:shape>
          <o:OLEObject Type="Embed" ProgID="Equation.3" ShapeID="_x0000_i1049" DrawAspect="Content" ObjectID="_1566933517" r:id="rId62"/>
        </w:object>
      </w:r>
    </w:p>
    <w:p w:rsidR="00B26E39" w:rsidRPr="00901F88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lang w:val="it-IT" w:eastAsia="sr-Latn-CS"/>
        </w:rPr>
      </w:pPr>
      <w:r w:rsidRPr="00575E78">
        <w:rPr>
          <w:rFonts w:cs="Arial"/>
          <w:lang w:val="sr-Cyrl-CS" w:eastAsia="sr-Latn-CS"/>
        </w:rPr>
        <w:t xml:space="preserve">Из табеле </w:t>
      </w:r>
      <w:r>
        <w:rPr>
          <w:rFonts w:cs="Arial"/>
          <w:lang w:val="sr-Cyrl-CS" w:eastAsia="sr-Latn-CS"/>
        </w:rPr>
        <w:t>7</w:t>
      </w:r>
      <w:r w:rsidRPr="00575E78">
        <w:rPr>
          <w:rFonts w:cs="Arial"/>
          <w:lang w:val="sr-Cyrl-CS" w:eastAsia="sr-Latn-CS"/>
        </w:rPr>
        <w:t xml:space="preserve">.1 ово има </w:t>
      </w:r>
      <w:r>
        <w:rPr>
          <w:rFonts w:cs="Arial"/>
          <w:lang w:val="sr-Cyrl-CS" w:eastAsia="sr-Latn-CS"/>
        </w:rPr>
        <w:t xml:space="preserve">двострану </w:t>
      </w:r>
      <w:r w:rsidRPr="00575E78">
        <w:rPr>
          <w:rFonts w:cs="Arial"/>
          <w:lang w:val="sr-Cyrl-CS" w:eastAsia="sr-Latn-CS"/>
        </w:rPr>
        <w:t>вероватноћ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мањ</w:t>
      </w:r>
      <w:r>
        <w:rPr>
          <w:rFonts w:cs="Arial"/>
          <w:lang w:val="sr-Cyrl-CS" w:eastAsia="sr-Latn-CS"/>
        </w:rPr>
        <w:t>у</w:t>
      </w:r>
      <w:r w:rsidRPr="00575E78">
        <w:rPr>
          <w:rFonts w:cs="Arial"/>
          <w:lang w:val="sr-Cyrl-CS" w:eastAsia="sr-Latn-CS"/>
        </w:rPr>
        <w:t xml:space="preserve"> од 0.01. Рачунар нам говори да је вероватноћа око 0.007. Стога подаци</w:t>
      </w:r>
      <w:r w:rsidRPr="008F1D0E">
        <w:rPr>
          <w:rFonts w:cs="Arial"/>
          <w:lang w:val="sr-Cyrl-CS" w:eastAsia="sr-Latn-CS"/>
        </w:rPr>
        <w:t xml:space="preserve"> </w:t>
      </w:r>
      <w:r w:rsidRPr="00575E78">
        <w:rPr>
          <w:rFonts w:cs="Arial"/>
          <w:lang w:val="sr-Cyrl-CS" w:eastAsia="sr-Latn-CS"/>
        </w:rPr>
        <w:t>су у супротности са нултом хипотезом и подаци пружају прилично добар доказ да постоји</w:t>
      </w:r>
      <w:r>
        <w:rPr>
          <w:rFonts w:cs="Arial"/>
          <w:lang w:val="sr-Cyrl-CS" w:eastAsia="sr-Latn-CS"/>
        </w:rPr>
        <w:t xml:space="preserve"> веза</w:t>
      </w:r>
      <w:r w:rsidRPr="00575E78">
        <w:rPr>
          <w:rFonts w:cs="Arial"/>
          <w:lang w:val="sr-Cyrl-CS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узорак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био </w:t>
      </w:r>
      <w:r>
        <w:rPr>
          <w:rFonts w:cs="Arial"/>
          <w:lang w:val="it-IT" w:eastAsia="sr-Latn-CS"/>
        </w:rPr>
        <w:t>много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већи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могли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из</w:t>
      </w:r>
      <w:r>
        <w:rPr>
          <w:rFonts w:cs="Arial"/>
          <w:lang w:val="it-IT" w:eastAsia="sr-Latn-CS"/>
        </w:rPr>
        <w:t>делимо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t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расподелом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употребимо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Стандардизовану Нормалну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расподелу</w:t>
      </w:r>
      <w:r w:rsidRPr="0095267B">
        <w:rPr>
          <w:rFonts w:cs="Arial"/>
          <w:lang w:val="it-IT" w:eastAsia="sr-Latn-CS"/>
        </w:rPr>
        <w:t>.</w:t>
      </w:r>
    </w:p>
    <w:p w:rsidR="00B26E39" w:rsidRPr="00575E78" w:rsidRDefault="00B26E39" w:rsidP="00B26E39">
      <w:pPr>
        <w:pStyle w:val="Heading3"/>
        <w:rPr>
          <w:lang w:val="it-IT" w:eastAsia="sr-Latn-CS"/>
        </w:rPr>
      </w:pPr>
      <w:bookmarkStart w:id="32" w:name="_Toc270439722"/>
      <w:bookmarkStart w:id="33" w:name="_Toc275802078"/>
      <w:bookmarkStart w:id="34" w:name="_Toc276133663"/>
      <w:bookmarkStart w:id="35" w:name="_Toc277091587"/>
      <w:bookmarkStart w:id="36" w:name="_Toc291506720"/>
      <w:r>
        <w:rPr>
          <w:lang w:val="it-IT" w:eastAsia="sr-Latn-CS"/>
        </w:rPr>
        <w:t>8.</w:t>
      </w:r>
      <w:r>
        <w:rPr>
          <w:lang w:val="sr-Cyrl-CS" w:eastAsia="sr-Latn-CS"/>
        </w:rPr>
        <w:t>5</w:t>
      </w:r>
      <w:r w:rsidRPr="00575E78">
        <w:rPr>
          <w:lang w:val="it-IT" w:eastAsia="sr-Latn-CS"/>
        </w:rPr>
        <w:t xml:space="preserve"> </w:t>
      </w:r>
      <w:bookmarkEnd w:id="31"/>
      <w:r w:rsidRPr="00FD479F">
        <w:rPr>
          <w:lang w:eastAsia="sr-Latn-CS"/>
        </w:rPr>
        <w:t>Корелација</w:t>
      </w:r>
      <w:bookmarkEnd w:id="32"/>
      <w:bookmarkEnd w:id="33"/>
      <w:bookmarkEnd w:id="34"/>
      <w:bookmarkEnd w:id="35"/>
      <w:bookmarkEnd w:id="36"/>
    </w:p>
    <w:p w:rsidR="00B26E39" w:rsidRPr="0095267B" w:rsidRDefault="00B26E39" w:rsidP="00B26E39">
      <w:pPr>
        <w:spacing w:before="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Регресиони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метод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говори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природи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мења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другом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тај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веран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учинили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потребан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другачији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заснован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тако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</w:t>
      </w:r>
      <w:r>
        <w:rPr>
          <w:rFonts w:cs="Arial"/>
          <w:lang w:val="sr-Cyrl-CS" w:eastAsia="sr-Latn-CS"/>
        </w:rPr>
        <w:t>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почети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разматрањем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особина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зашто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добар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показатељ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блискости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односа</w:t>
      </w:r>
      <w:r w:rsidRPr="0095267B">
        <w:rPr>
          <w:rFonts w:cs="Arial"/>
          <w:lang w:val="it-IT" w:eastAsia="sr-Latn-CS"/>
        </w:rPr>
        <w:t>.</w:t>
      </w:r>
    </w:p>
    <w:p w:rsidR="00B26E39" w:rsidRDefault="00B26E39" w:rsidP="00B26E39">
      <w:pPr>
        <w:spacing w:before="0"/>
        <w:ind w:firstLine="720"/>
        <w:rPr>
          <w:rFonts w:cs="Arial"/>
          <w:color w:val="0A0905"/>
          <w:lang w:val="sr-Latn-CS" w:eastAsia="sr-Latn-CS"/>
        </w:rPr>
      </w:pPr>
      <w:r>
        <w:rPr>
          <w:rFonts w:cs="Arial"/>
          <w:lang w:val="it-IT" w:eastAsia="sr-Latn-CS"/>
        </w:rPr>
        <w:t>Слика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приказује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са с</w:t>
      </w:r>
      <w:r>
        <w:rPr>
          <w:rFonts w:cs="Arial"/>
          <w:lang w:val="it-IT" w:eastAsia="sr-Latn-CS"/>
        </w:rPr>
        <w:t>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 w:rsidRPr="0095267B">
        <w:rPr>
          <w:rFonts w:cs="Arial"/>
          <w:lang w:val="it-IT" w:eastAsia="sr-Latn-CS"/>
        </w:rPr>
        <w:t xml:space="preserve">1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нове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нацртане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кроз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тачку</w:t>
      </w:r>
      <w:r>
        <w:rPr>
          <w:rFonts w:cs="Arial"/>
          <w:lang w:val="sr-Cyrl-CS" w:eastAsia="sr-Latn-CS"/>
        </w:rPr>
        <w:t xml:space="preserve"> 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Растојања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представљају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Стога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обе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Поново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слике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FEV1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свој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одступања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висине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од своје </w:t>
      </w:r>
      <w:r>
        <w:rPr>
          <w:rFonts w:cs="Arial"/>
          <w:lang w:val="it-IT" w:eastAsia="sr-Latn-CS"/>
        </w:rPr>
        <w:t>средин</w:t>
      </w:r>
      <w:r>
        <w:rPr>
          <w:rFonts w:cs="Arial"/>
          <w:lang w:val="sr-Cyrl-CS" w:eastAsia="sr-Latn-CS"/>
        </w:rPr>
        <w:t>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</w:t>
      </w:r>
      <w:r>
        <w:rPr>
          <w:rFonts w:cs="Arial"/>
          <w:lang w:val="sr-Cyrl-CS" w:eastAsia="sr-Latn-CS"/>
        </w:rPr>
        <w:t>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sr-Cyrl-CS" w:eastAsia="sr-Latn-CS"/>
        </w:rPr>
        <w:t>Њихов п</w:t>
      </w:r>
      <w:r>
        <w:rPr>
          <w:rFonts w:cs="Arial"/>
          <w:lang w:val="it-IT" w:eastAsia="sr-Latn-CS"/>
        </w:rPr>
        <w:t>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>
        <w:rPr>
          <w:rFonts w:cs="Arial"/>
          <w:lang w:val="sr-Cyrl-CS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производ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опет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Дакле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</w:t>
      </w:r>
      <w:r>
        <w:rPr>
          <w:rFonts w:cs="Arial"/>
          <w:lang w:val="it-IT" w:eastAsia="sr-Latn-CS"/>
        </w:rPr>
        <w:t>лици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8.</w:t>
      </w:r>
      <w:r>
        <w:rPr>
          <w:rFonts w:cs="Arial"/>
          <w:lang w:val="sr-Cyrl-CS" w:eastAsia="sr-Latn-CS"/>
        </w:rPr>
        <w:t>6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скоро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бити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њихов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биће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позитиван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позитивна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positive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;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>
        <w:rPr>
          <w:rFonts w:cs="Arial"/>
          <w:lang w:val="sr-Cyrl-CS" w:eastAsia="sr-Latn-CS"/>
        </w:rPr>
        <w:t>,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чини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смањује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док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друга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повећава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бисмо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где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би </w:t>
      </w:r>
      <w:r>
        <w:rPr>
          <w:rFonts w:cs="Arial"/>
          <w:lang w:val="it-IT" w:eastAsia="sr-Latn-CS"/>
        </w:rPr>
        <w:t>већина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леж</w:t>
      </w:r>
      <w:r>
        <w:rPr>
          <w:rFonts w:cs="Arial"/>
          <w:lang w:val="sr-Cyrl-CS" w:eastAsia="sr-Latn-CS"/>
        </w:rPr>
        <w:t>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горњем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левом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доњем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десном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делу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постојала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би</w:t>
      </w:r>
      <w:r w:rsidRPr="0095267B">
        <w:rPr>
          <w:rFonts w:cs="Arial"/>
          <w:lang w:val="it-IT" w:eastAsia="sr-Latn-CS"/>
        </w:rPr>
        <w:t xml:space="preserve"> </w:t>
      </w:r>
      <w:r w:rsidRPr="00F502EB">
        <w:rPr>
          <w:rFonts w:cs="Arial"/>
          <w:b/>
          <w:lang w:val="it-IT" w:eastAsia="sr-Latn-CS"/>
        </w:rPr>
        <w:t>негативна корелација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negative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између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променљивих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Када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нису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повезане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дијаграм растурања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приближно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истим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бројем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тачака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сваком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делова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овом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случају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онолико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позитивних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колико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негативних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сума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нула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Постоји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нула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zero correlation</w:t>
      </w:r>
      <w:r>
        <w:rPr>
          <w:rFonts w:cs="Arial"/>
          <w:lang w:val="sr-Cyrl-CS" w:eastAsia="sr-Latn-CS"/>
        </w:rPr>
        <w:t xml:space="preserve">) </w:t>
      </w:r>
      <w:r>
        <w:rPr>
          <w:rFonts w:cs="Arial"/>
          <w:lang w:val="it-IT" w:eastAsia="sr-Latn-CS"/>
        </w:rPr>
        <w:t>или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нема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no correlation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За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каже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нису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корелацији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>uncorrelated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>.</w:t>
      </w:r>
    </w:p>
    <w:p w:rsidR="00B26E39" w:rsidRDefault="0031424A" w:rsidP="00B26E39">
      <w:pPr>
        <w:pStyle w:val="Figure1"/>
        <w:rPr>
          <w:lang w:val="sr-Latn-CS" w:eastAsia="sr-Latn-CS"/>
        </w:rPr>
      </w:pPr>
      <w:r>
        <w:rPr>
          <w:noProof/>
          <w:lang w:val="en-US"/>
        </w:rPr>
        <w:drawing>
          <wp:inline distT="0" distB="0" distL="0" distR="0">
            <wp:extent cx="3657600" cy="2790825"/>
            <wp:effectExtent l="19050" t="0" r="0" b="0"/>
            <wp:docPr id="32" name="Picture 32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Slika 8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790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Pr="00A77C44" w:rsidRDefault="00B26E39" w:rsidP="00B26E39">
      <w:pPr>
        <w:pStyle w:val="Figure1"/>
        <w:spacing w:after="0"/>
        <w:rPr>
          <w:lang w:val="sr-Cyrl-CS" w:eastAsia="sr-Latn-CS"/>
        </w:rPr>
      </w:pPr>
      <w:r>
        <w:rPr>
          <w:lang w:val="sr-Latn-CS" w:eastAsia="sr-Latn-CS"/>
        </w:rPr>
        <w:t>Слика</w:t>
      </w:r>
      <w:r w:rsidRPr="00B552D5">
        <w:rPr>
          <w:lang w:val="sr-Latn-CS" w:eastAsia="sr-Latn-CS"/>
        </w:rPr>
        <w:t xml:space="preserve"> </w:t>
      </w:r>
      <w:r>
        <w:rPr>
          <w:lang w:val="sr-Latn-CS" w:eastAsia="sr-Latn-CS"/>
        </w:rPr>
        <w:t>8.</w:t>
      </w:r>
      <w:r>
        <w:rPr>
          <w:lang w:val="sr-Cyrl-CS" w:eastAsia="sr-Latn-CS"/>
        </w:rPr>
        <w:t>6</w:t>
      </w:r>
      <w:r w:rsidRPr="00B552D5">
        <w:rPr>
          <w:lang w:val="sr-Latn-CS" w:eastAsia="sr-Latn-CS"/>
        </w:rPr>
        <w:t xml:space="preserve">. </w:t>
      </w:r>
      <w:r>
        <w:rPr>
          <w:rFonts w:cs="Arial"/>
          <w:lang w:val="sv-SE" w:eastAsia="sr-Latn-CS"/>
        </w:rPr>
        <w:t>Дијаграм растурања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са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осама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v-SE" w:eastAsia="sr-Latn-CS"/>
        </w:rPr>
        <w:t>кроз</w:t>
      </w:r>
      <w:r w:rsidRPr="0095267B">
        <w:rPr>
          <w:rFonts w:cs="Arial"/>
          <w:lang w:val="sv-SE" w:eastAsia="sr-Latn-CS"/>
        </w:rPr>
        <w:t xml:space="preserve"> </w:t>
      </w:r>
      <w:r>
        <w:rPr>
          <w:rFonts w:cs="Arial"/>
          <w:lang w:val="sr-Cyrl-CS" w:eastAsia="sr-Latn-CS"/>
        </w:rPr>
        <w:t>средину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lang w:val="it-IT" w:eastAsia="sr-Latn-CS"/>
        </w:rPr>
      </w:pPr>
      <w:r>
        <w:rPr>
          <w:rFonts w:cs="Arial"/>
          <w:lang w:val="it-IT" w:eastAsia="sr-Latn-CS"/>
        </w:rPr>
        <w:t>Вредност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зависи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јединица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којима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променљиве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измерене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it-IT" w:eastAsia="sr-Latn-CS"/>
        </w:rPr>
        <w:t>Можемо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наћи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без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димензија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поделимо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производа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 xml:space="preserve">са </w:t>
      </w:r>
      <w:r>
        <w:rPr>
          <w:rFonts w:cs="Arial"/>
          <w:lang w:val="it-IT" w:eastAsia="sr-Latn-CS"/>
        </w:rPr>
        <w:t>квадратним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кореном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збира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квадрата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од</w:t>
      </w:r>
      <w:r w:rsidRPr="0095267B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и</w:t>
      </w:r>
      <w:r w:rsidRPr="0095267B">
        <w:rPr>
          <w:rFonts w:cs="Arial"/>
          <w:i/>
          <w:iCs/>
          <w:color w:val="0A0905"/>
          <w:lang w:val="sr-Latn-CS" w:eastAsia="sr-Latn-CS"/>
        </w:rPr>
        <w:t xml:space="preserve"> Y</w:t>
      </w:r>
      <w:r w:rsidRPr="0095267B">
        <w:rPr>
          <w:rFonts w:cs="Arial"/>
          <w:lang w:val="it-IT" w:eastAsia="sr-Latn-CS"/>
        </w:rPr>
        <w:t>. O</w:t>
      </w:r>
      <w:r>
        <w:rPr>
          <w:rFonts w:cs="Arial"/>
          <w:lang w:val="it-IT" w:eastAsia="sr-Latn-CS"/>
        </w:rPr>
        <w:t>во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даје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производ</w:t>
      </w:r>
      <w:r>
        <w:rPr>
          <w:rFonts w:cs="Arial"/>
          <w:b/>
          <w:lang w:val="sr-Cyrl-CS" w:eastAsia="sr-Latn-CS"/>
        </w:rPr>
        <w:t xml:space="preserve"> момента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>
        <w:rPr>
          <w:rFonts w:cs="Arial"/>
          <w:b/>
          <w:lang w:val="sr-Cyrl-CS" w:eastAsia="sr-Latn-CS"/>
        </w:rPr>
        <w:t>а</w:t>
      </w:r>
      <w:r w:rsidRPr="0095267B">
        <w:rPr>
          <w:rFonts w:cs="Arial"/>
          <w:b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>
        <w:rPr>
          <w:rFonts w:cs="Arial"/>
          <w:lang w:val="sr-Cyrl-CS" w:eastAsia="sr-Latn-CS"/>
        </w:rPr>
        <w:t xml:space="preserve"> (</w:t>
      </w:r>
      <w:r w:rsidRPr="000C6780">
        <w:rPr>
          <w:rFonts w:cs="Arial"/>
          <w:b/>
          <w:bCs/>
          <w:color w:val="0A0905"/>
          <w:lang w:val="sr-Latn-CS" w:eastAsia="sr-Latn-CS"/>
        </w:rPr>
        <w:t xml:space="preserve">product </w:t>
      </w:r>
      <w:r w:rsidRPr="000C6780">
        <w:rPr>
          <w:rFonts w:cs="Arial"/>
          <w:b/>
          <w:bCs/>
          <w:color w:val="0A0905"/>
          <w:lang w:val="sr-Latn-CS" w:eastAsia="sr-Latn-CS"/>
        </w:rPr>
        <w:lastRenderedPageBreak/>
        <w:t>moment 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или</w:t>
      </w:r>
      <w:r w:rsidRPr="00536447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укратко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b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(</w:t>
      </w:r>
      <w:r w:rsidRPr="000C6780">
        <w:rPr>
          <w:rFonts w:cs="Arial"/>
          <w:b/>
          <w:bCs/>
          <w:color w:val="0A0905"/>
          <w:lang w:val="sr-Latn-CS" w:eastAsia="sr-Latn-CS"/>
        </w:rPr>
        <w:t>correlation coefficient</w:t>
      </w:r>
      <w:r>
        <w:rPr>
          <w:rFonts w:cs="Arial"/>
          <w:lang w:val="sr-Cyrl-CS" w:eastAsia="sr-Latn-CS"/>
        </w:rPr>
        <w:t>)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обично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означен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95267B">
        <w:rPr>
          <w:rFonts w:cs="Arial"/>
          <w:i/>
          <w:lang w:val="it-IT" w:eastAsia="sr-Latn-CS"/>
        </w:rPr>
        <w:t>.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Ако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су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n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парова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посматрања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обележени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color w:val="0A0905"/>
          <w:lang w:val="sr-Latn-CS" w:eastAsia="sr-Latn-CS"/>
        </w:rPr>
        <w:t>(</w:t>
      </w:r>
      <w:r w:rsidRPr="000C6780">
        <w:rPr>
          <w:rFonts w:cs="Arial"/>
          <w:i/>
          <w:iCs/>
          <w:color w:val="0A0905"/>
          <w:lang w:val="sr-Latn-CS" w:eastAsia="sr-Latn-CS"/>
        </w:rPr>
        <w:t>x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>,</w:t>
      </w:r>
      <w:r>
        <w:rPr>
          <w:rFonts w:cs="Arial"/>
          <w:color w:val="0A0905"/>
          <w:lang w:val="sr-Cyrl-CS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0C6780">
        <w:rPr>
          <w:rFonts w:cs="Arial"/>
          <w:color w:val="0A0905"/>
          <w:lang w:val="sr-Latn-CS" w:eastAsia="sr-Latn-CS"/>
        </w:rPr>
        <w:t xml:space="preserve">), </w:t>
      </w:r>
      <w:r>
        <w:rPr>
          <w:rFonts w:cs="Arial"/>
          <w:lang w:val="it-IT" w:eastAsia="sr-Latn-CS"/>
        </w:rPr>
        <w:t>онда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се</w:t>
      </w:r>
      <w:r w:rsidRPr="0095267B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добија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помоћу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E00825">
        <w:rPr>
          <w:noProof/>
          <w:position w:val="-104"/>
          <w:lang w:val="en-US"/>
        </w:rPr>
        <w:object w:dxaOrig="7200" w:dyaOrig="2180">
          <v:shape id="_x0000_i1050" type="#_x0000_t75" style="width:5in;height:108.95pt" o:ole="">
            <v:imagedata r:id="rId64" o:title=""/>
          </v:shape>
          <o:OLEObject Type="Embed" ProgID="Equation.3" ShapeID="_x0000_i1050" DrawAspect="Content" ObjectID="_1566933518" r:id="rId65"/>
        </w:object>
      </w:r>
    </w:p>
    <w:p w:rsidR="00B26E39" w:rsidRPr="001154FB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</w:p>
    <w:p w:rsidR="00B26E39" w:rsidRPr="007D57E8" w:rsidRDefault="00B26E39" w:rsidP="00B26E39">
      <w:pPr>
        <w:spacing w:before="0"/>
        <w:rPr>
          <w:rFonts w:cs="Arial"/>
          <w:lang w:val="sr-Cyrl-CS" w:eastAsia="sr-Latn-CS"/>
        </w:rPr>
      </w:pPr>
      <w:r w:rsidRPr="007D57E8">
        <w:rPr>
          <w:rFonts w:cs="Arial"/>
          <w:lang w:val="sr-Cyrl-CS" w:eastAsia="sr-Latn-CS"/>
        </w:rPr>
        <w:t xml:space="preserve">За </w:t>
      </w:r>
      <w:r>
        <w:rPr>
          <w:rFonts w:cs="Arial"/>
          <w:lang w:eastAsia="sr-Latn-CS"/>
        </w:rPr>
        <w:t>FEV</w:t>
      </w:r>
      <w:r w:rsidRPr="007D57E8">
        <w:rPr>
          <w:rFonts w:cs="Arial"/>
          <w:lang w:val="sr-Cyrl-CS" w:eastAsia="sr-Latn-CS"/>
        </w:rPr>
        <w:t>1 и висину имамо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3A0F32">
        <w:rPr>
          <w:noProof/>
          <w:position w:val="-26"/>
          <w:lang w:val="en-US"/>
        </w:rPr>
        <w:object w:dxaOrig="2760" w:dyaOrig="600">
          <v:shape id="_x0000_i1051" type="#_x0000_t75" style="width:137.75pt;height:30.05pt" o:ole="">
            <v:imagedata r:id="rId66" o:title=""/>
          </v:shape>
          <o:OLEObject Type="Embed" ProgID="Equation.3" ShapeID="_x0000_i1051" DrawAspect="Content" ObjectID="_1566933519" r:id="rId67"/>
        </w:object>
      </w:r>
    </w:p>
    <w:p w:rsidR="00B26E39" w:rsidRDefault="00B26E39" w:rsidP="00B26E39">
      <w:pPr>
        <w:spacing w:before="0"/>
        <w:ind w:firstLine="720"/>
        <w:rPr>
          <w:rFonts w:cs="Arial"/>
          <w:noProof/>
          <w:color w:val="0A0905"/>
          <w:lang w:val="sr-Cyrl-C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noProof/>
          <w:color w:val="0A0905"/>
          <w:lang w:val="it-IT"/>
        </w:rPr>
      </w:pPr>
      <w:r w:rsidRPr="00575E78">
        <w:rPr>
          <w:rFonts w:cs="Arial"/>
          <w:noProof/>
          <w:color w:val="0A0905"/>
          <w:lang w:val="sr-Cyrl-CS"/>
        </w:rPr>
        <w:t xml:space="preserve">Ефекат дељења </w:t>
      </w:r>
      <w:r>
        <w:rPr>
          <w:rFonts w:cs="Arial"/>
          <w:noProof/>
          <w:color w:val="0A0905"/>
          <w:lang w:val="sr-Cyrl-CS"/>
        </w:rPr>
        <w:t>збира</w:t>
      </w:r>
      <w:r w:rsidRPr="00575E78">
        <w:rPr>
          <w:rFonts w:cs="Arial"/>
          <w:noProof/>
          <w:color w:val="0A0905"/>
          <w:lang w:val="sr-Cyrl-CS"/>
        </w:rPr>
        <w:t xml:space="preserve"> производа</w:t>
      </w:r>
      <w:r>
        <w:rPr>
          <w:rFonts w:cs="Arial"/>
          <w:noProof/>
          <w:color w:val="0A0905"/>
          <w:lang w:val="sr-Cyrl-CS"/>
        </w:rPr>
        <w:t xml:space="preserve"> са</w:t>
      </w:r>
      <w:r w:rsidRPr="00575E78">
        <w:rPr>
          <w:rFonts w:cs="Arial"/>
          <w:noProof/>
          <w:color w:val="0A0905"/>
          <w:lang w:val="sr-Cyrl-CS"/>
        </w:rPr>
        <w:t xml:space="preserve"> квадратним </w:t>
      </w:r>
      <w:r>
        <w:rPr>
          <w:rFonts w:cs="Arial"/>
          <w:noProof/>
          <w:color w:val="0A0905"/>
          <w:lang w:val="sr-Cyrl-CS"/>
        </w:rPr>
        <w:t xml:space="preserve">кореном </w:t>
      </w:r>
      <w:r w:rsidRPr="00575E78">
        <w:rPr>
          <w:rFonts w:cs="Arial"/>
          <w:noProof/>
          <w:color w:val="0A0905"/>
          <w:lang w:val="sr-Cyrl-CS"/>
        </w:rPr>
        <w:t>збир</w:t>
      </w:r>
      <w:r>
        <w:rPr>
          <w:rFonts w:cs="Arial"/>
          <w:noProof/>
          <w:color w:val="0A0905"/>
          <w:lang w:val="sr-Cyrl-CS"/>
        </w:rPr>
        <w:t>а</w:t>
      </w:r>
      <w:r w:rsidRPr="00575E78">
        <w:rPr>
          <w:rFonts w:cs="Arial"/>
          <w:noProof/>
          <w:color w:val="0A0905"/>
          <w:lang w:val="sr-Cyrl-CS"/>
        </w:rPr>
        <w:t xml:space="preserve"> квадрата </w:t>
      </w:r>
      <w:r>
        <w:rPr>
          <w:rFonts w:cs="Arial"/>
          <w:noProof/>
          <w:color w:val="0A0905"/>
          <w:lang w:val="sr-Cyrl-CS"/>
        </w:rPr>
        <w:t>одступања</w:t>
      </w:r>
      <w:r w:rsidRPr="00575E78">
        <w:rPr>
          <w:rFonts w:cs="Arial"/>
          <w:noProof/>
          <w:color w:val="0A0905"/>
          <w:lang w:val="sr-Cyrl-CS"/>
        </w:rPr>
        <w:t xml:space="preserve"> сваке променљив</w:t>
      </w:r>
      <w:r>
        <w:rPr>
          <w:rFonts w:cs="Arial"/>
          <w:noProof/>
          <w:color w:val="0A0905"/>
          <w:lang w:val="sr-Cyrl-CS"/>
        </w:rPr>
        <w:t>е</w:t>
      </w:r>
      <w:r w:rsidRPr="00575E78">
        <w:rPr>
          <w:rFonts w:cs="Arial"/>
          <w:noProof/>
          <w:color w:val="0A0905"/>
          <w:lang w:val="sr-Cyrl-CS"/>
        </w:rPr>
        <w:t xml:space="preserve"> је </w:t>
      </w:r>
      <w:r>
        <w:rPr>
          <w:rFonts w:cs="Arial"/>
          <w:noProof/>
          <w:color w:val="0A0905"/>
          <w:lang w:val="sr-Cyrl-CS"/>
        </w:rPr>
        <w:t xml:space="preserve">прављење да </w:t>
      </w:r>
      <w:r w:rsidRPr="00575E78">
        <w:rPr>
          <w:rFonts w:cs="Arial"/>
          <w:noProof/>
          <w:color w:val="0A0905"/>
          <w:lang w:val="sr-Cyrl-CS"/>
        </w:rPr>
        <w:t xml:space="preserve">коефицијент корелације </w:t>
      </w:r>
      <w:r>
        <w:rPr>
          <w:rFonts w:cs="Arial"/>
          <w:noProof/>
          <w:color w:val="0A0905"/>
          <w:lang w:val="sr-Cyrl-CS"/>
        </w:rPr>
        <w:t>лежи</w:t>
      </w:r>
      <w:r w:rsidRPr="00575E78">
        <w:rPr>
          <w:rFonts w:cs="Arial"/>
          <w:noProof/>
          <w:color w:val="0A0905"/>
          <w:lang w:val="sr-Cyrl-CS"/>
        </w:rPr>
        <w:t xml:space="preserve"> између -1.0 и +1.0. Када све тачке леже тачно на правој </w:t>
      </w:r>
      <w:r>
        <w:rPr>
          <w:rFonts w:cs="Arial"/>
          <w:noProof/>
          <w:color w:val="0A0905"/>
          <w:lang w:val="sr-Cyrl-CS"/>
        </w:rPr>
        <w:t xml:space="preserve">линији </w:t>
      </w:r>
      <w:r w:rsidRPr="00575E78">
        <w:rPr>
          <w:rFonts w:cs="Arial"/>
          <w:noProof/>
          <w:color w:val="0A0905"/>
          <w:lang w:val="sr-Cyrl-CS"/>
        </w:rPr>
        <w:t>так</w:t>
      </w:r>
      <w:r>
        <w:rPr>
          <w:rFonts w:cs="Arial"/>
          <w:noProof/>
          <w:color w:val="0A0905"/>
          <w:lang w:val="sr-Cyrl-CS"/>
        </w:rPr>
        <w:t>вој</w:t>
      </w:r>
      <w:r w:rsidRPr="00575E78">
        <w:rPr>
          <w:rFonts w:cs="Arial"/>
          <w:noProof/>
          <w:color w:val="0A0905"/>
          <w:lang w:val="sr-Cyrl-CS"/>
        </w:rPr>
        <w:t xml:space="preserve"> да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noProof/>
          <w:color w:val="0A0905"/>
          <w:lang w:val="sr-Cyrl-CS"/>
        </w:rPr>
        <w:t xml:space="preserve"> расте док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noProof/>
          <w:color w:val="0A0905"/>
          <w:lang w:val="sr-Cyrl-CS"/>
        </w:rPr>
        <w:t xml:space="preserve"> расте, </w:t>
      </w:r>
      <w:r w:rsidRPr="006D723D">
        <w:rPr>
          <w:rFonts w:cs="Arial"/>
          <w:noProof/>
          <w:color w:val="0A0905"/>
          <w:lang w:val="sr-Cyrl-CS"/>
        </w:rPr>
        <w:t xml:space="preserve">тада је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</w:t>
      </w:r>
      <w:r w:rsidRPr="0095267B">
        <w:rPr>
          <w:rFonts w:cs="Arial"/>
          <w:noProof/>
          <w:color w:val="0A0905"/>
          <w:lang w:val="en-US"/>
        </w:rPr>
        <w:t>O</w:t>
      </w:r>
      <w:r w:rsidRPr="00575E78">
        <w:rPr>
          <w:rFonts w:cs="Arial"/>
          <w:noProof/>
          <w:color w:val="0A0905"/>
          <w:lang w:val="sr-Cyrl-CS"/>
        </w:rPr>
        <w:t xml:space="preserve">во може бити приказано стављањем </w:t>
      </w:r>
      <w:r w:rsidRPr="00DD1D0D">
        <w:rPr>
          <w:rFonts w:cs="Arial"/>
          <w:noProof/>
          <w:color w:val="0A0905"/>
          <w:position w:val="-10"/>
          <w:lang w:val="sr-Cyrl-CS"/>
        </w:rPr>
        <w:object w:dxaOrig="760" w:dyaOrig="300">
          <v:shape id="_x0000_i1052" type="#_x0000_t75" style="width:38.2pt;height:15.05pt" o:ole="">
            <v:imagedata r:id="rId68" o:title=""/>
          </v:shape>
          <o:OLEObject Type="Embed" ProgID="Equation.3" ShapeID="_x0000_i1052" DrawAspect="Content" ObjectID="_1566933520" r:id="rId69"/>
        </w:object>
      </w:r>
      <w:r>
        <w:rPr>
          <w:rFonts w:cs="Arial"/>
          <w:noProof/>
          <w:color w:val="0A0905"/>
          <w:lang w:val="sr-Cyrl-CS"/>
        </w:rPr>
        <w:t>на место</w:t>
      </w:r>
      <w:r w:rsidRPr="00575E78">
        <w:rPr>
          <w:rFonts w:cs="Arial"/>
          <w:noProof/>
          <w:color w:val="0A0905"/>
          <w:lang w:val="sr-Cyrl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</w:t>
      </w:r>
      <w:r w:rsidRPr="000C6780">
        <w:rPr>
          <w:rFonts w:cs="Arial"/>
          <w:i/>
          <w:iCs/>
          <w:color w:val="0A0905"/>
          <w:vertAlign w:val="subscript"/>
          <w:lang w:val="sr-Latn-CS" w:eastAsia="sr-Latn-CS"/>
        </w:rPr>
        <w:t>i</w:t>
      </w:r>
      <w:r w:rsidRPr="00575E78">
        <w:rPr>
          <w:rFonts w:cs="Arial"/>
          <w:noProof/>
          <w:color w:val="0A0905"/>
          <w:lang w:val="sr-Cyrl-CS"/>
        </w:rPr>
        <w:t xml:space="preserve"> у једначин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 xml:space="preserve"> за </w:t>
      </w:r>
      <w:r>
        <w:rPr>
          <w:rFonts w:cs="Arial"/>
          <w:noProof/>
          <w:color w:val="0A0905"/>
          <w:lang w:val="sr-Latn-CS"/>
        </w:rPr>
        <w:t>r</w:t>
      </w:r>
      <w:r>
        <w:rPr>
          <w:rFonts w:cs="Arial"/>
          <w:noProof/>
          <w:color w:val="0A0905"/>
          <w:lang w:val="sr-Cyrl-CS"/>
        </w:rPr>
        <w:t>;</w:t>
      </w:r>
      <w:r w:rsidRPr="00575E78">
        <w:rPr>
          <w:rFonts w:cs="Arial"/>
          <w:noProof/>
          <w:color w:val="0A0905"/>
          <w:lang w:val="sr-Cyrl-CS"/>
        </w:rPr>
        <w:t xml:space="preserve"> све се поништава остављајући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1. Када се све тачке леже тачно на правој линији са негативним нагибом,</w:t>
      </w:r>
      <w:r w:rsidRPr="00575E78">
        <w:rPr>
          <w:rFonts w:cs="Arial"/>
          <w:i/>
          <w:noProof/>
          <w:color w:val="0A0905"/>
          <w:lang w:val="sr-Cyrl-CS"/>
        </w:rPr>
        <w:t xml:space="preserve">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-1. Када уопште не постоји никаква веза, </w:t>
      </w:r>
      <w:r>
        <w:rPr>
          <w:rFonts w:cs="Arial"/>
          <w:i/>
          <w:noProof/>
          <w:color w:val="0A0905"/>
          <w:lang w:val="sr-Latn-CS"/>
        </w:rPr>
        <w:t>r</w:t>
      </w:r>
      <w:r w:rsidRPr="00575E78">
        <w:rPr>
          <w:rFonts w:cs="Arial"/>
          <w:noProof/>
          <w:color w:val="0A0905"/>
          <w:lang w:val="sr-Cyrl-CS"/>
        </w:rPr>
        <w:t xml:space="preserve"> = 0, јер је збир производа нула. Коефицијент корелације описује </w:t>
      </w:r>
      <w:r w:rsidRPr="00B738B5">
        <w:rPr>
          <w:rFonts w:cs="Arial"/>
          <w:noProof/>
          <w:color w:val="0A0905"/>
          <w:lang w:val="sr-Cyrl-CS"/>
        </w:rPr>
        <w:t xml:space="preserve">блискост </w:t>
      </w:r>
      <w:r w:rsidRPr="00575E78">
        <w:rPr>
          <w:rFonts w:cs="Arial"/>
          <w:noProof/>
          <w:color w:val="0A0905"/>
          <w:lang w:val="sr-Cyrl-CS"/>
        </w:rPr>
        <w:t>линеарног односа између две променљиве. Није битно коју променљиву уз</w:t>
      </w:r>
      <w:r>
        <w:rPr>
          <w:rFonts w:cs="Arial"/>
          <w:noProof/>
          <w:color w:val="0A0905"/>
          <w:lang w:val="sr-Cyrl-CS"/>
        </w:rPr>
        <w:t>и</w:t>
      </w:r>
      <w:r w:rsidRPr="00575E78">
        <w:rPr>
          <w:rFonts w:cs="Arial"/>
          <w:noProof/>
          <w:color w:val="0A0905"/>
          <w:lang w:val="sr-Cyrl-CS"/>
        </w:rPr>
        <w:t>м</w:t>
      </w:r>
      <w:r>
        <w:rPr>
          <w:rFonts w:cs="Arial"/>
          <w:noProof/>
          <w:color w:val="0A0905"/>
          <w:lang w:val="sr-Latn-CS"/>
        </w:rPr>
        <w:t>a</w:t>
      </w:r>
      <w:r w:rsidRPr="00575E78">
        <w:rPr>
          <w:rFonts w:cs="Arial"/>
          <w:noProof/>
          <w:color w:val="0A0905"/>
          <w:lang w:val="sr-Cyrl-CS"/>
        </w:rPr>
        <w:t xml:space="preserve">мо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>
        <w:rPr>
          <w:rFonts w:cs="Arial"/>
          <w:i/>
          <w:iCs/>
          <w:color w:val="0A0905"/>
          <w:lang w:val="sr-Latn-CS" w:eastAsia="sr-Latn-CS"/>
        </w:rPr>
        <w:t>,</w:t>
      </w:r>
      <w:r w:rsidRPr="00575E78">
        <w:rPr>
          <w:rFonts w:cs="Arial"/>
          <w:noProof/>
          <w:color w:val="0A0905"/>
          <w:lang w:val="sr-Cyrl-CS"/>
        </w:rPr>
        <w:t xml:space="preserve"> а кој</w:t>
      </w:r>
      <w:r>
        <w:rPr>
          <w:rFonts w:cs="Arial"/>
          <w:noProof/>
          <w:color w:val="0A0905"/>
          <w:lang w:val="sr-Cyrl-CS"/>
        </w:rPr>
        <w:t>у</w:t>
      </w:r>
      <w:r w:rsidRPr="00575E78">
        <w:rPr>
          <w:rFonts w:cs="Arial"/>
          <w:noProof/>
          <w:color w:val="0A0905"/>
          <w:lang w:val="sr-Cyrl-CS"/>
        </w:rPr>
        <w:t xml:space="preserve"> да буде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color w:val="0A0905"/>
          <w:lang w:val="sr-Latn-CS" w:eastAsia="sr-Latn-CS"/>
        </w:rPr>
        <w:t xml:space="preserve">.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избор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предсказивача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исхода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регресији</w:t>
      </w:r>
      <w:r w:rsidRPr="0095267B">
        <w:rPr>
          <w:rFonts w:cs="Arial"/>
          <w:noProof/>
          <w:color w:val="0A0905"/>
          <w:lang w:val="it-IT"/>
        </w:rPr>
        <w:t>.</w:t>
      </w:r>
    </w:p>
    <w:p w:rsidR="00B26E39" w:rsidRDefault="0031424A" w:rsidP="00B26E39">
      <w:pPr>
        <w:pStyle w:val="Figure1"/>
        <w:rPr>
          <w:lang w:eastAsia="sr-Latn-CS"/>
        </w:rPr>
      </w:pPr>
      <w:r>
        <w:rPr>
          <w:noProof/>
          <w:lang w:val="en-US"/>
        </w:rPr>
        <w:drawing>
          <wp:inline distT="0" distB="0" distL="0" distR="0">
            <wp:extent cx="5255895" cy="2019935"/>
            <wp:effectExtent l="19050" t="0" r="1905" b="0"/>
            <wp:docPr id="36" name="Picture 36" descr="Slika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Slika 8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5895" cy="2019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6E39" w:rsidRDefault="00B26E39" w:rsidP="00B26E39">
      <w:pPr>
        <w:pStyle w:val="Figure1"/>
        <w:spacing w:after="0"/>
        <w:rPr>
          <w:lang w:eastAsia="sr-Latn-CS"/>
        </w:rPr>
      </w:pPr>
      <w:r>
        <w:rPr>
          <w:rFonts w:cs="Arial"/>
          <w:bCs/>
          <w:color w:val="0A0905"/>
          <w:lang w:val="sr-Latn-CS" w:eastAsia="sr-Latn-CS"/>
        </w:rPr>
        <w:t>Слика</w:t>
      </w:r>
      <w:r w:rsidRPr="00B552D5">
        <w:rPr>
          <w:rFonts w:cs="Arial"/>
          <w:bCs/>
          <w:color w:val="0A0905"/>
          <w:lang w:val="sr-Latn-CS" w:eastAsia="sr-Latn-CS"/>
        </w:rPr>
        <w:t xml:space="preserve"> </w:t>
      </w:r>
      <w:r>
        <w:rPr>
          <w:rFonts w:cs="Arial"/>
          <w:bCs/>
          <w:color w:val="0A0905"/>
          <w:lang w:val="sr-Latn-CS" w:eastAsia="sr-Latn-CS"/>
        </w:rPr>
        <w:t>8.</w:t>
      </w:r>
      <w:r>
        <w:rPr>
          <w:rFonts w:cs="Arial"/>
          <w:bCs/>
          <w:color w:val="0A0905"/>
          <w:lang w:val="sr-Cyrl-CS" w:eastAsia="sr-Latn-CS"/>
        </w:rPr>
        <w:t xml:space="preserve">7 </w:t>
      </w:r>
      <w:r w:rsidRPr="00B552D5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noProof/>
          <w:color w:val="0A0905"/>
          <w:lang w:val="it-IT"/>
        </w:rPr>
        <w:t>Подаци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где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може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доведе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забуну</w:t>
      </w:r>
    </w:p>
    <w:p w:rsidR="00B26E39" w:rsidRDefault="00B26E39" w:rsidP="00B26E39">
      <w:pPr>
        <w:spacing w:before="0"/>
        <w:ind w:firstLine="720"/>
        <w:rPr>
          <w:rFonts w:cs="Arial"/>
          <w:color w:val="0A0905"/>
          <w:lang w:val="sr-Cyrl-CS" w:eastAsia="sr-Latn-CS"/>
        </w:rPr>
      </w:pPr>
    </w:p>
    <w:p w:rsidR="00B26E39" w:rsidRPr="0095267B" w:rsidRDefault="00B26E39" w:rsidP="00B26E39">
      <w:pPr>
        <w:spacing w:before="0"/>
        <w:ind w:firstLine="720"/>
        <w:rPr>
          <w:rFonts w:cs="Arial"/>
          <w:noProof/>
          <w:color w:val="0A0905"/>
          <w:lang w:val="it-IT"/>
        </w:rPr>
      </w:pP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мери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тачке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близу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правој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линији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Чак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математички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између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неће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тачно</w:t>
      </w:r>
      <w:r w:rsidRPr="0095267B">
        <w:rPr>
          <w:rFonts w:cs="Arial"/>
          <w:noProof/>
          <w:color w:val="0A0905"/>
          <w:lang w:val="it-IT"/>
        </w:rPr>
        <w:t xml:space="preserve"> 1</w:t>
      </w:r>
      <w:r>
        <w:rPr>
          <w:rFonts w:cs="Arial"/>
          <w:noProof/>
          <w:color w:val="0A0905"/>
          <w:lang w:val="sr-Cyrl-CS"/>
        </w:rPr>
        <w:t>,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облику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пример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савршено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 w:rsidRPr="0095267B">
        <w:rPr>
          <w:rFonts w:cs="Arial"/>
          <w:noProof/>
          <w:color w:val="0A0905"/>
          <w:lang w:val="it-IT"/>
        </w:rPr>
        <w:t xml:space="preserve">= 0.86. </w:t>
      </w:r>
      <w:r>
        <w:rPr>
          <w:rFonts w:cs="Arial"/>
          <w:noProof/>
          <w:color w:val="0A0905"/>
          <w:lang w:val="it-IT"/>
        </w:rPr>
        <w:t>Слика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такође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приказује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променљиве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јасно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повезане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али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имају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нула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корелацију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јер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линеаран</w:t>
      </w:r>
      <w:r w:rsidRPr="0095267B">
        <w:rPr>
          <w:rFonts w:cs="Arial"/>
          <w:noProof/>
          <w:color w:val="0A0905"/>
          <w:lang w:val="it-IT"/>
        </w:rPr>
        <w:t>. O</w:t>
      </w:r>
      <w:r>
        <w:rPr>
          <w:rFonts w:cs="Arial"/>
          <w:noProof/>
          <w:color w:val="0A0905"/>
          <w:lang w:val="it-IT"/>
        </w:rPr>
        <w:t>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поново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показује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значај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прављења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дијаграма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података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не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ослањајући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преглед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статистике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што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само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коефицијент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корелације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пракси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односи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они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сликама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8.</w:t>
      </w:r>
      <w:r>
        <w:rPr>
          <w:rFonts w:cs="Arial"/>
          <w:noProof/>
          <w:color w:val="0A0905"/>
          <w:lang w:val="sr-Cyrl-CS"/>
        </w:rPr>
        <w:t>7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ретки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медицинским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подацима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иако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могућност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 xml:space="preserve">за овакве податке </w:t>
      </w:r>
      <w:r>
        <w:rPr>
          <w:rFonts w:cs="Arial"/>
          <w:noProof/>
          <w:color w:val="0A0905"/>
          <w:lang w:val="it-IT"/>
        </w:rPr>
        <w:t>увек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sr-Cyrl-CS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. </w:t>
      </w:r>
      <w:r>
        <w:rPr>
          <w:rFonts w:cs="Arial"/>
          <w:noProof/>
          <w:color w:val="0A0905"/>
          <w:lang w:val="it-IT"/>
        </w:rPr>
        <w:t>Чешће</w:t>
      </w:r>
      <w:r w:rsidRPr="0095267B">
        <w:rPr>
          <w:rFonts w:cs="Arial"/>
          <w:noProof/>
          <w:color w:val="0A0905"/>
          <w:lang w:val="it-IT"/>
        </w:rPr>
        <w:t xml:space="preserve">, </w:t>
      </w:r>
      <w:r>
        <w:rPr>
          <w:rFonts w:cs="Arial"/>
          <w:noProof/>
          <w:color w:val="0A0905"/>
          <w:lang w:val="it-IT"/>
        </w:rPr>
        <w:t>постоји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толико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случајних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варијација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да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није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лако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препознати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било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какав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однос</w:t>
      </w:r>
      <w:r w:rsidRPr="0095267B">
        <w:rPr>
          <w:rFonts w:cs="Arial"/>
          <w:noProof/>
          <w:color w:val="0A0905"/>
          <w:lang w:val="it-IT"/>
        </w:rPr>
        <w:t xml:space="preserve"> </w:t>
      </w:r>
      <w:r>
        <w:rPr>
          <w:rFonts w:cs="Arial"/>
          <w:noProof/>
          <w:color w:val="0A0905"/>
          <w:lang w:val="it-IT"/>
        </w:rPr>
        <w:t>уопште</w:t>
      </w:r>
      <w:r w:rsidRPr="0095267B">
        <w:rPr>
          <w:rFonts w:cs="Arial"/>
          <w:noProof/>
          <w:color w:val="0A0905"/>
          <w:lang w:val="it-IT"/>
        </w:rPr>
        <w:t>.</w:t>
      </w:r>
    </w:p>
    <w:p w:rsidR="00B26E39" w:rsidRDefault="00B26E39" w:rsidP="00B26E39">
      <w:pPr>
        <w:spacing w:before="0"/>
        <w:ind w:firstLine="720"/>
        <w:rPr>
          <w:rFonts w:cs="Arial"/>
          <w:lang w:val="sr-Cyrl-CS" w:eastAsia="sr-Latn-CS"/>
        </w:rPr>
      </w:pPr>
      <w:r>
        <w:rPr>
          <w:rFonts w:cs="Arial"/>
          <w:lang w:val="it-IT" w:eastAsia="sr-Latn-CS"/>
        </w:rPr>
        <w:t>Коефицијент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корелације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i/>
          <w:lang w:val="it-IT" w:eastAsia="sr-Latn-CS"/>
        </w:rPr>
        <w:t>r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вези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са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коефицијентом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регресије</w:t>
      </w:r>
      <w:r w:rsidRPr="0095267B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it-IT" w:eastAsia="sr-Latn-CS"/>
        </w:rPr>
        <w:t>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једноставан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начин</w:t>
      </w:r>
      <w:r w:rsidRPr="0095267B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Y = a + bX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50180">
        <w:rPr>
          <w:rFonts w:cs="Arial"/>
          <w:iCs/>
          <w:color w:val="0A0905"/>
          <w:lang w:val="sr-Cyrl-CS" w:eastAsia="sr-Latn-CS"/>
        </w:rPr>
        <w:t>,</w:t>
      </w:r>
      <w:r w:rsidRPr="00550180">
        <w:rPr>
          <w:rFonts w:cs="Arial"/>
          <w:iCs/>
          <w:color w:val="0A0905"/>
          <w:lang w:val="sr-Latn-CS" w:eastAsia="sr-Latn-CS"/>
        </w:rPr>
        <w:t xml:space="preserve"> </w:t>
      </w:r>
      <w:r w:rsidRPr="00550180">
        <w:rPr>
          <w:rFonts w:cs="Arial"/>
          <w:iCs/>
          <w:color w:val="0A0905"/>
          <w:lang w:val="sr-Cyrl-CS" w:eastAsia="sr-Latn-CS"/>
        </w:rPr>
        <w:t>и</w:t>
      </w:r>
      <w:r>
        <w:rPr>
          <w:rFonts w:cs="Arial"/>
          <w:iCs/>
          <w:color w:val="0A0905"/>
          <w:lang w:val="sr-Latn-CS" w:eastAsia="sr-Latn-CS"/>
        </w:rPr>
        <w:t xml:space="preserve"> ako je </w:t>
      </w:r>
      <w:r w:rsidRPr="00844A8B">
        <w:rPr>
          <w:rFonts w:cs="Arial"/>
          <w:iCs/>
          <w:color w:val="0A0905"/>
          <w:position w:val="-6"/>
          <w:lang w:val="sr-Latn-CS" w:eastAsia="sr-Latn-CS"/>
        </w:rPr>
        <w:object w:dxaOrig="1100" w:dyaOrig="260">
          <v:shape id="_x0000_i1053" type="#_x0000_t75" style="width:55.1pt;height:13.15pt" o:ole="">
            <v:imagedata r:id="rId71" o:title=""/>
          </v:shape>
          <o:OLEObject Type="Embed" ProgID="Equation.3" ShapeID="_x0000_i1053" DrawAspect="Content" ObjectID="_1566933521" r:id="rId72"/>
        </w:object>
      </w:r>
      <w:r>
        <w:rPr>
          <w:rFonts w:cs="Arial"/>
          <w:lang w:val="en-US" w:eastAsia="sr-Latn-CS"/>
        </w:rPr>
        <w:t>регресија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X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на</w:t>
      </w:r>
      <w:r w:rsidRPr="00575E78">
        <w:rPr>
          <w:rFonts w:cs="Arial"/>
          <w:lang w:val="it-IT" w:eastAsia="sr-Latn-CS"/>
        </w:rPr>
        <w:t xml:space="preserve"> </w:t>
      </w:r>
      <w:r w:rsidRPr="0095267B">
        <w:rPr>
          <w:rFonts w:cs="Arial"/>
          <w:i/>
          <w:iCs/>
          <w:color w:val="0A0905"/>
          <w:lang w:val="sr-Latn-CS" w:eastAsia="sr-Latn-CS"/>
        </w:rPr>
        <w:t>Y</w: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en-US" w:eastAsia="sr-Latn-CS"/>
        </w:rPr>
        <w:t>онда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575E78">
        <w:rPr>
          <w:rFonts w:cs="Arial"/>
          <w:lang w:val="it-IT" w:eastAsia="sr-Latn-CS"/>
        </w:rPr>
        <w:t xml:space="preserve"> </w:t>
      </w:r>
      <w:r w:rsidRPr="00844A8B">
        <w:rPr>
          <w:rFonts w:cs="Arial"/>
          <w:position w:val="-6"/>
          <w:lang w:val="en-US" w:eastAsia="sr-Latn-CS"/>
        </w:rPr>
        <w:object w:dxaOrig="720" w:dyaOrig="300">
          <v:shape id="_x0000_i1054" type="#_x0000_t75" style="width:36.3pt;height:15.05pt" o:ole="">
            <v:imagedata r:id="rId73" o:title=""/>
          </v:shape>
          <o:OLEObject Type="Embed" ProgID="Equation.3" ShapeID="_x0000_i1054" DrawAspect="Content" ObjectID="_1566933522" r:id="rId74"/>
        </w:object>
      </w:r>
      <w:r w:rsidRPr="00575E78">
        <w:rPr>
          <w:rFonts w:cs="Arial"/>
          <w:lang w:val="it-IT" w:eastAsia="sr-Latn-CS"/>
        </w:rPr>
        <w:t>. O</w:t>
      </w:r>
      <w:r>
        <w:rPr>
          <w:rFonts w:cs="Arial"/>
          <w:lang w:val="en-US" w:eastAsia="sr-Latn-CS"/>
        </w:rPr>
        <w:t>во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произилази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из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формул</w:t>
      </w:r>
      <w:r w:rsidRPr="00695B6D">
        <w:rPr>
          <w:rFonts w:cs="Arial"/>
          <w:lang w:val="it-IT" w:eastAsia="sr-Latn-CS"/>
        </w:rPr>
        <w:t>a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i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r</w:t>
      </w:r>
      <w:r w:rsidRPr="000C6780">
        <w:rPr>
          <w:rFonts w:cs="Arial"/>
          <w:color w:val="0A0905"/>
          <w:lang w:val="sr-Latn-CS" w:eastAsia="sr-Latn-CS"/>
        </w:rPr>
        <w:t xml:space="preserve">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val="en-US" w:eastAsia="sr-Latn-CS"/>
        </w:rPr>
        <w:t>За</w:t>
      </w:r>
      <w:r w:rsidRPr="00575E78">
        <w:rPr>
          <w:rFonts w:cs="Arial"/>
          <w:lang w:val="it-IT" w:eastAsia="sr-Latn-CS"/>
        </w:rPr>
        <w:t xml:space="preserve"> </w:t>
      </w:r>
      <w:r w:rsidRPr="007D57E8">
        <w:rPr>
          <w:rFonts w:cs="Arial"/>
          <w:lang w:val="it-IT" w:eastAsia="sr-Latn-CS"/>
        </w:rPr>
        <w:t>FEV1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податке</w:t>
      </w:r>
      <w:r w:rsidRPr="00575E78">
        <w:rPr>
          <w:rFonts w:cs="Arial"/>
          <w:lang w:val="it-IT" w:eastAsia="sr-Latn-CS"/>
        </w:rPr>
        <w:t xml:space="preserve">, </w:t>
      </w:r>
      <w:r w:rsidRPr="000C6780">
        <w:rPr>
          <w:rFonts w:cs="Arial"/>
          <w:i/>
          <w:iCs/>
          <w:color w:val="0A0905"/>
          <w:lang w:val="sr-Latn-CS" w:eastAsia="sr-Latn-CS"/>
        </w:rPr>
        <w:t>b</w:t>
      </w:r>
      <w:r w:rsidRPr="00575E78">
        <w:rPr>
          <w:rFonts w:cs="Arial"/>
          <w:lang w:val="it-IT" w:eastAsia="sr-Latn-CS"/>
        </w:rPr>
        <w:t xml:space="preserve"> = 0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074389 </w:t>
      </w:r>
      <w:r>
        <w:rPr>
          <w:rFonts w:cs="Arial"/>
          <w:lang w:val="en-US" w:eastAsia="sr-Latn-CS"/>
        </w:rPr>
        <w:t>и</w:t>
      </w:r>
      <w:r w:rsidRPr="00575E78">
        <w:rPr>
          <w:rFonts w:cs="Arial"/>
          <w:lang w:val="it-IT" w:eastAsia="sr-Latn-CS"/>
        </w:rPr>
        <w:t xml:space="preserve"> </w:t>
      </w:r>
      <w:r w:rsidRPr="00E2347B">
        <w:rPr>
          <w:rFonts w:cs="Arial"/>
          <w:i/>
          <w:iCs/>
          <w:color w:val="0A0905"/>
          <w:lang w:val="sr-Latn-CS" w:eastAsia="sr-Latn-CS"/>
        </w:rPr>
        <w:t>b′</w:t>
      </w:r>
      <w:r>
        <w:rPr>
          <w:rFonts w:cs="Arial"/>
          <w:i/>
          <w:iCs/>
          <w:color w:val="0A0905"/>
          <w:lang w:val="sr-Cyrl-CS" w:eastAsia="sr-Latn-CS"/>
        </w:rPr>
        <w:t xml:space="preserve"> </w:t>
      </w:r>
      <w:r w:rsidRPr="00575E78">
        <w:rPr>
          <w:rFonts w:cs="Arial"/>
          <w:lang w:val="it-IT" w:eastAsia="sr-Latn-CS"/>
        </w:rPr>
        <w:t>= 4</w:t>
      </w:r>
      <w:r>
        <w:rPr>
          <w:rFonts w:cs="Arial"/>
          <w:lang w:val="sr-Cyrl-CS" w:eastAsia="sr-Latn-CS"/>
        </w:rPr>
        <w:t>.</w:t>
      </w:r>
      <w:r w:rsidRPr="00575E78">
        <w:rPr>
          <w:rFonts w:cs="Arial"/>
          <w:lang w:val="it-IT" w:eastAsia="sr-Latn-CS"/>
        </w:rPr>
        <w:t xml:space="preserve">5424, </w:t>
      </w:r>
      <w:r>
        <w:rPr>
          <w:rFonts w:cs="Arial"/>
          <w:lang w:val="en-US" w:eastAsia="sr-Latn-CS"/>
        </w:rPr>
        <w:t>тако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да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је</w:t>
      </w:r>
      <w:r w:rsidRPr="00695B6D">
        <w:rPr>
          <w:rFonts w:cs="Arial"/>
          <w:lang w:val="it-IT" w:eastAsia="sr-Latn-CS"/>
        </w:rPr>
        <w:t xml:space="preserve"> </w:t>
      </w:r>
      <w:r w:rsidRPr="005701BF">
        <w:rPr>
          <w:rFonts w:cs="Arial"/>
          <w:position w:val="-6"/>
          <w:lang w:val="en-US" w:eastAsia="sr-Latn-CS"/>
        </w:rPr>
        <w:object w:dxaOrig="3000" w:dyaOrig="260">
          <v:shape id="_x0000_i1055" type="#_x0000_t75" style="width:150.25pt;height:13.15pt" o:ole="">
            <v:imagedata r:id="rId75" o:title=""/>
          </v:shape>
          <o:OLEObject Type="Embed" ProgID="Equation.3" ShapeID="_x0000_i1055" DrawAspect="Content" ObjectID="_1566933523" r:id="rId76"/>
        </w:object>
      </w:r>
      <w:r w:rsidRPr="00575E78">
        <w:rPr>
          <w:rFonts w:cs="Arial"/>
          <w:lang w:val="it-IT" w:eastAsia="sr-Latn-CS"/>
        </w:rPr>
        <w:t xml:space="preserve">, </w:t>
      </w:r>
      <w:r>
        <w:rPr>
          <w:rFonts w:cs="Arial"/>
          <w:lang w:val="sr-Cyrl-CS" w:eastAsia="sr-Latn-CS"/>
        </w:rPr>
        <w:t xml:space="preserve">па је </w:t>
      </w:r>
      <w:r>
        <w:rPr>
          <w:rFonts w:cs="Arial"/>
          <w:lang w:val="en-US" w:eastAsia="sr-Latn-CS"/>
        </w:rPr>
        <w:t>квадратни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корен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од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тога једнак</w:t>
      </w:r>
      <w:r w:rsidRPr="00575E78">
        <w:rPr>
          <w:rFonts w:cs="Arial"/>
          <w:lang w:val="it-IT" w:eastAsia="sr-Latn-CS"/>
        </w:rPr>
        <w:t xml:space="preserve"> 0.58129, </w:t>
      </w:r>
      <w:r>
        <w:rPr>
          <w:rFonts w:cs="Arial"/>
          <w:lang w:val="sr-Cyrl-CS" w:eastAsia="sr-Latn-CS"/>
        </w:rPr>
        <w:t xml:space="preserve">и то је вредност </w:t>
      </w:r>
      <w:r>
        <w:rPr>
          <w:rFonts w:cs="Arial"/>
          <w:lang w:val="en-US" w:eastAsia="sr-Latn-CS"/>
        </w:rPr>
        <w:t>коефицијент</w:t>
      </w:r>
      <w:r>
        <w:rPr>
          <w:rFonts w:cs="Arial"/>
          <w:lang w:val="sr-Cyrl-CS" w:eastAsia="sr-Latn-CS"/>
        </w:rPr>
        <w:t>а</w:t>
      </w:r>
      <w:r w:rsidRPr="00575E78">
        <w:rPr>
          <w:rFonts w:cs="Arial"/>
          <w:lang w:val="it-IT" w:eastAsia="sr-Latn-CS"/>
        </w:rPr>
        <w:t xml:space="preserve"> </w:t>
      </w:r>
      <w:r>
        <w:rPr>
          <w:rFonts w:cs="Arial"/>
          <w:lang w:val="en-US" w:eastAsia="sr-Latn-CS"/>
        </w:rPr>
        <w:t>корелације</w:t>
      </w:r>
      <w:r w:rsidRPr="00575E78">
        <w:rPr>
          <w:rFonts w:cs="Arial"/>
          <w:lang w:val="it-IT" w:eastAsia="sr-Latn-CS"/>
        </w:rPr>
        <w:t xml:space="preserve">. </w:t>
      </w:r>
      <w:r>
        <w:rPr>
          <w:rFonts w:cs="Arial"/>
          <w:lang w:eastAsia="sr-Latn-CS"/>
        </w:rPr>
        <w:t>Такође</w:t>
      </w:r>
      <w:r w:rsidRPr="007D57E8">
        <w:rPr>
          <w:rFonts w:cs="Arial"/>
          <w:lang w:val="it-IT" w:eastAsia="sr-Latn-CS"/>
        </w:rPr>
        <w:t xml:space="preserve"> </w:t>
      </w:r>
      <w:r>
        <w:rPr>
          <w:rFonts w:cs="Arial"/>
          <w:lang w:eastAsia="sr-Latn-CS"/>
        </w:rPr>
        <w:t>имамо</w:t>
      </w:r>
    </w:p>
    <w:p w:rsidR="00B26E39" w:rsidRPr="0095267B" w:rsidRDefault="00B26E39" w:rsidP="00B26E39">
      <w:pPr>
        <w:pStyle w:val="Equation1"/>
        <w:rPr>
          <w:lang w:eastAsia="sr-Latn-CS"/>
        </w:rPr>
      </w:pPr>
      <w:r w:rsidRPr="00A0791E">
        <w:rPr>
          <w:noProof/>
          <w:position w:val="-60"/>
          <w:lang w:val="en-US"/>
        </w:rPr>
        <w:object w:dxaOrig="7740" w:dyaOrig="1300">
          <v:shape id="_x0000_i1056" type="#_x0000_t75" style="width:386.9pt;height:65.1pt" o:ole="">
            <v:imagedata r:id="rId77" o:title=""/>
          </v:shape>
          <o:OLEObject Type="Embed" ProgID="Equation.3" ShapeID="_x0000_i1056" DrawAspect="Content" ObjectID="_1566933524" r:id="rId78"/>
        </w:object>
      </w:r>
    </w:p>
    <w:p w:rsidR="00B26E39" w:rsidRDefault="00B26E39" w:rsidP="00B26E39">
      <w:pPr>
        <w:spacing w:before="0"/>
        <w:rPr>
          <w:rFonts w:cs="Arial"/>
          <w:lang w:val="sr-Cyrl-CS" w:eastAsia="sr-Latn-CS"/>
        </w:rPr>
      </w:pPr>
    </w:p>
    <w:p w:rsidR="00B26E39" w:rsidRPr="00131805" w:rsidRDefault="00B26E39" w:rsidP="00B26E39">
      <w:pPr>
        <w:spacing w:before="0"/>
        <w:rPr>
          <w:rFonts w:cs="Arial"/>
          <w:lang w:val="sr-Cyrl-CS" w:eastAsia="sr-Latn-CS"/>
        </w:rPr>
      </w:pPr>
      <w:r>
        <w:rPr>
          <w:rFonts w:cs="Arial"/>
          <w:lang w:val="sr-Cyrl-CS" w:eastAsia="sr-Latn-CS"/>
        </w:rPr>
        <w:t>То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је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обја</w:t>
      </w:r>
      <w:r>
        <w:rPr>
          <w:rFonts w:cs="Arial"/>
          <w:lang w:val="sr-Cyrl-CS" w:eastAsia="sr-Latn-CS"/>
        </w:rPr>
        <w:t>снила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пропорција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варијабилности</w:t>
      </w:r>
      <w:r w:rsidRPr="0095267B">
        <w:rPr>
          <w:rFonts w:cs="Arial"/>
          <w:lang w:val="it-IT" w:eastAsia="sr-Latn-CS"/>
        </w:rPr>
        <w:t xml:space="preserve">, </w:t>
      </w:r>
      <w:r>
        <w:rPr>
          <w:rFonts w:cs="Arial"/>
          <w:lang w:val="it-IT" w:eastAsia="sr-Latn-CS"/>
        </w:rPr>
        <w:t>описана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it-IT" w:eastAsia="sr-Latn-CS"/>
        </w:rPr>
        <w:t>у</w:t>
      </w:r>
      <w:r w:rsidRPr="0095267B">
        <w:rPr>
          <w:rFonts w:cs="Arial"/>
          <w:lang w:val="it-IT" w:eastAsia="sr-Latn-CS"/>
        </w:rPr>
        <w:t xml:space="preserve"> </w:t>
      </w:r>
      <w:r>
        <w:rPr>
          <w:rFonts w:cs="Arial"/>
          <w:lang w:val="sr-Cyrl-CS" w:eastAsia="sr-Latn-CS"/>
        </w:rPr>
        <w:t>делу 8</w:t>
      </w:r>
      <w:r w:rsidRPr="0095267B">
        <w:rPr>
          <w:rFonts w:cs="Arial"/>
          <w:lang w:val="it-IT" w:eastAsia="sr-Latn-CS"/>
        </w:rPr>
        <w:t>.</w:t>
      </w:r>
      <w:r>
        <w:rPr>
          <w:rFonts w:cs="Arial"/>
          <w:lang w:val="it-IT" w:eastAsia="sr-Latn-CS"/>
        </w:rPr>
        <w:t>4</w:t>
      </w:r>
      <w:r w:rsidRPr="0095267B">
        <w:rPr>
          <w:rFonts w:cs="Arial"/>
          <w:lang w:val="it-IT" w:eastAsia="sr-Latn-CS"/>
        </w:rPr>
        <w:t>.</w:t>
      </w:r>
    </w:p>
    <w:p w:rsidR="00B26E39" w:rsidRPr="00947411" w:rsidRDefault="00B26E39" w:rsidP="00B26E39">
      <w:pPr>
        <w:pStyle w:val="Heading3"/>
        <w:rPr>
          <w:lang w:val="sr-Cyrl-CS" w:eastAsia="sr-Latn-CS"/>
        </w:rPr>
      </w:pPr>
      <w:bookmarkStart w:id="37" w:name="PG202"/>
      <w:bookmarkStart w:id="38" w:name="_Toc261678993"/>
      <w:bookmarkStart w:id="39" w:name="_Toc270439724"/>
      <w:bookmarkStart w:id="40" w:name="_Toc275802080"/>
      <w:bookmarkStart w:id="41" w:name="_Toc276133665"/>
      <w:bookmarkStart w:id="42" w:name="_Toc277091589"/>
      <w:bookmarkStart w:id="43" w:name="_Toc291506721"/>
      <w:bookmarkEnd w:id="37"/>
      <w:r w:rsidRPr="00695B6D">
        <w:rPr>
          <w:lang w:val="sr-Cyrl-CS" w:eastAsia="sr-Latn-CS"/>
        </w:rPr>
        <w:t>8.</w:t>
      </w:r>
      <w:r w:rsidR="00B02322">
        <w:rPr>
          <w:lang w:val="sr-Latn-CS" w:eastAsia="sr-Latn-CS"/>
        </w:rPr>
        <w:t>6</w:t>
      </w:r>
      <w:r w:rsidRPr="00695B6D">
        <w:rPr>
          <w:lang w:val="sr-Cyrl-CS" w:eastAsia="sr-Latn-CS"/>
        </w:rPr>
        <w:t xml:space="preserve"> </w:t>
      </w:r>
      <w:bookmarkEnd w:id="38"/>
      <w:r>
        <w:rPr>
          <w:lang w:val="sr-Cyrl-CS" w:eastAsia="sr-Latn-CS"/>
        </w:rPr>
        <w:t>Коришћење</w:t>
      </w:r>
      <w:r w:rsidRPr="00695B6D">
        <w:rPr>
          <w:lang w:val="sr-Cyrl-CS" w:eastAsia="sr-Latn-CS"/>
        </w:rPr>
        <w:t xml:space="preserve"> коефицијент</w:t>
      </w:r>
      <w:r>
        <w:rPr>
          <w:lang w:val="sr-Cyrl-CS" w:eastAsia="sr-Latn-CS"/>
        </w:rPr>
        <w:t>а</w:t>
      </w:r>
      <w:r w:rsidRPr="00695B6D">
        <w:rPr>
          <w:lang w:val="sr-Cyrl-CS" w:eastAsia="sr-Latn-CS"/>
        </w:rPr>
        <w:t xml:space="preserve"> корелације</w:t>
      </w:r>
      <w:bookmarkEnd w:id="39"/>
      <w:bookmarkEnd w:id="40"/>
      <w:bookmarkEnd w:id="41"/>
      <w:bookmarkEnd w:id="42"/>
      <w:bookmarkEnd w:id="43"/>
    </w:p>
    <w:p w:rsidR="00B26E39" w:rsidRPr="00B26E39" w:rsidRDefault="00B26E39" w:rsidP="00B26E39">
      <w:pPr>
        <w:spacing w:before="0"/>
        <w:rPr>
          <w:rFonts w:cs="Arial"/>
          <w:lang w:val="sr-Cyrl-CS" w:eastAsia="sr-Latn-CS"/>
        </w:rPr>
      </w:pPr>
      <w:r>
        <w:rPr>
          <w:lang w:val="it-IT" w:eastAsia="sr-Latn-CS"/>
        </w:rPr>
        <w:t>Коефицијент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корелације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има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неколико</w:t>
      </w:r>
      <w:r w:rsidRPr="0095267B">
        <w:rPr>
          <w:lang w:val="it-IT" w:eastAsia="sr-Latn-CS"/>
        </w:rPr>
        <w:t xml:space="preserve"> </w:t>
      </w:r>
      <w:r>
        <w:rPr>
          <w:lang w:val="sr-Cyrl-CS" w:eastAsia="sr-Latn-CS"/>
        </w:rPr>
        <w:t>примена</w:t>
      </w:r>
      <w:r w:rsidRPr="0095267B">
        <w:rPr>
          <w:lang w:val="it-IT" w:eastAsia="sr-Latn-CS"/>
        </w:rPr>
        <w:t xml:space="preserve">. </w:t>
      </w:r>
      <w:r w:rsidR="00AD07F3">
        <w:rPr>
          <w:lang w:val="it-IT" w:eastAsia="sr-Latn-CS"/>
        </w:rPr>
        <w:t>O</w:t>
      </w:r>
      <w:r>
        <w:rPr>
          <w:lang w:val="it-IT" w:eastAsia="sr-Latn-CS"/>
        </w:rPr>
        <w:t>н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обезбеђује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једноставно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тестирање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нулте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хипотезе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да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променљиве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нису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линеарно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повезане</w:t>
      </w:r>
      <w:r w:rsidRPr="0095267B">
        <w:rPr>
          <w:lang w:val="it-IT" w:eastAsia="sr-Latn-CS"/>
        </w:rPr>
        <w:t xml:space="preserve">, </w:t>
      </w:r>
      <w:r>
        <w:rPr>
          <w:lang w:val="it-IT" w:eastAsia="sr-Latn-CS"/>
        </w:rPr>
        <w:t>са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мање</w:t>
      </w:r>
      <w:r w:rsidRPr="0095267B">
        <w:rPr>
          <w:lang w:val="it-IT" w:eastAsia="sr-Latn-CS"/>
        </w:rPr>
        <w:t xml:space="preserve"> </w:t>
      </w:r>
      <w:r>
        <w:rPr>
          <w:lang w:val="sr-Cyrl-CS" w:eastAsia="sr-Latn-CS"/>
        </w:rPr>
        <w:t>из</w:t>
      </w:r>
      <w:r>
        <w:rPr>
          <w:lang w:val="it-IT" w:eastAsia="sr-Latn-CS"/>
        </w:rPr>
        <w:t>рачуна</w:t>
      </w:r>
      <w:r>
        <w:rPr>
          <w:lang w:val="sr-Cyrl-CS" w:eastAsia="sr-Latn-CS"/>
        </w:rPr>
        <w:t>ва</w:t>
      </w:r>
      <w:r>
        <w:rPr>
          <w:lang w:val="it-IT" w:eastAsia="sr-Latn-CS"/>
        </w:rPr>
        <w:t>ња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односу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метод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регресије</w:t>
      </w:r>
      <w:r w:rsidRPr="0095267B">
        <w:rPr>
          <w:lang w:val="it-IT" w:eastAsia="sr-Latn-CS"/>
        </w:rPr>
        <w:t xml:space="preserve">. </w:t>
      </w:r>
      <w:r>
        <w:rPr>
          <w:lang w:val="it-IT" w:eastAsia="sr-Latn-CS"/>
        </w:rPr>
        <w:t>Такође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корис</w:t>
      </w:r>
      <w:r>
        <w:rPr>
          <w:lang w:val="sr-Cyrl-CS" w:eastAsia="sr-Latn-CS"/>
        </w:rPr>
        <w:t>тан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као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статистика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сумирања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снагу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односа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између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две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променљиве</w:t>
      </w:r>
      <w:r w:rsidRPr="0095267B">
        <w:rPr>
          <w:lang w:val="it-IT" w:eastAsia="sr-Latn-CS"/>
        </w:rPr>
        <w:t>. O</w:t>
      </w:r>
      <w:r>
        <w:rPr>
          <w:lang w:val="it-IT" w:eastAsia="sr-Latn-CS"/>
        </w:rPr>
        <w:t>во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од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велике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вредности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када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разматрамо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међусобне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односе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између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великог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броја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променљив</w:t>
      </w:r>
      <w:r>
        <w:rPr>
          <w:lang w:val="sr-Cyrl-CS" w:eastAsia="sr-Latn-CS"/>
        </w:rPr>
        <w:t>их</w:t>
      </w:r>
      <w:r w:rsidRPr="0095267B">
        <w:rPr>
          <w:lang w:val="it-IT" w:eastAsia="sr-Latn-CS"/>
        </w:rPr>
        <w:t xml:space="preserve">. </w:t>
      </w:r>
      <w:r>
        <w:rPr>
          <w:lang w:val="it-IT" w:eastAsia="sr-Latn-CS"/>
        </w:rPr>
        <w:t>Можемо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поставити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квадратни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низ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корелација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сваки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пар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променљивих</w:t>
      </w:r>
      <w:r w:rsidRPr="0095267B">
        <w:rPr>
          <w:lang w:val="it-IT" w:eastAsia="sr-Latn-CS"/>
        </w:rPr>
        <w:t xml:space="preserve">, </w:t>
      </w:r>
      <w:r>
        <w:rPr>
          <w:lang w:val="it-IT" w:eastAsia="sr-Latn-CS"/>
        </w:rPr>
        <w:t>који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се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зове</w:t>
      </w:r>
      <w:r w:rsidRPr="0095267B">
        <w:rPr>
          <w:lang w:val="it-IT" w:eastAsia="sr-Latn-CS"/>
        </w:rPr>
        <w:t xml:space="preserve"> </w:t>
      </w:r>
      <w:r>
        <w:rPr>
          <w:b/>
          <w:lang w:val="it-IT" w:eastAsia="sr-Latn-CS"/>
        </w:rPr>
        <w:t>матрица</w:t>
      </w:r>
      <w:r w:rsidRPr="0095267B">
        <w:rPr>
          <w:lang w:val="it-IT" w:eastAsia="sr-Latn-CS"/>
        </w:rPr>
        <w:t xml:space="preserve"> </w:t>
      </w:r>
      <w:r>
        <w:rPr>
          <w:b/>
          <w:lang w:val="it-IT" w:eastAsia="sr-Latn-CS"/>
        </w:rPr>
        <w:t>корелације</w:t>
      </w:r>
      <w:r>
        <w:rPr>
          <w:lang w:val="sr-Cyrl-CS" w:eastAsia="sr-Latn-CS"/>
        </w:rPr>
        <w:t xml:space="preserve"> (</w:t>
      </w:r>
      <w:r w:rsidRPr="000C6780">
        <w:rPr>
          <w:b/>
          <w:bCs/>
          <w:color w:val="0A0905"/>
          <w:lang w:val="sr-Latn-CS" w:eastAsia="sr-Latn-CS"/>
        </w:rPr>
        <w:t>correlation matrix</w:t>
      </w:r>
      <w:r>
        <w:rPr>
          <w:lang w:val="sr-Cyrl-CS" w:eastAsia="sr-Latn-CS"/>
        </w:rPr>
        <w:t>)</w:t>
      </w:r>
      <w:r w:rsidRPr="0095267B">
        <w:rPr>
          <w:lang w:val="it-IT" w:eastAsia="sr-Latn-CS"/>
        </w:rPr>
        <w:t xml:space="preserve">. </w:t>
      </w:r>
      <w:r>
        <w:rPr>
          <w:lang w:val="it-IT" w:eastAsia="sr-Latn-CS"/>
        </w:rPr>
        <w:t>Испитивање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матрице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корелације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може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бити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веома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поучн</w:t>
      </w:r>
      <w:r>
        <w:rPr>
          <w:lang w:val="sr-Cyrl-CS" w:eastAsia="sr-Latn-CS"/>
        </w:rPr>
        <w:t>о</w:t>
      </w:r>
      <w:r w:rsidRPr="0095267B">
        <w:rPr>
          <w:lang w:val="it-IT" w:eastAsia="sr-Latn-CS"/>
        </w:rPr>
        <w:t xml:space="preserve">, </w:t>
      </w:r>
      <w:r>
        <w:rPr>
          <w:lang w:val="it-IT" w:eastAsia="sr-Latn-CS"/>
        </w:rPr>
        <w:t>али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морамо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имати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уму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могућност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нелинеарних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односа</w:t>
      </w:r>
      <w:r w:rsidRPr="0095267B">
        <w:rPr>
          <w:lang w:val="it-IT" w:eastAsia="sr-Latn-CS"/>
        </w:rPr>
        <w:t xml:space="preserve">. </w:t>
      </w:r>
      <w:r>
        <w:rPr>
          <w:lang w:val="it-IT" w:eastAsia="sr-Latn-CS"/>
        </w:rPr>
        <w:t>Не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постоји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замена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прављење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дијаграма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података</w:t>
      </w:r>
      <w:r w:rsidRPr="0095267B">
        <w:rPr>
          <w:lang w:val="it-IT" w:eastAsia="sr-Latn-CS"/>
        </w:rPr>
        <w:t xml:space="preserve">. </w:t>
      </w:r>
      <w:r>
        <w:rPr>
          <w:lang w:val="it-IT" w:eastAsia="sr-Latn-CS"/>
        </w:rPr>
        <w:t>Матрица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корелације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такође</w:t>
      </w:r>
      <w:r w:rsidRPr="0095267B">
        <w:rPr>
          <w:lang w:val="it-IT" w:eastAsia="sr-Latn-CS"/>
        </w:rPr>
        <w:t xml:space="preserve"> </w:t>
      </w:r>
      <w:r>
        <w:rPr>
          <w:lang w:val="sr-Cyrl-CS" w:eastAsia="sr-Latn-CS"/>
        </w:rPr>
        <w:t xml:space="preserve">обезбеђује почетну тачку </w:t>
      </w:r>
      <w:r>
        <w:rPr>
          <w:lang w:val="it-IT" w:eastAsia="sr-Latn-CS"/>
        </w:rPr>
        <w:t>за</w:t>
      </w:r>
      <w:r w:rsidRPr="0095267B">
        <w:rPr>
          <w:lang w:val="it-IT" w:eastAsia="sr-Latn-CS"/>
        </w:rPr>
        <w:t xml:space="preserve"> </w:t>
      </w:r>
      <w:r>
        <w:rPr>
          <w:lang w:val="sr-Cyrl-CS" w:eastAsia="sr-Latn-CS"/>
        </w:rPr>
        <w:t>одређени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број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метода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за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решавање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великог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броја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променљивих</w:t>
      </w:r>
      <w:r w:rsidRPr="0095267B">
        <w:rPr>
          <w:lang w:val="it-IT" w:eastAsia="sr-Latn-CS"/>
        </w:rPr>
        <w:t xml:space="preserve"> </w:t>
      </w:r>
      <w:r>
        <w:rPr>
          <w:lang w:val="it-IT" w:eastAsia="sr-Latn-CS"/>
        </w:rPr>
        <w:t>истовремено</w:t>
      </w:r>
      <w:r w:rsidRPr="0095267B">
        <w:rPr>
          <w:lang w:val="it-IT" w:eastAsia="sr-Latn-CS"/>
        </w:rPr>
        <w:t>.</w:t>
      </w:r>
      <w:bookmarkEnd w:id="7"/>
      <w:bookmarkEnd w:id="8"/>
    </w:p>
    <w:p w:rsidR="00ED2E6B" w:rsidRPr="00444733" w:rsidRDefault="00ED2E6B" w:rsidP="00444733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>Proverite svetlosni indikator na tastaturi da biste videli da li je taster NUM LOCK uključen. Ako nije, pritisnite taster NUM LOCK.</w:t>
      </w:r>
    </w:p>
    <w:p w:rsidR="00ED2E6B" w:rsidRPr="00444733" w:rsidRDefault="00ED2E6B" w:rsidP="00444733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>Otkucajte prvi broj u izračunavanju pomoću numeričke tastature.</w:t>
      </w:r>
    </w:p>
    <w:p w:rsidR="00ED2E6B" w:rsidRPr="00444733" w:rsidRDefault="00ED2E6B" w:rsidP="00444733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 xml:space="preserve">Na tastaturi otkucajte znak </w:t>
      </w:r>
      <w:r w:rsidRPr="00444733">
        <w:rPr>
          <w:b/>
          <w:bCs/>
          <w:vanish/>
          <w:lang w:eastAsia="sr-Latn-CS"/>
        </w:rPr>
        <w:t>+</w:t>
      </w:r>
      <w:r w:rsidRPr="00444733">
        <w:rPr>
          <w:vanish/>
          <w:lang w:eastAsia="sr-Latn-CS"/>
        </w:rPr>
        <w:t xml:space="preserve"> za sabiranje, </w:t>
      </w:r>
      <w:r w:rsidRPr="00444733">
        <w:rPr>
          <w:b/>
          <w:bCs/>
          <w:vanish/>
          <w:lang w:eastAsia="sr-Latn-CS"/>
        </w:rPr>
        <w:t>-</w:t>
      </w:r>
      <w:r w:rsidRPr="00444733">
        <w:rPr>
          <w:vanish/>
          <w:lang w:eastAsia="sr-Latn-CS"/>
        </w:rPr>
        <w:t xml:space="preserve"> za oduzimanje, </w:t>
      </w:r>
      <w:r w:rsidRPr="00444733">
        <w:rPr>
          <w:b/>
          <w:bCs/>
          <w:vanish/>
          <w:lang w:eastAsia="sr-Latn-CS"/>
        </w:rPr>
        <w:t>*</w:t>
      </w:r>
      <w:r w:rsidRPr="00444733">
        <w:rPr>
          <w:vanish/>
          <w:lang w:eastAsia="sr-Latn-CS"/>
        </w:rPr>
        <w:t xml:space="preserve"> za množenje ili </w:t>
      </w:r>
      <w:r w:rsidRPr="00444733">
        <w:rPr>
          <w:b/>
          <w:bCs/>
          <w:vanish/>
          <w:lang w:eastAsia="sr-Latn-CS"/>
        </w:rPr>
        <w:t>/</w:t>
      </w:r>
      <w:r w:rsidRPr="00444733">
        <w:rPr>
          <w:vanish/>
          <w:lang w:eastAsia="sr-Latn-CS"/>
        </w:rPr>
        <w:t xml:space="preserve"> za deljenje.</w:t>
      </w:r>
    </w:p>
    <w:p w:rsidR="00ED2E6B" w:rsidRPr="00444733" w:rsidRDefault="00ED2E6B" w:rsidP="00444733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>Otkucajte sledeći broj u izračunavanju.</w:t>
      </w:r>
    </w:p>
    <w:p w:rsidR="00ED2E6B" w:rsidRPr="00444733" w:rsidRDefault="00ED2E6B" w:rsidP="00444733">
      <w:pPr>
        <w:spacing w:before="0"/>
        <w:rPr>
          <w:vanish/>
          <w:lang w:eastAsia="sr-Latn-CS"/>
        </w:rPr>
      </w:pPr>
      <w:r w:rsidRPr="00444733">
        <w:rPr>
          <w:vanish/>
          <w:lang w:eastAsia="sr-Latn-CS"/>
        </w:rPr>
        <w:t>Pritisnite taster ENTER da biste završili izračunavanje.</w:t>
      </w:r>
    </w:p>
    <w:sectPr w:rsidR="00ED2E6B" w:rsidRPr="00444733" w:rsidSect="00F121A0">
      <w:headerReference w:type="default" r:id="rId79"/>
      <w:footerReference w:type="even" r:id="rId80"/>
      <w:footerReference w:type="default" r:id="rId81"/>
      <w:pgSz w:w="11907" w:h="16840" w:code="9"/>
      <w:pgMar w:top="1440" w:right="1418" w:bottom="1440" w:left="1418" w:header="72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754F" w:rsidRDefault="000C754F">
      <w:r>
        <w:separator/>
      </w:r>
    </w:p>
  </w:endnote>
  <w:endnote w:type="continuationSeparator" w:id="1">
    <w:p w:rsidR="000C754F" w:rsidRDefault="000C75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DA" w:rsidRDefault="008E2DAF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24D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724DA" w:rsidRDefault="008724D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DA" w:rsidRDefault="008E2DAF" w:rsidP="00F121A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8724D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566F5">
      <w:rPr>
        <w:rStyle w:val="PageNumber"/>
        <w:noProof/>
      </w:rPr>
      <w:t>2</w:t>
    </w:r>
    <w:r>
      <w:rPr>
        <w:rStyle w:val="PageNumber"/>
      </w:rPr>
      <w:fldChar w:fldCharType="end"/>
    </w:r>
    <w:r w:rsidR="008724DA">
      <w:rPr>
        <w:rStyle w:val="PageNumber"/>
      </w:rPr>
      <w:t>/</w:t>
    </w:r>
    <w:r>
      <w:rPr>
        <w:rStyle w:val="PageNumber"/>
      </w:rPr>
      <w:fldChar w:fldCharType="begin"/>
    </w:r>
    <w:r w:rsidR="008724DA">
      <w:rPr>
        <w:rStyle w:val="PageNumber"/>
      </w:rPr>
      <w:instrText xml:space="preserve"> NUMPAGES </w:instrText>
    </w:r>
    <w:r>
      <w:rPr>
        <w:rStyle w:val="PageNumber"/>
      </w:rPr>
      <w:fldChar w:fldCharType="separate"/>
    </w:r>
    <w:r w:rsidR="00A566F5">
      <w:rPr>
        <w:rStyle w:val="PageNumber"/>
        <w:noProof/>
      </w:rPr>
      <w:t>11</w:t>
    </w:r>
    <w:r>
      <w:rPr>
        <w:rStyle w:val="PageNumber"/>
      </w:rPr>
      <w:fldChar w:fldCharType="end"/>
    </w:r>
  </w:p>
  <w:p w:rsidR="008724DA" w:rsidRPr="001653E0" w:rsidRDefault="008E2DAF">
    <w:pPr>
      <w:pStyle w:val="Footer"/>
      <w:ind w:right="360"/>
      <w:rPr>
        <w:sz w:val="16"/>
        <w:szCs w:val="16"/>
        <w:lang w:val="sr-Latn-CS"/>
      </w:rPr>
    </w:pPr>
    <w:r>
      <w:rPr>
        <w:noProof/>
        <w:sz w:val="16"/>
        <w:szCs w:val="16"/>
        <w:lang w:val="en-US"/>
      </w:rPr>
      <w:pict>
        <v:line id="_x0000_s1040" style="position:absolute;left:0;text-align:left;z-index:251658240" from="0,3.5pt" to="456pt,3.5pt"/>
      </w:pict>
    </w:r>
    <w:r w:rsidR="008724DA" w:rsidRPr="00FC1F3E">
      <w:rPr>
        <w:noProof/>
        <w:sz w:val="16"/>
        <w:szCs w:val="16"/>
        <w:lang w:val="en-US"/>
      </w:rPr>
      <w:t>Назив предавања: &lt;</w:t>
    </w:r>
    <w:r w:rsidR="00352BD5" w:rsidRPr="00352BD5">
      <w:rPr>
        <w:noProof/>
        <w:sz w:val="16"/>
        <w:szCs w:val="16"/>
        <w:lang w:val="en-US"/>
      </w:rPr>
      <w:t>РЕГРЕСИЈА И КОРЕЛАЦИЈА</w:t>
    </w:r>
    <w:r w:rsidR="008724DA" w:rsidRPr="00FC1F3E">
      <w:rPr>
        <w:noProof/>
        <w:sz w:val="16"/>
        <w:szCs w:val="16"/>
        <w:lang w:val="en-US"/>
      </w:rPr>
      <w:t>&gt;</w:t>
    </w:r>
    <w:r w:rsidR="008724DA" w:rsidRPr="001653E0">
      <w:rPr>
        <w:sz w:val="16"/>
        <w:szCs w:val="16"/>
        <w:lang w:val="sr-Latn-CS"/>
      </w:rPr>
      <w:tab/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754F" w:rsidRDefault="000C754F">
      <w:r>
        <w:separator/>
      </w:r>
    </w:p>
  </w:footnote>
  <w:footnote w:type="continuationSeparator" w:id="1">
    <w:p w:rsidR="000C754F" w:rsidRDefault="000C75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24DA" w:rsidRDefault="008724DA">
    <w:pPr>
      <w:pStyle w:val="Header"/>
      <w:spacing w:before="0"/>
      <w:rPr>
        <w:lang w:val="es-ES"/>
      </w:rPr>
    </w:pPr>
    <w:r>
      <w:rPr>
        <w:lang w:val="es-ES"/>
      </w:rPr>
      <w:t xml:space="preserve">                  </w:t>
    </w:r>
  </w:p>
  <w:p w:rsidR="008724DA" w:rsidRPr="001653E0" w:rsidRDefault="008724DA">
    <w:pPr>
      <w:pStyle w:val="Header"/>
      <w:spacing w:before="0"/>
      <w:rPr>
        <w:b/>
        <w:sz w:val="16"/>
        <w:szCs w:val="16"/>
        <w:lang w:val="es-ES"/>
      </w:rPr>
    </w:pPr>
    <w:r w:rsidRPr="000647CD">
      <w:rPr>
        <w:sz w:val="16"/>
        <w:szCs w:val="16"/>
        <w:lang w:val="es-ES"/>
      </w:rPr>
      <w:t>&lt;</w:t>
    </w:r>
    <w:r w:rsidRPr="008C56D8">
      <w:rPr>
        <w:sz w:val="16"/>
        <w:szCs w:val="16"/>
        <w:lang w:val="es-ES"/>
      </w:rPr>
      <w:t xml:space="preserve"> </w:t>
    </w:r>
    <w:r w:rsidR="00242756" w:rsidRPr="00242756">
      <w:rPr>
        <w:sz w:val="16"/>
        <w:szCs w:val="16"/>
        <w:lang w:val="es-ES"/>
      </w:rPr>
      <w:t>МЕДИЦИНСКА СТАТИСТИКА И ИНФОРМАТИКА</w:t>
    </w:r>
    <w:r w:rsidRPr="000647CD">
      <w:rPr>
        <w:sz w:val="16"/>
        <w:szCs w:val="16"/>
        <w:lang w:val="es-ES"/>
      </w:rPr>
      <w:t xml:space="preserve"> &gt;</w:t>
    </w:r>
    <w:r w:rsidRPr="000647CD">
      <w:rPr>
        <w:b/>
        <w:sz w:val="16"/>
        <w:szCs w:val="16"/>
        <w:lang w:val="es-ES"/>
      </w:rPr>
      <w:t xml:space="preserve">– </w:t>
    </w:r>
    <w:r>
      <w:rPr>
        <w:b/>
        <w:sz w:val="16"/>
        <w:szCs w:val="16"/>
        <w:lang w:val="sr-Cyrl-CS"/>
      </w:rPr>
      <w:t>ПРЕДАВАЊЕ</w:t>
    </w:r>
    <w:r w:rsidRPr="001653E0">
      <w:rPr>
        <w:b/>
        <w:sz w:val="16"/>
        <w:szCs w:val="16"/>
        <w:lang w:val="es-ES"/>
      </w:rPr>
      <w:t xml:space="preserve"> </w:t>
    </w:r>
    <w:r>
      <w:rPr>
        <w:b/>
        <w:sz w:val="16"/>
        <w:szCs w:val="16"/>
        <w:lang w:val="sr-Cyrl-CS"/>
      </w:rPr>
      <w:t>БР</w:t>
    </w:r>
    <w:r w:rsidRPr="001653E0">
      <w:rPr>
        <w:b/>
        <w:sz w:val="16"/>
        <w:szCs w:val="16"/>
        <w:lang w:val="es-ES"/>
      </w:rPr>
      <w:t xml:space="preserve">. </w:t>
    </w:r>
    <w:r w:rsidR="00A566F5">
      <w:rPr>
        <w:b/>
        <w:sz w:val="16"/>
        <w:szCs w:val="16"/>
        <w:lang w:val="es-ES"/>
      </w:rPr>
      <w:t>15</w:t>
    </w:r>
  </w:p>
  <w:p w:rsidR="008724DA" w:rsidRDefault="008E2DAF">
    <w:pPr>
      <w:pStyle w:val="Header"/>
      <w:spacing w:before="0"/>
      <w:rPr>
        <w:lang w:val="es-ES"/>
      </w:rPr>
    </w:pPr>
    <w:r>
      <w:rPr>
        <w:noProof/>
        <w:lang w:val="en-US"/>
      </w:rPr>
      <w:pict>
        <v:line id="_x0000_s1037" style="position:absolute;left:0;text-align:left;z-index:251657216" from="-2pt,6.3pt" to="454pt,6.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06369E"/>
    <w:multiLevelType w:val="hybridMultilevel"/>
    <w:tmpl w:val="EED88210"/>
    <w:lvl w:ilvl="0" w:tplc="03F415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C0C492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4A347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C86227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A74A85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334F0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1365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F08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B50AF2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attachedTemplate r:id="rId1"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512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/>
  <w:rsids>
    <w:rsidRoot w:val="002E3DB8"/>
    <w:rsid w:val="00000620"/>
    <w:rsid w:val="000007BB"/>
    <w:rsid w:val="0000190C"/>
    <w:rsid w:val="0000412B"/>
    <w:rsid w:val="00021483"/>
    <w:rsid w:val="000216A4"/>
    <w:rsid w:val="0002284E"/>
    <w:rsid w:val="000277ED"/>
    <w:rsid w:val="00032473"/>
    <w:rsid w:val="00033F3A"/>
    <w:rsid w:val="00034B68"/>
    <w:rsid w:val="0003547D"/>
    <w:rsid w:val="00042A51"/>
    <w:rsid w:val="00047498"/>
    <w:rsid w:val="00062330"/>
    <w:rsid w:val="000647CD"/>
    <w:rsid w:val="00064B81"/>
    <w:rsid w:val="00081B07"/>
    <w:rsid w:val="00083111"/>
    <w:rsid w:val="000907C2"/>
    <w:rsid w:val="00092CCC"/>
    <w:rsid w:val="000932D0"/>
    <w:rsid w:val="00096301"/>
    <w:rsid w:val="000A45DB"/>
    <w:rsid w:val="000A7D6F"/>
    <w:rsid w:val="000B08E6"/>
    <w:rsid w:val="000B0F1A"/>
    <w:rsid w:val="000B464B"/>
    <w:rsid w:val="000B6BB8"/>
    <w:rsid w:val="000C010E"/>
    <w:rsid w:val="000C648D"/>
    <w:rsid w:val="000C754F"/>
    <w:rsid w:val="000D0471"/>
    <w:rsid w:val="000D0489"/>
    <w:rsid w:val="000D4519"/>
    <w:rsid w:val="000D6D01"/>
    <w:rsid w:val="000E2139"/>
    <w:rsid w:val="000E591C"/>
    <w:rsid w:val="000E6FF3"/>
    <w:rsid w:val="000F5C8F"/>
    <w:rsid w:val="000F5D33"/>
    <w:rsid w:val="000F75A2"/>
    <w:rsid w:val="001034F4"/>
    <w:rsid w:val="00105B16"/>
    <w:rsid w:val="00111BBD"/>
    <w:rsid w:val="001123FE"/>
    <w:rsid w:val="0011311E"/>
    <w:rsid w:val="00115CC2"/>
    <w:rsid w:val="00121041"/>
    <w:rsid w:val="001223F5"/>
    <w:rsid w:val="00132133"/>
    <w:rsid w:val="00132957"/>
    <w:rsid w:val="0013507A"/>
    <w:rsid w:val="0013545E"/>
    <w:rsid w:val="00136773"/>
    <w:rsid w:val="00143C1A"/>
    <w:rsid w:val="00160B20"/>
    <w:rsid w:val="001653E0"/>
    <w:rsid w:val="00165E0E"/>
    <w:rsid w:val="00165E21"/>
    <w:rsid w:val="001679CF"/>
    <w:rsid w:val="00167EDA"/>
    <w:rsid w:val="001752A8"/>
    <w:rsid w:val="00184ABC"/>
    <w:rsid w:val="001851FA"/>
    <w:rsid w:val="001862CE"/>
    <w:rsid w:val="00187FB6"/>
    <w:rsid w:val="00192DE1"/>
    <w:rsid w:val="001A1D22"/>
    <w:rsid w:val="001B3EFB"/>
    <w:rsid w:val="001B60D8"/>
    <w:rsid w:val="001B76B0"/>
    <w:rsid w:val="001D22FC"/>
    <w:rsid w:val="001D2CEA"/>
    <w:rsid w:val="001D3B66"/>
    <w:rsid w:val="001D3BDA"/>
    <w:rsid w:val="001E2CB6"/>
    <w:rsid w:val="001F0ACD"/>
    <w:rsid w:val="001F0CCA"/>
    <w:rsid w:val="001F34AF"/>
    <w:rsid w:val="001F5F0A"/>
    <w:rsid w:val="002015BF"/>
    <w:rsid w:val="002159BB"/>
    <w:rsid w:val="00220B07"/>
    <w:rsid w:val="00226F8E"/>
    <w:rsid w:val="00231A0F"/>
    <w:rsid w:val="00237BFD"/>
    <w:rsid w:val="00242756"/>
    <w:rsid w:val="00242965"/>
    <w:rsid w:val="00244123"/>
    <w:rsid w:val="00244180"/>
    <w:rsid w:val="00253FB6"/>
    <w:rsid w:val="00254816"/>
    <w:rsid w:val="0025497F"/>
    <w:rsid w:val="002572CB"/>
    <w:rsid w:val="00263DEE"/>
    <w:rsid w:val="00265BF8"/>
    <w:rsid w:val="00266FA9"/>
    <w:rsid w:val="002674CB"/>
    <w:rsid w:val="002702CF"/>
    <w:rsid w:val="0027177B"/>
    <w:rsid w:val="00272ECA"/>
    <w:rsid w:val="0027624E"/>
    <w:rsid w:val="002811B0"/>
    <w:rsid w:val="002833AB"/>
    <w:rsid w:val="00291A76"/>
    <w:rsid w:val="00295312"/>
    <w:rsid w:val="002A2BEE"/>
    <w:rsid w:val="002A37E1"/>
    <w:rsid w:val="002A3DA1"/>
    <w:rsid w:val="002A60B6"/>
    <w:rsid w:val="002A7AEC"/>
    <w:rsid w:val="002B1544"/>
    <w:rsid w:val="002B6A0B"/>
    <w:rsid w:val="002C5E09"/>
    <w:rsid w:val="002C6BA1"/>
    <w:rsid w:val="002D076A"/>
    <w:rsid w:val="002D3376"/>
    <w:rsid w:val="002D35B9"/>
    <w:rsid w:val="002D66C2"/>
    <w:rsid w:val="002D699B"/>
    <w:rsid w:val="002E16C1"/>
    <w:rsid w:val="002E3DB8"/>
    <w:rsid w:val="002E723D"/>
    <w:rsid w:val="002F0FF1"/>
    <w:rsid w:val="002F18A5"/>
    <w:rsid w:val="002F5912"/>
    <w:rsid w:val="002F6D5C"/>
    <w:rsid w:val="00303AF1"/>
    <w:rsid w:val="00304C52"/>
    <w:rsid w:val="003054D2"/>
    <w:rsid w:val="00306A97"/>
    <w:rsid w:val="00307E6B"/>
    <w:rsid w:val="003111AC"/>
    <w:rsid w:val="0031424A"/>
    <w:rsid w:val="0031509B"/>
    <w:rsid w:val="003161E2"/>
    <w:rsid w:val="00330B57"/>
    <w:rsid w:val="00331570"/>
    <w:rsid w:val="00331B00"/>
    <w:rsid w:val="003328CC"/>
    <w:rsid w:val="00345EDA"/>
    <w:rsid w:val="00347122"/>
    <w:rsid w:val="00352BD5"/>
    <w:rsid w:val="003702F4"/>
    <w:rsid w:val="0037147D"/>
    <w:rsid w:val="00372A77"/>
    <w:rsid w:val="0037497D"/>
    <w:rsid w:val="00375A12"/>
    <w:rsid w:val="00381429"/>
    <w:rsid w:val="00381AE1"/>
    <w:rsid w:val="0038302F"/>
    <w:rsid w:val="0039360F"/>
    <w:rsid w:val="00393A15"/>
    <w:rsid w:val="00396507"/>
    <w:rsid w:val="003A1BB8"/>
    <w:rsid w:val="003A31B3"/>
    <w:rsid w:val="003A3C3E"/>
    <w:rsid w:val="003B0E2F"/>
    <w:rsid w:val="003C3020"/>
    <w:rsid w:val="003C7881"/>
    <w:rsid w:val="003D02C5"/>
    <w:rsid w:val="003D2A52"/>
    <w:rsid w:val="003E7C56"/>
    <w:rsid w:val="003F0BE4"/>
    <w:rsid w:val="003F6233"/>
    <w:rsid w:val="003F70BB"/>
    <w:rsid w:val="003F7951"/>
    <w:rsid w:val="004016C4"/>
    <w:rsid w:val="00404FAD"/>
    <w:rsid w:val="0040634C"/>
    <w:rsid w:val="00406FE2"/>
    <w:rsid w:val="00422C67"/>
    <w:rsid w:val="00422E35"/>
    <w:rsid w:val="00424487"/>
    <w:rsid w:val="004256DC"/>
    <w:rsid w:val="0042737F"/>
    <w:rsid w:val="00427A1F"/>
    <w:rsid w:val="004314CF"/>
    <w:rsid w:val="00442F1F"/>
    <w:rsid w:val="00443405"/>
    <w:rsid w:val="004443DA"/>
    <w:rsid w:val="00444733"/>
    <w:rsid w:val="00445F78"/>
    <w:rsid w:val="00447914"/>
    <w:rsid w:val="0045151D"/>
    <w:rsid w:val="004554EC"/>
    <w:rsid w:val="00456ACE"/>
    <w:rsid w:val="0046084F"/>
    <w:rsid w:val="0046697A"/>
    <w:rsid w:val="0048484F"/>
    <w:rsid w:val="004875C7"/>
    <w:rsid w:val="00490E05"/>
    <w:rsid w:val="00492C69"/>
    <w:rsid w:val="0049363E"/>
    <w:rsid w:val="00497AF2"/>
    <w:rsid w:val="00497EA7"/>
    <w:rsid w:val="004A09B8"/>
    <w:rsid w:val="004A4015"/>
    <w:rsid w:val="004A7564"/>
    <w:rsid w:val="004A7B16"/>
    <w:rsid w:val="004A7ED3"/>
    <w:rsid w:val="004B2D8C"/>
    <w:rsid w:val="004B4196"/>
    <w:rsid w:val="004B7EEA"/>
    <w:rsid w:val="004C1D1B"/>
    <w:rsid w:val="004C4E31"/>
    <w:rsid w:val="004C71CB"/>
    <w:rsid w:val="004D57DD"/>
    <w:rsid w:val="004D77BB"/>
    <w:rsid w:val="004F0C94"/>
    <w:rsid w:val="004F2684"/>
    <w:rsid w:val="004F2898"/>
    <w:rsid w:val="00500F45"/>
    <w:rsid w:val="00501E8B"/>
    <w:rsid w:val="00510A19"/>
    <w:rsid w:val="00513C23"/>
    <w:rsid w:val="00513C6C"/>
    <w:rsid w:val="00517A71"/>
    <w:rsid w:val="00524CA1"/>
    <w:rsid w:val="00530EB3"/>
    <w:rsid w:val="0053553C"/>
    <w:rsid w:val="00537A17"/>
    <w:rsid w:val="005462B9"/>
    <w:rsid w:val="005524AD"/>
    <w:rsid w:val="00553A60"/>
    <w:rsid w:val="0057620E"/>
    <w:rsid w:val="00583954"/>
    <w:rsid w:val="00587824"/>
    <w:rsid w:val="005903CA"/>
    <w:rsid w:val="005905FB"/>
    <w:rsid w:val="005909A4"/>
    <w:rsid w:val="0059295B"/>
    <w:rsid w:val="005929DB"/>
    <w:rsid w:val="00593366"/>
    <w:rsid w:val="00593956"/>
    <w:rsid w:val="005A48A7"/>
    <w:rsid w:val="005A65C4"/>
    <w:rsid w:val="005A6E85"/>
    <w:rsid w:val="005B6F3D"/>
    <w:rsid w:val="005C0106"/>
    <w:rsid w:val="005C5E7C"/>
    <w:rsid w:val="005D24F3"/>
    <w:rsid w:val="005D7A7F"/>
    <w:rsid w:val="005E14E6"/>
    <w:rsid w:val="005E2323"/>
    <w:rsid w:val="005E5988"/>
    <w:rsid w:val="005F0196"/>
    <w:rsid w:val="005F218E"/>
    <w:rsid w:val="005F29B9"/>
    <w:rsid w:val="005F621C"/>
    <w:rsid w:val="00601EE7"/>
    <w:rsid w:val="00605E5F"/>
    <w:rsid w:val="00605FCD"/>
    <w:rsid w:val="006072A7"/>
    <w:rsid w:val="006103AF"/>
    <w:rsid w:val="00615A5E"/>
    <w:rsid w:val="00620A73"/>
    <w:rsid w:val="00635BBD"/>
    <w:rsid w:val="0063601C"/>
    <w:rsid w:val="006360E0"/>
    <w:rsid w:val="00637B92"/>
    <w:rsid w:val="00640450"/>
    <w:rsid w:val="00640AA7"/>
    <w:rsid w:val="006449B3"/>
    <w:rsid w:val="00664407"/>
    <w:rsid w:val="0066523F"/>
    <w:rsid w:val="00670081"/>
    <w:rsid w:val="00670134"/>
    <w:rsid w:val="00682AF4"/>
    <w:rsid w:val="006838FD"/>
    <w:rsid w:val="006849A3"/>
    <w:rsid w:val="006956C5"/>
    <w:rsid w:val="00697038"/>
    <w:rsid w:val="00697AE4"/>
    <w:rsid w:val="006A0705"/>
    <w:rsid w:val="006A1DD6"/>
    <w:rsid w:val="006A758F"/>
    <w:rsid w:val="006B510B"/>
    <w:rsid w:val="006B642C"/>
    <w:rsid w:val="006C1378"/>
    <w:rsid w:val="006C34C7"/>
    <w:rsid w:val="006C5998"/>
    <w:rsid w:val="006D28E2"/>
    <w:rsid w:val="006D32A9"/>
    <w:rsid w:val="006D445F"/>
    <w:rsid w:val="006D6261"/>
    <w:rsid w:val="006D693E"/>
    <w:rsid w:val="006E06FD"/>
    <w:rsid w:val="006E0D56"/>
    <w:rsid w:val="006E5992"/>
    <w:rsid w:val="006F1736"/>
    <w:rsid w:val="006F1A99"/>
    <w:rsid w:val="006F2E56"/>
    <w:rsid w:val="00702784"/>
    <w:rsid w:val="00702A12"/>
    <w:rsid w:val="00706D0A"/>
    <w:rsid w:val="00710184"/>
    <w:rsid w:val="00712C76"/>
    <w:rsid w:val="00712F12"/>
    <w:rsid w:val="00713B4F"/>
    <w:rsid w:val="0071407C"/>
    <w:rsid w:val="00723CE0"/>
    <w:rsid w:val="007265BE"/>
    <w:rsid w:val="00727685"/>
    <w:rsid w:val="00730E78"/>
    <w:rsid w:val="007318ED"/>
    <w:rsid w:val="00731EC5"/>
    <w:rsid w:val="007338EE"/>
    <w:rsid w:val="00734032"/>
    <w:rsid w:val="00737868"/>
    <w:rsid w:val="00741001"/>
    <w:rsid w:val="007424F5"/>
    <w:rsid w:val="007438F6"/>
    <w:rsid w:val="007456E5"/>
    <w:rsid w:val="00745D46"/>
    <w:rsid w:val="00746A81"/>
    <w:rsid w:val="0075152E"/>
    <w:rsid w:val="00751FB3"/>
    <w:rsid w:val="00754115"/>
    <w:rsid w:val="00756906"/>
    <w:rsid w:val="00757E95"/>
    <w:rsid w:val="00760F7C"/>
    <w:rsid w:val="00763CC6"/>
    <w:rsid w:val="00763D63"/>
    <w:rsid w:val="00764763"/>
    <w:rsid w:val="00766545"/>
    <w:rsid w:val="00766E07"/>
    <w:rsid w:val="00771150"/>
    <w:rsid w:val="0078334D"/>
    <w:rsid w:val="00784217"/>
    <w:rsid w:val="00784288"/>
    <w:rsid w:val="00784CAC"/>
    <w:rsid w:val="007863B1"/>
    <w:rsid w:val="00786C02"/>
    <w:rsid w:val="0079446C"/>
    <w:rsid w:val="007957DF"/>
    <w:rsid w:val="00797911"/>
    <w:rsid w:val="007A2202"/>
    <w:rsid w:val="007A272D"/>
    <w:rsid w:val="007A4414"/>
    <w:rsid w:val="007A575E"/>
    <w:rsid w:val="007A5AF6"/>
    <w:rsid w:val="007B05D3"/>
    <w:rsid w:val="007B2F97"/>
    <w:rsid w:val="007C0B10"/>
    <w:rsid w:val="007C274A"/>
    <w:rsid w:val="007C51E2"/>
    <w:rsid w:val="007D50BE"/>
    <w:rsid w:val="007E354A"/>
    <w:rsid w:val="007E3A07"/>
    <w:rsid w:val="007E6A4B"/>
    <w:rsid w:val="00803349"/>
    <w:rsid w:val="00804866"/>
    <w:rsid w:val="008063F9"/>
    <w:rsid w:val="00806FBC"/>
    <w:rsid w:val="0080739D"/>
    <w:rsid w:val="00807FF5"/>
    <w:rsid w:val="00811CD4"/>
    <w:rsid w:val="00812289"/>
    <w:rsid w:val="0081243E"/>
    <w:rsid w:val="00813C1A"/>
    <w:rsid w:val="00814EA0"/>
    <w:rsid w:val="0081793B"/>
    <w:rsid w:val="00822812"/>
    <w:rsid w:val="00823694"/>
    <w:rsid w:val="008258BD"/>
    <w:rsid w:val="0082631F"/>
    <w:rsid w:val="008276BF"/>
    <w:rsid w:val="00834E88"/>
    <w:rsid w:val="00835412"/>
    <w:rsid w:val="008359DC"/>
    <w:rsid w:val="008378CC"/>
    <w:rsid w:val="008520D0"/>
    <w:rsid w:val="00855AE4"/>
    <w:rsid w:val="00862DEA"/>
    <w:rsid w:val="008708C5"/>
    <w:rsid w:val="00870EFF"/>
    <w:rsid w:val="00871EF0"/>
    <w:rsid w:val="008724DA"/>
    <w:rsid w:val="00873870"/>
    <w:rsid w:val="0087516A"/>
    <w:rsid w:val="008751A4"/>
    <w:rsid w:val="00875967"/>
    <w:rsid w:val="00876287"/>
    <w:rsid w:val="00876473"/>
    <w:rsid w:val="0087793D"/>
    <w:rsid w:val="008826CD"/>
    <w:rsid w:val="0088458B"/>
    <w:rsid w:val="0088494C"/>
    <w:rsid w:val="008943E1"/>
    <w:rsid w:val="00895A0E"/>
    <w:rsid w:val="008A0059"/>
    <w:rsid w:val="008A0E13"/>
    <w:rsid w:val="008A34E2"/>
    <w:rsid w:val="008B4B85"/>
    <w:rsid w:val="008B7794"/>
    <w:rsid w:val="008C0AB6"/>
    <w:rsid w:val="008C41FF"/>
    <w:rsid w:val="008C4BC8"/>
    <w:rsid w:val="008C56D8"/>
    <w:rsid w:val="008C5A94"/>
    <w:rsid w:val="008D2581"/>
    <w:rsid w:val="008D52D8"/>
    <w:rsid w:val="008D6AB7"/>
    <w:rsid w:val="008D6B6C"/>
    <w:rsid w:val="008E28E5"/>
    <w:rsid w:val="008E2DAF"/>
    <w:rsid w:val="008E7A2A"/>
    <w:rsid w:val="008F572B"/>
    <w:rsid w:val="00902EA2"/>
    <w:rsid w:val="00903541"/>
    <w:rsid w:val="0091590C"/>
    <w:rsid w:val="00915C7D"/>
    <w:rsid w:val="00921846"/>
    <w:rsid w:val="009224C2"/>
    <w:rsid w:val="009251D6"/>
    <w:rsid w:val="00925E52"/>
    <w:rsid w:val="00930892"/>
    <w:rsid w:val="00932589"/>
    <w:rsid w:val="009341D6"/>
    <w:rsid w:val="00935AC8"/>
    <w:rsid w:val="0094259F"/>
    <w:rsid w:val="00945DB5"/>
    <w:rsid w:val="00951ACF"/>
    <w:rsid w:val="00962692"/>
    <w:rsid w:val="00965336"/>
    <w:rsid w:val="009677B4"/>
    <w:rsid w:val="00970F8A"/>
    <w:rsid w:val="00985BD2"/>
    <w:rsid w:val="0099075E"/>
    <w:rsid w:val="00992F50"/>
    <w:rsid w:val="00993AEA"/>
    <w:rsid w:val="00994A2E"/>
    <w:rsid w:val="00994EED"/>
    <w:rsid w:val="009A0241"/>
    <w:rsid w:val="009A67C9"/>
    <w:rsid w:val="009A6F83"/>
    <w:rsid w:val="009B2552"/>
    <w:rsid w:val="009B2F53"/>
    <w:rsid w:val="009B4744"/>
    <w:rsid w:val="009B6199"/>
    <w:rsid w:val="009B7827"/>
    <w:rsid w:val="009C039E"/>
    <w:rsid w:val="009C1DA9"/>
    <w:rsid w:val="009C3F03"/>
    <w:rsid w:val="009C5470"/>
    <w:rsid w:val="009C6DAA"/>
    <w:rsid w:val="009D3875"/>
    <w:rsid w:val="009D4811"/>
    <w:rsid w:val="009D49D0"/>
    <w:rsid w:val="009D620C"/>
    <w:rsid w:val="009F0A6B"/>
    <w:rsid w:val="009F6853"/>
    <w:rsid w:val="00A0336A"/>
    <w:rsid w:val="00A06B01"/>
    <w:rsid w:val="00A11438"/>
    <w:rsid w:val="00A1648D"/>
    <w:rsid w:val="00A16767"/>
    <w:rsid w:val="00A2428B"/>
    <w:rsid w:val="00A245D8"/>
    <w:rsid w:val="00A34BA4"/>
    <w:rsid w:val="00A40764"/>
    <w:rsid w:val="00A43259"/>
    <w:rsid w:val="00A433BC"/>
    <w:rsid w:val="00A51DAF"/>
    <w:rsid w:val="00A533D3"/>
    <w:rsid w:val="00A566F5"/>
    <w:rsid w:val="00A71007"/>
    <w:rsid w:val="00A7201A"/>
    <w:rsid w:val="00A72DE6"/>
    <w:rsid w:val="00A73836"/>
    <w:rsid w:val="00A738E9"/>
    <w:rsid w:val="00A75FD9"/>
    <w:rsid w:val="00A80302"/>
    <w:rsid w:val="00A91196"/>
    <w:rsid w:val="00A93622"/>
    <w:rsid w:val="00AA1686"/>
    <w:rsid w:val="00AA4F0F"/>
    <w:rsid w:val="00AA628A"/>
    <w:rsid w:val="00AB5D29"/>
    <w:rsid w:val="00AB72E7"/>
    <w:rsid w:val="00AB7697"/>
    <w:rsid w:val="00AB7F45"/>
    <w:rsid w:val="00AC405E"/>
    <w:rsid w:val="00AC7DE6"/>
    <w:rsid w:val="00AD030C"/>
    <w:rsid w:val="00AD07F3"/>
    <w:rsid w:val="00AD25C9"/>
    <w:rsid w:val="00AD299E"/>
    <w:rsid w:val="00AD7814"/>
    <w:rsid w:val="00AF140D"/>
    <w:rsid w:val="00AF468C"/>
    <w:rsid w:val="00AF597A"/>
    <w:rsid w:val="00AF62C8"/>
    <w:rsid w:val="00B02322"/>
    <w:rsid w:val="00B023FE"/>
    <w:rsid w:val="00B133E5"/>
    <w:rsid w:val="00B17378"/>
    <w:rsid w:val="00B17AEA"/>
    <w:rsid w:val="00B202B4"/>
    <w:rsid w:val="00B223FB"/>
    <w:rsid w:val="00B23D0E"/>
    <w:rsid w:val="00B25207"/>
    <w:rsid w:val="00B26E39"/>
    <w:rsid w:val="00B306C4"/>
    <w:rsid w:val="00B32F3A"/>
    <w:rsid w:val="00B33B02"/>
    <w:rsid w:val="00B33C14"/>
    <w:rsid w:val="00B34A6D"/>
    <w:rsid w:val="00B35598"/>
    <w:rsid w:val="00B4287C"/>
    <w:rsid w:val="00B525CD"/>
    <w:rsid w:val="00B52D71"/>
    <w:rsid w:val="00B55BD9"/>
    <w:rsid w:val="00B55E89"/>
    <w:rsid w:val="00B64D5E"/>
    <w:rsid w:val="00B66076"/>
    <w:rsid w:val="00B721E4"/>
    <w:rsid w:val="00B72A22"/>
    <w:rsid w:val="00B735D6"/>
    <w:rsid w:val="00B74FEA"/>
    <w:rsid w:val="00B8075F"/>
    <w:rsid w:val="00B807AB"/>
    <w:rsid w:val="00B95E0E"/>
    <w:rsid w:val="00B96481"/>
    <w:rsid w:val="00BA10AB"/>
    <w:rsid w:val="00BA1BE1"/>
    <w:rsid w:val="00BA5D63"/>
    <w:rsid w:val="00BA7627"/>
    <w:rsid w:val="00BB176C"/>
    <w:rsid w:val="00BB1D71"/>
    <w:rsid w:val="00BB376E"/>
    <w:rsid w:val="00BB4095"/>
    <w:rsid w:val="00BB5668"/>
    <w:rsid w:val="00BB59A5"/>
    <w:rsid w:val="00BB5AC7"/>
    <w:rsid w:val="00BC66F7"/>
    <w:rsid w:val="00BD1489"/>
    <w:rsid w:val="00BD53E5"/>
    <w:rsid w:val="00BD6A6F"/>
    <w:rsid w:val="00BE36CB"/>
    <w:rsid w:val="00BF1D14"/>
    <w:rsid w:val="00C0717E"/>
    <w:rsid w:val="00C23111"/>
    <w:rsid w:val="00C25467"/>
    <w:rsid w:val="00C379B6"/>
    <w:rsid w:val="00C41847"/>
    <w:rsid w:val="00C4286D"/>
    <w:rsid w:val="00C44647"/>
    <w:rsid w:val="00C50AF8"/>
    <w:rsid w:val="00C50D6B"/>
    <w:rsid w:val="00C517EE"/>
    <w:rsid w:val="00C51F21"/>
    <w:rsid w:val="00C53EC2"/>
    <w:rsid w:val="00C6447F"/>
    <w:rsid w:val="00C6524C"/>
    <w:rsid w:val="00C6672E"/>
    <w:rsid w:val="00C673B8"/>
    <w:rsid w:val="00C830A0"/>
    <w:rsid w:val="00C85122"/>
    <w:rsid w:val="00C86AF8"/>
    <w:rsid w:val="00C87106"/>
    <w:rsid w:val="00C87BE8"/>
    <w:rsid w:val="00C87F26"/>
    <w:rsid w:val="00C90FA0"/>
    <w:rsid w:val="00C951DE"/>
    <w:rsid w:val="00C957BF"/>
    <w:rsid w:val="00CA3FDF"/>
    <w:rsid w:val="00CA7F67"/>
    <w:rsid w:val="00CB29B1"/>
    <w:rsid w:val="00CB35AE"/>
    <w:rsid w:val="00CC220B"/>
    <w:rsid w:val="00CC458B"/>
    <w:rsid w:val="00CC65E4"/>
    <w:rsid w:val="00CD4526"/>
    <w:rsid w:val="00CD60A2"/>
    <w:rsid w:val="00CD6AC8"/>
    <w:rsid w:val="00CE3F8F"/>
    <w:rsid w:val="00CF2D93"/>
    <w:rsid w:val="00CF348A"/>
    <w:rsid w:val="00D106C6"/>
    <w:rsid w:val="00D106DA"/>
    <w:rsid w:val="00D12672"/>
    <w:rsid w:val="00D13703"/>
    <w:rsid w:val="00D13801"/>
    <w:rsid w:val="00D13F4F"/>
    <w:rsid w:val="00D1629F"/>
    <w:rsid w:val="00D23F1A"/>
    <w:rsid w:val="00D26F46"/>
    <w:rsid w:val="00D27476"/>
    <w:rsid w:val="00D34423"/>
    <w:rsid w:val="00D421D5"/>
    <w:rsid w:val="00D42929"/>
    <w:rsid w:val="00D42F81"/>
    <w:rsid w:val="00D45799"/>
    <w:rsid w:val="00D52B08"/>
    <w:rsid w:val="00D53111"/>
    <w:rsid w:val="00D6226A"/>
    <w:rsid w:val="00D652AA"/>
    <w:rsid w:val="00D676CC"/>
    <w:rsid w:val="00D73BC7"/>
    <w:rsid w:val="00D829B0"/>
    <w:rsid w:val="00D86A17"/>
    <w:rsid w:val="00D92838"/>
    <w:rsid w:val="00D928D2"/>
    <w:rsid w:val="00D9374A"/>
    <w:rsid w:val="00DA387C"/>
    <w:rsid w:val="00DA720F"/>
    <w:rsid w:val="00DB656D"/>
    <w:rsid w:val="00DB691A"/>
    <w:rsid w:val="00DB6A29"/>
    <w:rsid w:val="00DB7096"/>
    <w:rsid w:val="00DB774B"/>
    <w:rsid w:val="00DC1AF3"/>
    <w:rsid w:val="00DC275F"/>
    <w:rsid w:val="00DC4E82"/>
    <w:rsid w:val="00DC6CE8"/>
    <w:rsid w:val="00DC7F32"/>
    <w:rsid w:val="00DD0624"/>
    <w:rsid w:val="00DD3FBF"/>
    <w:rsid w:val="00DD79E2"/>
    <w:rsid w:val="00DE0EC1"/>
    <w:rsid w:val="00DE51D9"/>
    <w:rsid w:val="00DE5C43"/>
    <w:rsid w:val="00DF6349"/>
    <w:rsid w:val="00DF6997"/>
    <w:rsid w:val="00E024FE"/>
    <w:rsid w:val="00E06835"/>
    <w:rsid w:val="00E07F82"/>
    <w:rsid w:val="00E10083"/>
    <w:rsid w:val="00E132AD"/>
    <w:rsid w:val="00E15376"/>
    <w:rsid w:val="00E15650"/>
    <w:rsid w:val="00E16A7D"/>
    <w:rsid w:val="00E25E89"/>
    <w:rsid w:val="00E26CFB"/>
    <w:rsid w:val="00E27728"/>
    <w:rsid w:val="00E3038D"/>
    <w:rsid w:val="00E30592"/>
    <w:rsid w:val="00E3269E"/>
    <w:rsid w:val="00E343BF"/>
    <w:rsid w:val="00E34AFC"/>
    <w:rsid w:val="00E40C01"/>
    <w:rsid w:val="00E5033A"/>
    <w:rsid w:val="00E5057E"/>
    <w:rsid w:val="00E510C0"/>
    <w:rsid w:val="00E552D0"/>
    <w:rsid w:val="00E55FEF"/>
    <w:rsid w:val="00E5783B"/>
    <w:rsid w:val="00E63827"/>
    <w:rsid w:val="00E63C65"/>
    <w:rsid w:val="00E64521"/>
    <w:rsid w:val="00E6485F"/>
    <w:rsid w:val="00E71F2E"/>
    <w:rsid w:val="00E84B4C"/>
    <w:rsid w:val="00E87B5F"/>
    <w:rsid w:val="00E93A4C"/>
    <w:rsid w:val="00E96F2A"/>
    <w:rsid w:val="00E97A7D"/>
    <w:rsid w:val="00EA270F"/>
    <w:rsid w:val="00EA43D6"/>
    <w:rsid w:val="00EA743C"/>
    <w:rsid w:val="00EB14EF"/>
    <w:rsid w:val="00EC1CAC"/>
    <w:rsid w:val="00ED166E"/>
    <w:rsid w:val="00ED2746"/>
    <w:rsid w:val="00ED2E6B"/>
    <w:rsid w:val="00EE2DFE"/>
    <w:rsid w:val="00EE4A0A"/>
    <w:rsid w:val="00EE67B8"/>
    <w:rsid w:val="00EE6D43"/>
    <w:rsid w:val="00EF5B52"/>
    <w:rsid w:val="00F0524C"/>
    <w:rsid w:val="00F05C36"/>
    <w:rsid w:val="00F10A51"/>
    <w:rsid w:val="00F121A0"/>
    <w:rsid w:val="00F16B47"/>
    <w:rsid w:val="00F1705F"/>
    <w:rsid w:val="00F22F6A"/>
    <w:rsid w:val="00F2446A"/>
    <w:rsid w:val="00F27E7C"/>
    <w:rsid w:val="00F322CB"/>
    <w:rsid w:val="00F37E95"/>
    <w:rsid w:val="00F46B47"/>
    <w:rsid w:val="00F514BF"/>
    <w:rsid w:val="00F52999"/>
    <w:rsid w:val="00F5395D"/>
    <w:rsid w:val="00F5454C"/>
    <w:rsid w:val="00F60389"/>
    <w:rsid w:val="00F611B0"/>
    <w:rsid w:val="00F61D25"/>
    <w:rsid w:val="00F63A2E"/>
    <w:rsid w:val="00F742D8"/>
    <w:rsid w:val="00F75B66"/>
    <w:rsid w:val="00F76921"/>
    <w:rsid w:val="00F81C64"/>
    <w:rsid w:val="00F822BB"/>
    <w:rsid w:val="00F84AB7"/>
    <w:rsid w:val="00F87BCE"/>
    <w:rsid w:val="00F91196"/>
    <w:rsid w:val="00FA086C"/>
    <w:rsid w:val="00FB5865"/>
    <w:rsid w:val="00FB58B5"/>
    <w:rsid w:val="00FB6755"/>
    <w:rsid w:val="00FC19A2"/>
    <w:rsid w:val="00FC1F3E"/>
    <w:rsid w:val="00FC5184"/>
    <w:rsid w:val="00FD1F73"/>
    <w:rsid w:val="00FD2D68"/>
    <w:rsid w:val="00FD300D"/>
    <w:rsid w:val="00FD7D49"/>
    <w:rsid w:val="00FF4F4F"/>
    <w:rsid w:val="00FF5906"/>
    <w:rsid w:val="00FF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Name"/>
  <w:smartTagType w:namespaceuri="urn:schemas-microsoft-com:office:smarttags" w:name="PlaceType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2DAF"/>
    <w:pPr>
      <w:spacing w:before="120"/>
      <w:jc w:val="both"/>
    </w:pPr>
    <w:rPr>
      <w:rFonts w:ascii="Arial" w:hAnsi="Arial"/>
      <w:color w:val="000000"/>
      <w:lang w:val="en-GB"/>
    </w:rPr>
  </w:style>
  <w:style w:type="paragraph" w:styleId="Heading1">
    <w:name w:val="heading 1"/>
    <w:basedOn w:val="Normal"/>
    <w:next w:val="Normal"/>
    <w:qFormat/>
    <w:rsid w:val="001653E0"/>
    <w:pPr>
      <w:keepNext/>
      <w:shd w:val="clear" w:color="auto" w:fill="99CCFF"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1"/>
    <w:qFormat/>
    <w:rsid w:val="00F121A0"/>
    <w:pPr>
      <w:keepNext/>
      <w:spacing w:before="240" w:after="60"/>
      <w:jc w:val="left"/>
      <w:outlineLvl w:val="1"/>
    </w:pPr>
    <w:rPr>
      <w:rFonts w:cs="Arial"/>
      <w:b/>
      <w:bCs/>
      <w:iCs/>
      <w:color w:val="auto"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1"/>
    <w:qFormat/>
    <w:rsid w:val="008E2DAF"/>
    <w:pPr>
      <w:keepNext/>
      <w:spacing w:before="240" w:after="60"/>
      <w:jc w:val="left"/>
      <w:outlineLvl w:val="2"/>
    </w:pPr>
    <w:rPr>
      <w:rFonts w:cs="Arial"/>
      <w:b/>
      <w:bCs/>
      <w:color w:val="auto"/>
      <w:sz w:val="24"/>
      <w:szCs w:val="26"/>
      <w:lang w:val="en-US"/>
    </w:rPr>
  </w:style>
  <w:style w:type="paragraph" w:styleId="Heading4">
    <w:name w:val="heading 4"/>
    <w:basedOn w:val="Normal"/>
    <w:next w:val="Normal"/>
    <w:qFormat/>
    <w:rsid w:val="008E2DAF"/>
    <w:pPr>
      <w:keepNext/>
      <w:spacing w:before="240" w:after="60"/>
      <w:jc w:val="left"/>
      <w:outlineLvl w:val="3"/>
    </w:pPr>
    <w:rPr>
      <w:b/>
      <w:bCs/>
      <w:i/>
      <w:color w:val="auto"/>
      <w:sz w:val="24"/>
      <w:szCs w:val="28"/>
      <w:lang w:val="en-US"/>
    </w:rPr>
  </w:style>
  <w:style w:type="paragraph" w:styleId="Heading5">
    <w:name w:val="heading 5"/>
    <w:basedOn w:val="Normal"/>
    <w:next w:val="Normal"/>
    <w:qFormat/>
    <w:rsid w:val="008E2DAF"/>
    <w:pPr>
      <w:spacing w:before="240" w:after="60"/>
      <w:jc w:val="left"/>
      <w:outlineLvl w:val="4"/>
    </w:pPr>
    <w:rPr>
      <w:b/>
      <w:bCs/>
      <w:i/>
      <w:iCs/>
      <w:color w:val="auto"/>
      <w:sz w:val="24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8E2DAF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8E2DAF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2DAF"/>
  </w:style>
  <w:style w:type="paragraph" w:customStyle="1" w:styleId="stilDragan">
    <w:name w:val="stilDragan"/>
    <w:basedOn w:val="Normal"/>
    <w:rsid w:val="005E14E6"/>
    <w:rPr>
      <w:color w:val="auto"/>
      <w:szCs w:val="24"/>
      <w:lang w:val="sr-Latn-CS"/>
    </w:rPr>
  </w:style>
  <w:style w:type="paragraph" w:customStyle="1" w:styleId="draganKod">
    <w:name w:val="draganKod"/>
    <w:basedOn w:val="HTMLPreformatted"/>
    <w:rsid w:val="008E2DAF"/>
  </w:style>
  <w:style w:type="paragraph" w:styleId="HTMLPreformatted">
    <w:name w:val="HTML Preformatted"/>
    <w:basedOn w:val="Normal"/>
    <w:link w:val="HTMLPreformattedChar"/>
    <w:rsid w:val="008E2DA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/>
      <w:ind w:left="567"/>
      <w:jc w:val="left"/>
    </w:pPr>
    <w:rPr>
      <w:rFonts w:ascii="Courier New" w:eastAsia="Arial Unicode MS" w:hAnsi="Courier New" w:cs="Courier New"/>
      <w:color w:val="auto"/>
      <w:sz w:val="22"/>
      <w:szCs w:val="22"/>
      <w:lang w:val="en-US"/>
    </w:rPr>
  </w:style>
  <w:style w:type="paragraph" w:styleId="Title">
    <w:name w:val="Title"/>
    <w:basedOn w:val="Normal"/>
    <w:qFormat/>
    <w:rsid w:val="008E2DAF"/>
    <w:pPr>
      <w:jc w:val="center"/>
    </w:pPr>
    <w:rPr>
      <w:sz w:val="40"/>
      <w:lang w:val="sr-Latn-CS"/>
    </w:rPr>
  </w:style>
  <w:style w:type="paragraph" w:styleId="TOC1">
    <w:name w:val="toc 1"/>
    <w:basedOn w:val="Normal"/>
    <w:next w:val="Normal"/>
    <w:autoRedefine/>
    <w:semiHidden/>
    <w:rsid w:val="00CD6AC8"/>
  </w:style>
  <w:style w:type="character" w:styleId="Hyperlink">
    <w:name w:val="Hyperlink"/>
    <w:basedOn w:val="DefaultParagraphFont"/>
    <w:rsid w:val="00CD6AC8"/>
    <w:rPr>
      <w:color w:val="0000FF"/>
      <w:u w:val="single"/>
    </w:rPr>
  </w:style>
  <w:style w:type="paragraph" w:customStyle="1" w:styleId="Default">
    <w:name w:val="Default"/>
    <w:link w:val="DefaultChar"/>
    <w:rsid w:val="00C44647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000000"/>
      <w:szCs w:val="24"/>
    </w:rPr>
  </w:style>
  <w:style w:type="paragraph" w:customStyle="1" w:styleId="CM1">
    <w:name w:val="CM1"/>
    <w:basedOn w:val="Default"/>
    <w:next w:val="Default"/>
    <w:link w:val="CM1Char"/>
    <w:rsid w:val="00C44647"/>
    <w:rPr>
      <w:rFonts w:cs="Times New Roman"/>
      <w:color w:val="auto"/>
    </w:rPr>
  </w:style>
  <w:style w:type="table" w:styleId="TableGrid">
    <w:name w:val="Table Grid"/>
    <w:basedOn w:val="TableNormal"/>
    <w:rsid w:val="00C44647"/>
    <w:pPr>
      <w:spacing w:before="12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faultChar">
    <w:name w:val="Default Char"/>
    <w:basedOn w:val="DefaultParagraphFont"/>
    <w:link w:val="Default"/>
    <w:rsid w:val="00C44647"/>
    <w:rPr>
      <w:rFonts w:ascii="Arial" w:hAnsi="Arial" w:cs="Arial"/>
      <w:color w:val="000000"/>
      <w:szCs w:val="24"/>
      <w:lang w:val="en-US" w:eastAsia="en-US" w:bidi="ar-SA"/>
    </w:rPr>
  </w:style>
  <w:style w:type="character" w:customStyle="1" w:styleId="CM1Char">
    <w:name w:val="CM1 Char"/>
    <w:basedOn w:val="DefaultChar"/>
    <w:link w:val="CM1"/>
    <w:rsid w:val="00C44647"/>
  </w:style>
  <w:style w:type="paragraph" w:customStyle="1" w:styleId="StyleHTMLPreformattedCustomColorRGB1280160">
    <w:name w:val="Style HTML Preformatted + Custom Color(RGB(1280160))"/>
    <w:basedOn w:val="HTMLPreformatted"/>
    <w:autoRedefine/>
    <w:rsid w:val="00C41847"/>
    <w:rPr>
      <w:color w:val="8000A0"/>
      <w:sz w:val="20"/>
    </w:rPr>
  </w:style>
  <w:style w:type="paragraph" w:customStyle="1" w:styleId="StyleHTMLPreformattedCustomColorRGB12801601">
    <w:name w:val="Style HTML Preformatted + Custom Color(RGB(1280160))1"/>
    <w:basedOn w:val="HTMLPreformatted"/>
    <w:link w:val="StyleHTMLPreformattedCustomColorRGB12801601Char"/>
    <w:autoRedefine/>
    <w:rsid w:val="007338EE"/>
    <w:rPr>
      <w:color w:val="8000A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7338EE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character" w:customStyle="1" w:styleId="StyleHTMLPreformattedCustomColorRGB12801601Char">
    <w:name w:val="Style HTML Preformatted + Custom Color(RGB(1280160))1 Char"/>
    <w:basedOn w:val="HTMLPreformattedChar"/>
    <w:link w:val="StyleHTMLPreformattedCustomColorRGB12801601"/>
    <w:rsid w:val="007338EE"/>
    <w:rPr>
      <w:color w:val="8000A0"/>
    </w:rPr>
  </w:style>
  <w:style w:type="paragraph" w:styleId="TOC2">
    <w:name w:val="toc 2"/>
    <w:basedOn w:val="Normal"/>
    <w:next w:val="Normal"/>
    <w:autoRedefine/>
    <w:semiHidden/>
    <w:rsid w:val="00D106DA"/>
    <w:pPr>
      <w:ind w:left="200"/>
    </w:pPr>
  </w:style>
  <w:style w:type="paragraph" w:styleId="TOC3">
    <w:name w:val="toc 3"/>
    <w:basedOn w:val="Normal"/>
    <w:next w:val="Normal"/>
    <w:autoRedefine/>
    <w:semiHidden/>
    <w:rsid w:val="00D106DA"/>
    <w:pPr>
      <w:ind w:left="400"/>
    </w:pPr>
  </w:style>
  <w:style w:type="character" w:customStyle="1" w:styleId="Heading2Char1">
    <w:name w:val="Heading 2 Char1"/>
    <w:basedOn w:val="DefaultParagraphFont"/>
    <w:link w:val="Heading2"/>
    <w:rsid w:val="00B26E3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1">
    <w:name w:val="Heading 3 Char1"/>
    <w:basedOn w:val="DefaultParagraphFont"/>
    <w:link w:val="Heading3"/>
    <w:rsid w:val="00B26E39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CharChar2">
    <w:name w:val="Char Char2"/>
    <w:basedOn w:val="DefaultParagraphFont"/>
    <w:rsid w:val="00B26E39"/>
    <w:rPr>
      <w:rFonts w:ascii="Courier New" w:eastAsia="Arial Unicode MS" w:hAnsi="Courier New" w:cs="Courier New"/>
      <w:sz w:val="22"/>
      <w:szCs w:val="22"/>
      <w:lang w:val="en-US" w:eastAsia="en-US" w:bidi="ar-SA"/>
    </w:rPr>
  </w:style>
  <w:style w:type="paragraph" w:customStyle="1" w:styleId="CM2">
    <w:name w:val="CM2"/>
    <w:basedOn w:val="Default"/>
    <w:next w:val="Default"/>
    <w:rsid w:val="00B26E39"/>
    <w:pPr>
      <w:spacing w:line="318" w:lineRule="atLeast"/>
    </w:pPr>
    <w:rPr>
      <w:rFonts w:cs="Times New Roman"/>
      <w:color w:val="auto"/>
    </w:rPr>
  </w:style>
  <w:style w:type="paragraph" w:customStyle="1" w:styleId="CM25">
    <w:name w:val="CM25"/>
    <w:basedOn w:val="Default"/>
    <w:next w:val="Default"/>
    <w:rsid w:val="00B26E39"/>
    <w:pPr>
      <w:spacing w:after="480"/>
    </w:pPr>
    <w:rPr>
      <w:rFonts w:cs="Times New Roman"/>
      <w:color w:val="auto"/>
    </w:rPr>
  </w:style>
  <w:style w:type="paragraph" w:customStyle="1" w:styleId="CM4">
    <w:name w:val="CM4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CM24">
    <w:name w:val="CM24"/>
    <w:basedOn w:val="Default"/>
    <w:next w:val="Default"/>
    <w:rsid w:val="00B26E39"/>
    <w:pPr>
      <w:spacing w:after="83"/>
    </w:pPr>
    <w:rPr>
      <w:rFonts w:cs="Times New Roman"/>
      <w:color w:val="auto"/>
    </w:rPr>
  </w:style>
  <w:style w:type="paragraph" w:customStyle="1" w:styleId="CM5">
    <w:name w:val="CM5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CM6">
    <w:name w:val="CM6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CM26">
    <w:name w:val="CM26"/>
    <w:basedOn w:val="Default"/>
    <w:next w:val="Default"/>
    <w:rsid w:val="00B26E39"/>
    <w:pPr>
      <w:spacing w:after="518"/>
    </w:pPr>
    <w:rPr>
      <w:rFonts w:cs="Times New Roman"/>
      <w:color w:val="auto"/>
    </w:rPr>
  </w:style>
  <w:style w:type="paragraph" w:customStyle="1" w:styleId="CM20">
    <w:name w:val="CM20"/>
    <w:basedOn w:val="Default"/>
    <w:next w:val="Default"/>
    <w:rsid w:val="00B26E39"/>
    <w:pPr>
      <w:spacing w:after="505"/>
    </w:pPr>
    <w:rPr>
      <w:rFonts w:cs="Times New Roman"/>
      <w:color w:val="auto"/>
    </w:rPr>
  </w:style>
  <w:style w:type="paragraph" w:customStyle="1" w:styleId="CM18">
    <w:name w:val="CM18"/>
    <w:basedOn w:val="Default"/>
    <w:next w:val="Default"/>
    <w:rsid w:val="00B26E39"/>
    <w:pPr>
      <w:spacing w:after="83"/>
    </w:pPr>
    <w:rPr>
      <w:rFonts w:cs="Times New Roman"/>
      <w:color w:val="auto"/>
    </w:rPr>
  </w:style>
  <w:style w:type="paragraph" w:customStyle="1" w:styleId="CM9">
    <w:name w:val="CM9"/>
    <w:basedOn w:val="Default"/>
    <w:next w:val="Default"/>
    <w:rsid w:val="00B26E39"/>
    <w:rPr>
      <w:rFonts w:cs="Times New Roman"/>
      <w:color w:val="auto"/>
    </w:rPr>
  </w:style>
  <w:style w:type="paragraph" w:customStyle="1" w:styleId="CM10">
    <w:name w:val="CM10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CM11">
    <w:name w:val="CM11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CM19">
    <w:name w:val="CM19"/>
    <w:basedOn w:val="Default"/>
    <w:next w:val="Default"/>
    <w:rsid w:val="00B26E39"/>
    <w:pPr>
      <w:spacing w:after="710"/>
    </w:pPr>
    <w:rPr>
      <w:rFonts w:cs="Times New Roman"/>
      <w:color w:val="auto"/>
    </w:rPr>
  </w:style>
  <w:style w:type="paragraph" w:customStyle="1" w:styleId="CM28">
    <w:name w:val="CM28"/>
    <w:basedOn w:val="Default"/>
    <w:next w:val="Default"/>
    <w:rsid w:val="00B26E39"/>
    <w:pPr>
      <w:spacing w:after="513"/>
    </w:pPr>
    <w:rPr>
      <w:rFonts w:cs="Times New Roman"/>
      <w:color w:val="auto"/>
    </w:rPr>
  </w:style>
  <w:style w:type="paragraph" w:customStyle="1" w:styleId="CM7">
    <w:name w:val="CM7"/>
    <w:basedOn w:val="Default"/>
    <w:next w:val="Default"/>
    <w:rsid w:val="00B26E39"/>
    <w:pPr>
      <w:spacing w:line="288" w:lineRule="atLeast"/>
    </w:pPr>
    <w:rPr>
      <w:rFonts w:cs="Times New Roman"/>
      <w:color w:val="auto"/>
    </w:rPr>
  </w:style>
  <w:style w:type="paragraph" w:customStyle="1" w:styleId="StyleDefaultJustifiedFirstline063cm">
    <w:name w:val="Style Default + Justified First line:  0.63 cm"/>
    <w:basedOn w:val="Default"/>
    <w:rsid w:val="00B26E39"/>
    <w:pPr>
      <w:ind w:firstLine="360"/>
    </w:pPr>
    <w:rPr>
      <w:rFonts w:cs="Times New Roman"/>
      <w:szCs w:val="20"/>
    </w:rPr>
  </w:style>
  <w:style w:type="paragraph" w:customStyle="1" w:styleId="StyleCM112ptBlack">
    <w:name w:val="Style CM1 + 12 pt Black"/>
    <w:basedOn w:val="CM1"/>
    <w:rsid w:val="00B26E39"/>
    <w:rPr>
      <w:color w:val="000000"/>
    </w:rPr>
  </w:style>
  <w:style w:type="paragraph" w:customStyle="1" w:styleId="StyleStyleCM112ptBlackJustified">
    <w:name w:val="Style Style CM1 + 12 pt Black + Justified"/>
    <w:basedOn w:val="StyleCM112ptBlack"/>
    <w:rsid w:val="00B26E39"/>
    <w:rPr>
      <w:szCs w:val="20"/>
    </w:rPr>
  </w:style>
  <w:style w:type="paragraph" w:customStyle="1" w:styleId="StyleDefaultBold">
    <w:name w:val="Style Default + Bold"/>
    <w:basedOn w:val="Default"/>
    <w:rsid w:val="00B26E39"/>
    <w:rPr>
      <w:bCs/>
    </w:rPr>
  </w:style>
  <w:style w:type="paragraph" w:customStyle="1" w:styleId="StyleDefaultBoldBefore6pt">
    <w:name w:val="Style Default + Bold Before:  6 pt"/>
    <w:basedOn w:val="Default"/>
    <w:rsid w:val="00B26E39"/>
    <w:pPr>
      <w:spacing w:before="120"/>
    </w:pPr>
    <w:rPr>
      <w:rFonts w:cs="Times New Roman"/>
      <w:bCs/>
      <w:szCs w:val="20"/>
    </w:rPr>
  </w:style>
  <w:style w:type="paragraph" w:customStyle="1" w:styleId="StyleDefaultBold1">
    <w:name w:val="Style Default + Bold1"/>
    <w:basedOn w:val="Default"/>
    <w:rsid w:val="00B26E39"/>
    <w:rPr>
      <w:bCs/>
    </w:rPr>
  </w:style>
  <w:style w:type="paragraph" w:customStyle="1" w:styleId="StyleCM112ptBoldBlack">
    <w:name w:val="Style CM1 + 12 pt Bold Black"/>
    <w:basedOn w:val="CM1"/>
    <w:link w:val="StyleCM112ptBoldBlackChar"/>
    <w:rsid w:val="00B26E39"/>
    <w:rPr>
      <w:b/>
      <w:bCs/>
      <w:color w:val="000000"/>
    </w:rPr>
  </w:style>
  <w:style w:type="character" w:customStyle="1" w:styleId="StyleCM112ptBoldBlackChar">
    <w:name w:val="Style CM1 + 12 pt Bold Black Char"/>
    <w:basedOn w:val="CM1Char"/>
    <w:link w:val="StyleCM112ptBoldBlack"/>
    <w:rsid w:val="00B26E39"/>
    <w:rPr>
      <w:b/>
      <w:bCs/>
    </w:rPr>
  </w:style>
  <w:style w:type="paragraph" w:customStyle="1" w:styleId="StyleStyleCM112ptBoldBlackBefore6pt">
    <w:name w:val="Style Style CM1 + 12 pt Bold Black + Before:  6 pt"/>
    <w:basedOn w:val="StyleCM112ptBoldBlack"/>
    <w:rsid w:val="00B26E39"/>
    <w:pPr>
      <w:spacing w:before="120"/>
    </w:pPr>
    <w:rPr>
      <w:b w:val="0"/>
      <w:szCs w:val="20"/>
    </w:rPr>
  </w:style>
  <w:style w:type="paragraph" w:customStyle="1" w:styleId="table-para">
    <w:name w:val="table-par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first-para">
    <w:name w:val="first-par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customStyle="1" w:styleId="para">
    <w:name w:val="par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fixed">
    <w:name w:val="fixed"/>
    <w:basedOn w:val="DefaultParagraphFont"/>
    <w:rsid w:val="00B26E39"/>
  </w:style>
  <w:style w:type="character" w:customStyle="1" w:styleId="figuremediaobject">
    <w:name w:val="figuremediaobject"/>
    <w:basedOn w:val="DefaultParagraphFont"/>
    <w:rsid w:val="00B26E39"/>
  </w:style>
  <w:style w:type="character" w:customStyle="1" w:styleId="figure-title">
    <w:name w:val="figure-title"/>
    <w:basedOn w:val="DefaultParagraphFont"/>
    <w:rsid w:val="00B26E39"/>
  </w:style>
  <w:style w:type="character" w:customStyle="1" w:styleId="figure-titlelabel">
    <w:name w:val="figure-titlelabel"/>
    <w:basedOn w:val="DefaultParagraphFont"/>
    <w:rsid w:val="00B26E39"/>
  </w:style>
  <w:style w:type="character" w:customStyle="1" w:styleId="example-title">
    <w:name w:val="example-title"/>
    <w:basedOn w:val="DefaultParagraphFont"/>
    <w:rsid w:val="00B26E39"/>
  </w:style>
  <w:style w:type="character" w:customStyle="1" w:styleId="example-titlelabel">
    <w:name w:val="example-titlelabel"/>
    <w:basedOn w:val="DefaultParagraphFont"/>
    <w:rsid w:val="00B26E39"/>
  </w:style>
  <w:style w:type="paragraph" w:customStyle="1" w:styleId="last-para">
    <w:name w:val="last-par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paragraph" w:styleId="BodyText">
    <w:name w:val="Body Text"/>
    <w:basedOn w:val="Normal"/>
    <w:rsid w:val="00B26E39"/>
    <w:pPr>
      <w:spacing w:before="0"/>
    </w:pPr>
    <w:rPr>
      <w:rFonts w:ascii="Times New Roman" w:hAnsi="Times New Roman" w:cs="Arial"/>
      <w:color w:val="auto"/>
      <w:sz w:val="24"/>
      <w:szCs w:val="24"/>
      <w:lang w:val="hr-HR"/>
    </w:rPr>
  </w:style>
  <w:style w:type="paragraph" w:styleId="BodyTextIndent">
    <w:name w:val="Body Text Indent"/>
    <w:basedOn w:val="Normal"/>
    <w:rsid w:val="00B26E39"/>
    <w:pPr>
      <w:autoSpaceDE w:val="0"/>
      <w:autoSpaceDN w:val="0"/>
      <w:adjustRightInd w:val="0"/>
      <w:spacing w:line="360" w:lineRule="auto"/>
      <w:ind w:firstLine="720"/>
    </w:pPr>
    <w:rPr>
      <w:rFonts w:ascii="Times New Roman" w:hAnsi="Times New Roman"/>
      <w:color w:val="auto"/>
      <w:sz w:val="24"/>
      <w:szCs w:val="24"/>
      <w:lang w:val="hr-HR"/>
    </w:rPr>
  </w:style>
  <w:style w:type="paragraph" w:styleId="BodyTextIndent2">
    <w:name w:val="Body Text Indent 2"/>
    <w:basedOn w:val="Normal"/>
    <w:rsid w:val="00B26E39"/>
    <w:pPr>
      <w:autoSpaceDE w:val="0"/>
      <w:autoSpaceDN w:val="0"/>
      <w:adjustRightInd w:val="0"/>
      <w:spacing w:before="0" w:line="360" w:lineRule="auto"/>
      <w:ind w:firstLine="720"/>
    </w:pPr>
    <w:rPr>
      <w:rFonts w:ascii="Times New Roman" w:hAnsi="Times New Roman"/>
      <w:color w:val="auto"/>
      <w:sz w:val="22"/>
      <w:szCs w:val="24"/>
      <w:lang w:val="hr-HR"/>
    </w:rPr>
  </w:style>
  <w:style w:type="paragraph" w:customStyle="1" w:styleId="Buleti">
    <w:name w:val="Buleti"/>
    <w:basedOn w:val="BodyText"/>
    <w:rsid w:val="00B26E39"/>
    <w:pPr>
      <w:tabs>
        <w:tab w:val="num" w:pos="720"/>
        <w:tab w:val="left" w:pos="2880"/>
      </w:tabs>
      <w:spacing w:after="120"/>
      <w:ind w:left="720" w:hanging="360"/>
    </w:pPr>
    <w:rPr>
      <w:sz w:val="22"/>
      <w:szCs w:val="20"/>
      <w:lang w:val="en-US" w:eastAsia="de-DE"/>
    </w:rPr>
  </w:style>
  <w:style w:type="paragraph" w:customStyle="1" w:styleId="SlikaCentar">
    <w:name w:val="SlikaCentar"/>
    <w:basedOn w:val="Normal"/>
    <w:rsid w:val="00B26E39"/>
    <w:pPr>
      <w:keepNext/>
      <w:tabs>
        <w:tab w:val="left" w:pos="2880"/>
      </w:tabs>
      <w:spacing w:before="300" w:after="200"/>
      <w:jc w:val="center"/>
    </w:pPr>
    <w:rPr>
      <w:rFonts w:ascii="Verdana" w:hAnsi="Verdana" w:cs="Arial"/>
      <w:b/>
      <w:color w:val="auto"/>
      <w:sz w:val="24"/>
      <w:lang w:val="it-IT" w:eastAsia="de-DE"/>
    </w:rPr>
  </w:style>
  <w:style w:type="paragraph" w:customStyle="1" w:styleId="figure">
    <w:name w:val="figure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en-US"/>
    </w:rPr>
  </w:style>
  <w:style w:type="character" w:customStyle="1" w:styleId="table-title">
    <w:name w:val="table-title"/>
    <w:basedOn w:val="DefaultParagraphFont"/>
    <w:rsid w:val="00B26E39"/>
  </w:style>
  <w:style w:type="character" w:customStyle="1" w:styleId="table-titlelabel">
    <w:name w:val="table-titlelabel"/>
    <w:basedOn w:val="DefaultParagraphFont"/>
    <w:rsid w:val="00B26E39"/>
  </w:style>
  <w:style w:type="paragraph" w:customStyle="1" w:styleId="para1">
    <w:name w:val="para1"/>
    <w:basedOn w:val="Normal"/>
    <w:rsid w:val="00B26E39"/>
    <w:pPr>
      <w:spacing w:before="0" w:after="268"/>
      <w:jc w:val="left"/>
    </w:pPr>
    <w:rPr>
      <w:rFonts w:ascii="Times New Roman" w:hAnsi="Times New Roman"/>
      <w:color w:val="22436C"/>
      <w:sz w:val="19"/>
      <w:szCs w:val="19"/>
      <w:lang w:val="sr-Latn-CS" w:eastAsia="sr-Latn-CS"/>
    </w:rPr>
  </w:style>
  <w:style w:type="paragraph" w:customStyle="1" w:styleId="para25">
    <w:name w:val="para25"/>
    <w:basedOn w:val="Normal"/>
    <w:rsid w:val="00B26E39"/>
    <w:pPr>
      <w:spacing w:before="0" w:after="268"/>
      <w:jc w:val="left"/>
    </w:pPr>
    <w:rPr>
      <w:rFonts w:ascii="Times New Roman" w:hAnsi="Times New Roman"/>
      <w:color w:val="22436C"/>
      <w:sz w:val="24"/>
      <w:szCs w:val="24"/>
      <w:lang w:val="sr-Latn-CS" w:eastAsia="sr-Latn-CS"/>
    </w:rPr>
  </w:style>
  <w:style w:type="paragraph" w:customStyle="1" w:styleId="para4">
    <w:name w:val="para4"/>
    <w:basedOn w:val="Normal"/>
    <w:rsid w:val="00B26E39"/>
    <w:pPr>
      <w:spacing w:before="0" w:after="268"/>
      <w:jc w:val="left"/>
    </w:pPr>
    <w:rPr>
      <w:rFonts w:ascii="Times New Roman" w:hAnsi="Times New Roman"/>
      <w:b/>
      <w:bCs/>
      <w:color w:val="333333"/>
      <w:sz w:val="24"/>
      <w:szCs w:val="24"/>
      <w:lang w:val="sr-Latn-CS" w:eastAsia="sr-Latn-CS"/>
    </w:rPr>
  </w:style>
  <w:style w:type="paragraph" w:styleId="TOC4">
    <w:name w:val="toc 4"/>
    <w:basedOn w:val="Normal"/>
    <w:next w:val="Normal"/>
    <w:autoRedefine/>
    <w:semiHidden/>
    <w:rsid w:val="00B26E39"/>
    <w:pPr>
      <w:spacing w:before="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5">
    <w:name w:val="toc 5"/>
    <w:basedOn w:val="Normal"/>
    <w:next w:val="Normal"/>
    <w:autoRedefine/>
    <w:semiHidden/>
    <w:rsid w:val="00B26E39"/>
    <w:pPr>
      <w:spacing w:before="0"/>
      <w:ind w:left="96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6">
    <w:name w:val="toc 6"/>
    <w:basedOn w:val="Normal"/>
    <w:next w:val="Normal"/>
    <w:autoRedefine/>
    <w:semiHidden/>
    <w:rsid w:val="00B26E39"/>
    <w:pPr>
      <w:spacing w:before="0"/>
      <w:ind w:lef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7">
    <w:name w:val="toc 7"/>
    <w:basedOn w:val="Normal"/>
    <w:next w:val="Normal"/>
    <w:autoRedefine/>
    <w:semiHidden/>
    <w:rsid w:val="00B26E39"/>
    <w:pPr>
      <w:spacing w:before="0"/>
      <w:ind w:left="14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8">
    <w:name w:val="toc 8"/>
    <w:basedOn w:val="Normal"/>
    <w:next w:val="Normal"/>
    <w:autoRedefine/>
    <w:semiHidden/>
    <w:rsid w:val="00B26E39"/>
    <w:pPr>
      <w:spacing w:before="0"/>
      <w:ind w:left="168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styleId="TOC9">
    <w:name w:val="toc 9"/>
    <w:basedOn w:val="Normal"/>
    <w:next w:val="Normal"/>
    <w:autoRedefine/>
    <w:semiHidden/>
    <w:rsid w:val="00B26E39"/>
    <w:pPr>
      <w:spacing w:before="0"/>
      <w:ind w:left="19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icture1">
    <w:name w:val="Picture 1"/>
    <w:basedOn w:val="Normal"/>
    <w:autoRedefine/>
    <w:rsid w:val="00B26E39"/>
    <w:pPr>
      <w:spacing w:after="120"/>
      <w:jc w:val="center"/>
    </w:pPr>
    <w:rPr>
      <w:rFonts w:cs="Arial"/>
      <w:lang w:val="en-US"/>
    </w:rPr>
  </w:style>
  <w:style w:type="paragraph" w:customStyle="1" w:styleId="Figure1">
    <w:name w:val="Figure1"/>
    <w:basedOn w:val="Normal"/>
    <w:rsid w:val="00B26E39"/>
    <w:pPr>
      <w:spacing w:after="120"/>
      <w:jc w:val="center"/>
    </w:pPr>
  </w:style>
  <w:style w:type="paragraph" w:customStyle="1" w:styleId="Equation1">
    <w:name w:val="Equation1"/>
    <w:basedOn w:val="Normal"/>
    <w:rsid w:val="00B26E39"/>
    <w:pPr>
      <w:ind w:left="567"/>
    </w:pPr>
  </w:style>
  <w:style w:type="paragraph" w:styleId="ListParagraph">
    <w:name w:val="List Paragraph"/>
    <w:basedOn w:val="Normal"/>
    <w:qFormat/>
    <w:rsid w:val="00B26E39"/>
    <w:pPr>
      <w:spacing w:before="0" w:after="200" w:line="276" w:lineRule="auto"/>
      <w:ind w:left="720"/>
      <w:contextualSpacing/>
      <w:jc w:val="left"/>
    </w:pPr>
    <w:rPr>
      <w:rFonts w:ascii="Calibri" w:eastAsia="Calibri" w:hAnsi="Calibri"/>
      <w:color w:val="auto"/>
      <w:sz w:val="22"/>
      <w:szCs w:val="22"/>
      <w:lang w:val="en-US"/>
    </w:rPr>
  </w:style>
  <w:style w:type="paragraph" w:styleId="FootnoteText">
    <w:name w:val="footnote text"/>
    <w:basedOn w:val="Normal"/>
    <w:link w:val="FootnoteTextChar"/>
    <w:unhideWhenUsed/>
    <w:rsid w:val="00B26E39"/>
    <w:pPr>
      <w:spacing w:before="0"/>
      <w:jc w:val="left"/>
    </w:pPr>
    <w:rPr>
      <w:rFonts w:ascii="Calibri" w:eastAsia="Calibri" w:hAnsi="Calibri"/>
      <w:color w:val="auto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26E39"/>
    <w:rPr>
      <w:rFonts w:ascii="Calibri" w:eastAsia="Calibri" w:hAnsi="Calibri"/>
      <w:lang w:val="en-US" w:eastAsia="en-US" w:bidi="ar-SA"/>
    </w:rPr>
  </w:style>
  <w:style w:type="character" w:styleId="FootnoteReference">
    <w:name w:val="footnote reference"/>
    <w:basedOn w:val="DefaultParagraphFont"/>
    <w:unhideWhenUsed/>
    <w:rsid w:val="00B26E39"/>
    <w:rPr>
      <w:vertAlign w:val="superscript"/>
    </w:rPr>
  </w:style>
  <w:style w:type="paragraph" w:styleId="BalloonText">
    <w:name w:val="Balloon Text"/>
    <w:basedOn w:val="Normal"/>
    <w:link w:val="BalloonTextChar"/>
    <w:unhideWhenUsed/>
    <w:rsid w:val="00B26E39"/>
    <w:pPr>
      <w:spacing w:before="0"/>
    </w:pPr>
    <w:rPr>
      <w:rFonts w:ascii="Tahoma" w:eastAsia="Calibri" w:hAnsi="Tahoma" w:cs="Tahoma"/>
      <w:color w:val="auto"/>
      <w:sz w:val="16"/>
      <w:szCs w:val="16"/>
      <w:lang w:val="sr-Latn-CS"/>
    </w:rPr>
  </w:style>
  <w:style w:type="character" w:customStyle="1" w:styleId="BalloonTextChar">
    <w:name w:val="Balloon Text Char"/>
    <w:basedOn w:val="DefaultParagraphFont"/>
    <w:link w:val="BalloonText"/>
    <w:rsid w:val="00B26E39"/>
    <w:rPr>
      <w:rFonts w:ascii="Tahoma" w:eastAsia="Calibri" w:hAnsi="Tahoma" w:cs="Tahoma"/>
      <w:sz w:val="16"/>
      <w:szCs w:val="16"/>
      <w:lang w:val="sr-Latn-CS" w:eastAsia="en-US" w:bidi="ar-SA"/>
    </w:rPr>
  </w:style>
  <w:style w:type="paragraph" w:customStyle="1" w:styleId="Style1">
    <w:name w:val="Style1"/>
    <w:basedOn w:val="Normal"/>
    <w:link w:val="Style1Char"/>
    <w:qFormat/>
    <w:rsid w:val="00B26E39"/>
    <w:pPr>
      <w:spacing w:before="0" w:after="200" w:line="276" w:lineRule="auto"/>
    </w:pPr>
    <w:rPr>
      <w:rFonts w:ascii="Times New Roman" w:eastAsia="Calibri" w:hAnsi="Times New Roman"/>
      <w:color w:val="auto"/>
      <w:sz w:val="24"/>
      <w:szCs w:val="24"/>
      <w:lang w:val="sr-Latn-CS"/>
    </w:rPr>
  </w:style>
  <w:style w:type="character" w:customStyle="1" w:styleId="Style1Char">
    <w:name w:val="Style1 Char"/>
    <w:basedOn w:val="DefaultParagraphFont"/>
    <w:link w:val="Style1"/>
    <w:rsid w:val="00B26E39"/>
    <w:rPr>
      <w:rFonts w:eastAsia="Calibri"/>
      <w:sz w:val="24"/>
      <w:szCs w:val="24"/>
      <w:lang w:val="sr-Latn-CS" w:eastAsia="en-US" w:bidi="ar-SA"/>
    </w:rPr>
  </w:style>
  <w:style w:type="paragraph" w:customStyle="1" w:styleId="listtypelcr">
    <w:name w:val="listtype_lcr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yleEquation1Before0pt">
    <w:name w:val="Style Equation1 + Before:  0 pt"/>
    <w:basedOn w:val="Equation1"/>
    <w:autoRedefine/>
    <w:rsid w:val="00B26E39"/>
  </w:style>
  <w:style w:type="character" w:customStyle="1" w:styleId="Heading2Char">
    <w:name w:val="Heading 2 Char"/>
    <w:basedOn w:val="DefaultParagraphFont"/>
    <w:rsid w:val="00B26E39"/>
    <w:rPr>
      <w:rFonts w:ascii="Arial" w:hAnsi="Arial" w:cs="Arial"/>
      <w:b/>
      <w:bCs/>
      <w:iCs/>
      <w:sz w:val="28"/>
      <w:szCs w:val="28"/>
      <w:lang w:val="en-US" w:eastAsia="en-US" w:bidi="ar-SA"/>
    </w:rPr>
  </w:style>
  <w:style w:type="character" w:customStyle="1" w:styleId="Heading3Char">
    <w:name w:val="Heading 3 Char"/>
    <w:basedOn w:val="DefaultParagraphFont"/>
    <w:rsid w:val="00B26E39"/>
    <w:rPr>
      <w:rFonts w:ascii="Arial" w:hAnsi="Arial" w:cs="Arial"/>
      <w:b/>
      <w:bCs/>
      <w:sz w:val="24"/>
      <w:szCs w:val="26"/>
      <w:lang w:val="en-US" w:eastAsia="en-US" w:bidi="ar-SA"/>
    </w:rPr>
  </w:style>
  <w:style w:type="character" w:customStyle="1" w:styleId="emphb">
    <w:name w:val="emph_b"/>
    <w:basedOn w:val="DefaultParagraphFont"/>
    <w:rsid w:val="00B26E39"/>
  </w:style>
  <w:style w:type="character" w:customStyle="1" w:styleId="lk">
    <w:name w:val="lk"/>
    <w:basedOn w:val="DefaultParagraphFont"/>
    <w:rsid w:val="00B26E39"/>
  </w:style>
  <w:style w:type="character" w:customStyle="1" w:styleId="emphi">
    <w:name w:val="emph_i"/>
    <w:basedOn w:val="DefaultParagraphFont"/>
    <w:rsid w:val="00B26E39"/>
  </w:style>
  <w:style w:type="character" w:customStyle="1" w:styleId="printheaderlabel1">
    <w:name w:val="printheader_label1"/>
    <w:basedOn w:val="DefaultParagraphFont"/>
    <w:rsid w:val="00B26E39"/>
    <w:rPr>
      <w:i w:val="0"/>
      <w:iCs w:val="0"/>
      <w:color w:val="00504C"/>
    </w:rPr>
  </w:style>
  <w:style w:type="character" w:customStyle="1" w:styleId="lk1">
    <w:name w:val="lk1"/>
    <w:basedOn w:val="DefaultParagraphFont"/>
    <w:rsid w:val="00B26E39"/>
    <w:rPr>
      <w:i w:val="0"/>
      <w:iCs w:val="0"/>
    </w:rPr>
  </w:style>
  <w:style w:type="character" w:customStyle="1" w:styleId="emphb1">
    <w:name w:val="emph_b1"/>
    <w:basedOn w:val="DefaultParagraphFont"/>
    <w:rsid w:val="00B26E39"/>
    <w:rPr>
      <w:b/>
      <w:bCs/>
    </w:rPr>
  </w:style>
  <w:style w:type="character" w:customStyle="1" w:styleId="emphi1">
    <w:name w:val="emph_i1"/>
    <w:basedOn w:val="DefaultParagraphFont"/>
    <w:rsid w:val="00B26E39"/>
    <w:rPr>
      <w:i/>
      <w:iCs/>
    </w:rPr>
  </w:style>
  <w:style w:type="character" w:styleId="FollowedHyperlink">
    <w:name w:val="FollowedHyperlink"/>
    <w:basedOn w:val="DefaultParagraphFont"/>
    <w:rsid w:val="00B26E39"/>
    <w:rPr>
      <w:color w:val="0768A9"/>
      <w:u w:val="single"/>
    </w:rPr>
  </w:style>
  <w:style w:type="paragraph" w:customStyle="1" w:styleId="standard-button">
    <w:name w:val="standard-button"/>
    <w:basedOn w:val="Normal"/>
    <w:rsid w:val="00B26E39"/>
    <w:pPr>
      <w:pBdr>
        <w:top w:val="single" w:sz="4" w:space="1" w:color="EEEEEE"/>
        <w:left w:val="single" w:sz="4" w:space="5" w:color="EEEEEE"/>
        <w:bottom w:val="single" w:sz="4" w:space="1" w:color="666666"/>
        <w:right w:val="single" w:sz="4" w:space="5" w:color="666666"/>
      </w:pBdr>
      <w:shd w:val="clear" w:color="auto" w:fill="FFFFFF"/>
      <w:spacing w:before="100" w:beforeAutospacing="1" w:after="100" w:afterAutospacing="1"/>
      <w:jc w:val="left"/>
    </w:pPr>
    <w:rPr>
      <w:rFonts w:ascii="Trebuchet MS" w:hAnsi="Trebuchet MS"/>
      <w:color w:val="0A0905"/>
      <w:lang w:val="sr-Latn-CS" w:eastAsia="sr-Latn-CS"/>
    </w:rPr>
  </w:style>
  <w:style w:type="paragraph" w:customStyle="1" w:styleId="standard-buttondisabled">
    <w:name w:val="standard-button[disabled]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B9B9B9"/>
      <w:sz w:val="24"/>
      <w:szCs w:val="24"/>
      <w:lang w:val="sr-Latn-CS" w:eastAsia="sr-Latn-CS"/>
    </w:rPr>
  </w:style>
  <w:style w:type="paragraph" w:customStyle="1" w:styleId="ftup">
    <w:name w:val="ftup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a">
    <w:name w:val="qa"/>
    <w:basedOn w:val="Normal"/>
    <w:rsid w:val="00B26E39"/>
    <w:pPr>
      <w:spacing w:before="100" w:beforeAutospacing="1" w:after="24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update">
    <w:name w:val="update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422906"/>
      <w:spacing w:val="19"/>
      <w:lang w:val="sr-Latn-CS" w:eastAsia="sr-Latn-CS"/>
    </w:rPr>
  </w:style>
  <w:style w:type="paragraph" w:customStyle="1" w:styleId="updated">
    <w:name w:val="updated"/>
    <w:basedOn w:val="Normal"/>
    <w:rsid w:val="00B26E39"/>
    <w:pPr>
      <w:pBdr>
        <w:top w:val="single" w:sz="4" w:space="0" w:color="B9B9B9"/>
        <w:left w:val="single" w:sz="24" w:space="6" w:color="B9B9B9"/>
        <w:bottom w:val="single" w:sz="4" w:space="0" w:color="B9B9B9"/>
        <w:right w:val="single" w:sz="4" w:space="3" w:color="B9B9B9"/>
      </w:pBd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">
    <w:name w:val="p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g">
    <w:name w:val="tg"/>
    <w:basedOn w:val="Normal"/>
    <w:rsid w:val="00B26E39"/>
    <w:pPr>
      <w:spacing w:before="100" w:beforeAutospacing="1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">
    <w:name w:val="ti"/>
    <w:basedOn w:val="Normal"/>
    <w:rsid w:val="00B26E39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listtitle">
    <w:name w:val="list_title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tn">
    <w:name w:val="edtn"/>
    <w:basedOn w:val="Normal"/>
    <w:rsid w:val="00B26E39"/>
    <w:pPr>
      <w:spacing w:before="75" w:after="100" w:afterAutospacing="1"/>
      <w:jc w:val="left"/>
    </w:pPr>
    <w:rPr>
      <w:rFonts w:ascii="Times New Roman" w:hAnsi="Times New Roman"/>
      <w:color w:val="auto"/>
      <w:sz w:val="32"/>
      <w:szCs w:val="32"/>
      <w:lang w:val="sr-Latn-CS" w:eastAsia="sr-Latn-CS"/>
    </w:rPr>
  </w:style>
  <w:style w:type="paragraph" w:customStyle="1" w:styleId="pn">
    <w:name w:val="pn"/>
    <w:basedOn w:val="Normal"/>
    <w:rsid w:val="00B26E39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gp">
    <w:name w:val="gp"/>
    <w:basedOn w:val="Normal"/>
    <w:rsid w:val="00B26E39"/>
    <w:pPr>
      <w:spacing w:before="63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sg">
    <w:name w:val="sg"/>
    <w:basedOn w:val="Normal"/>
    <w:rsid w:val="00B26E39"/>
    <w:pPr>
      <w:spacing w:before="0" w:after="480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ole">
    <w:name w:val="role"/>
    <w:basedOn w:val="Normal"/>
    <w:rsid w:val="00B26E39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dgrp">
    <w:name w:val="edgrp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thgrp">
    <w:name w:val="authgrp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-nohd">
    <w:name w:val="tlv1-nohd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brsec">
    <w:name w:val="abrsec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ed">
    <w:name w:val="ed"/>
    <w:basedOn w:val="Normal"/>
    <w:rsid w:val="00B26E39"/>
    <w:pPr>
      <w:spacing w:before="100" w:beforeAutospacing="1" w:after="25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f">
    <w:name w:val="frf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link">
    <w:name w:val="slink"/>
    <w:basedOn w:val="Normal"/>
    <w:rsid w:val="00B26E39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ispset">
    <w:name w:val="dispset"/>
    <w:basedOn w:val="Normal"/>
    <w:rsid w:val="00B26E39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citedref">
    <w:name w:val="citedref"/>
    <w:basedOn w:val="Normal"/>
    <w:rsid w:val="00B26E39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g">
    <w:name w:val="fg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">
    <w:name w:val="tb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xtab">
    <w:name w:val="xtab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igure-col1">
    <w:name w:val="figure-col1"/>
    <w:basedOn w:val="Normal"/>
    <w:rsid w:val="00B26E39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lang w:val="sr-Latn-CS" w:eastAsia="sr-Latn-CS"/>
    </w:rPr>
  </w:style>
  <w:style w:type="paragraph" w:customStyle="1" w:styleId="figure-col2">
    <w:name w:val="figure-col2"/>
    <w:basedOn w:val="Normal"/>
    <w:rsid w:val="00B26E39"/>
    <w:pPr>
      <w:shd w:val="clear" w:color="auto" w:fill="FFFFFF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qt">
    <w:name w:val="qt"/>
    <w:basedOn w:val="Normal"/>
    <w:rsid w:val="00B26E39"/>
    <w:pPr>
      <w:spacing w:before="240" w:after="240"/>
      <w:ind w:left="1200" w:right="120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n">
    <w:name w:val="stn"/>
    <w:basedOn w:val="Normal"/>
    <w:rsid w:val="00B26E39"/>
    <w:pPr>
      <w:spacing w:before="240" w:after="240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tl">
    <w:name w:val="stl"/>
    <w:basedOn w:val="Normal"/>
    <w:rsid w:val="00B26E39"/>
    <w:pPr>
      <w:spacing w:before="100" w:beforeAutospacing="1" w:after="120"/>
      <w:jc w:val="left"/>
    </w:pPr>
    <w:rPr>
      <w:rFonts w:ascii="Times New Roman" w:hAnsi="Times New Roman"/>
      <w:color w:val="auto"/>
      <w:sz w:val="28"/>
      <w:szCs w:val="28"/>
      <w:lang w:val="sr-Latn-CS" w:eastAsia="sr-Latn-CS"/>
    </w:rPr>
  </w:style>
  <w:style w:type="paragraph" w:customStyle="1" w:styleId="strf">
    <w:name w:val="strf"/>
    <w:basedOn w:val="Normal"/>
    <w:rsid w:val="00B26E39"/>
    <w:pPr>
      <w:spacing w:before="240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it">
    <w:name w:val="emph_bit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i/>
      <w:iCs/>
      <w:color w:val="auto"/>
      <w:sz w:val="24"/>
      <w:szCs w:val="24"/>
      <w:lang w:val="sr-Latn-CS" w:eastAsia="sr-Latn-CS"/>
    </w:rPr>
  </w:style>
  <w:style w:type="paragraph" w:customStyle="1" w:styleId="emphul">
    <w:name w:val="emph_ul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u w:val="single"/>
      <w:lang w:val="sr-Latn-CS" w:eastAsia="sr-Latn-CS"/>
    </w:rPr>
  </w:style>
  <w:style w:type="paragraph" w:customStyle="1" w:styleId="emphdul">
    <w:name w:val="emph_dul"/>
    <w:basedOn w:val="Normal"/>
    <w:rsid w:val="00B26E39"/>
    <w:pPr>
      <w:pBdr>
        <w:bottom w:val="double" w:sz="4" w:space="0" w:color="000000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mphbul">
    <w:name w:val="emph_bul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u w:val="single"/>
      <w:lang w:val="sr-Latn-CS" w:eastAsia="sr-Latn-CS"/>
    </w:rPr>
  </w:style>
  <w:style w:type="paragraph" w:customStyle="1" w:styleId="emphupdate">
    <w:name w:val="emph_update"/>
    <w:basedOn w:val="Normal"/>
    <w:rsid w:val="00B26E39"/>
    <w:pPr>
      <w:shd w:val="clear" w:color="auto" w:fill="EDE8DD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a">
    <w:name w:val="listtype_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b">
    <w:name w:val="listtype_b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d">
    <w:name w:val="listtype_d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n">
    <w:name w:val="listtype_n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l">
    <w:name w:val="listtype_l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uc">
    <w:name w:val="listtype_uc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r">
    <w:name w:val="listtype_r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isttypess">
    <w:name w:val="listtype_ss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cp">
    <w:name w:val="tcp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astip">
    <w:name w:val="hastip"/>
    <w:basedOn w:val="Normal"/>
    <w:rsid w:val="00B26E39"/>
    <w:pPr>
      <w:pBdr>
        <w:bottom w:val="double" w:sz="4" w:space="0" w:color="6EBB1F"/>
      </w:pBdr>
      <w:spacing w:before="100" w:beforeAutospacing="1" w:after="100" w:afterAutospacing="1"/>
      <w:jc w:val="left"/>
    </w:pPr>
    <w:rPr>
      <w:rFonts w:ascii="Times New Roman" w:hAnsi="Times New Roman"/>
      <w:color w:val="449944"/>
      <w:sz w:val="24"/>
      <w:szCs w:val="24"/>
      <w:lang w:val="sr-Latn-CS" w:eastAsia="sr-Latn-CS"/>
    </w:rPr>
  </w:style>
  <w:style w:type="paragraph" w:customStyle="1" w:styleId="hasdef">
    <w:name w:val="hasdef"/>
    <w:basedOn w:val="Normal"/>
    <w:rsid w:val="00B26E39"/>
    <w:pPr>
      <w:pBdr>
        <w:bottom w:val="double" w:sz="4" w:space="0" w:color="0768A9"/>
      </w:pBdr>
      <w:spacing w:before="100" w:beforeAutospacing="1" w:after="100" w:afterAutospacing="1"/>
      <w:jc w:val="left"/>
    </w:pPr>
    <w:rPr>
      <w:rFonts w:ascii="Times New Roman" w:hAnsi="Times New Roman"/>
      <w:color w:val="444499"/>
      <w:sz w:val="24"/>
      <w:szCs w:val="24"/>
      <w:lang w:val="sr-Latn-CS" w:eastAsia="sr-Latn-CS"/>
    </w:rPr>
  </w:style>
  <w:style w:type="paragraph" w:customStyle="1" w:styleId="postit">
    <w:name w:val="postit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19"/>
      <w:szCs w:val="19"/>
      <w:lang w:val="sr-Latn-CS" w:eastAsia="sr-Latn-CS"/>
    </w:rPr>
  </w:style>
  <w:style w:type="paragraph" w:customStyle="1" w:styleId="postitheader">
    <w:name w:val="postit_header"/>
    <w:basedOn w:val="Normal"/>
    <w:rsid w:val="00B26E39"/>
    <w:pP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body">
    <w:name w:val="postit_body"/>
    <w:basedOn w:val="Normal"/>
    <w:rsid w:val="00B26E39"/>
    <w:pP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ostitcontent">
    <w:name w:val="postit_content"/>
    <w:basedOn w:val="Normal"/>
    <w:rsid w:val="00B26E39"/>
    <w:pPr>
      <w:pBdr>
        <w:top w:val="single" w:sz="4" w:space="5" w:color="B9B9B9"/>
        <w:left w:val="single" w:sz="4" w:space="5" w:color="B9B9B9"/>
        <w:bottom w:val="single" w:sz="4" w:space="5" w:color="B9B9B9"/>
        <w:right w:val="single" w:sz="4" w:space="5" w:color="B9B9B9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bfmenu">
    <w:name w:val="tbf_menu"/>
    <w:basedOn w:val="Normal"/>
    <w:rsid w:val="00B26E39"/>
    <w:pPr>
      <w:pBdr>
        <w:bottom w:val="single" w:sz="4" w:space="0" w:color="B9B9B9"/>
      </w:pBdr>
      <w:spacing w:before="100" w:beforeAutospacing="1" w:after="100" w:afterAutospacing="1"/>
      <w:jc w:val="righ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agenum">
    <w:name w:val="pagenum"/>
    <w:basedOn w:val="Normal"/>
    <w:rsid w:val="00B26E39"/>
    <w:pPr>
      <w:pBdr>
        <w:top w:val="dotted" w:sz="4" w:space="0" w:color="B9B9B9"/>
      </w:pBdr>
      <w:spacing w:before="100" w:beforeAutospacing="1" w:after="100" w:afterAutospacing="1"/>
      <w:ind w:right="-689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sidebar">
    <w:name w:val="sidebar"/>
    <w:basedOn w:val="Normal"/>
    <w:rsid w:val="00B26E39"/>
    <w:pPr>
      <w:spacing w:before="0" w:after="1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ec">
    <w:name w:val="rec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ctions">
    <w:name w:val="actions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use">
    <w:name w:val="use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thics">
    <w:name w:val="ethics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legal">
    <w:name w:val="legal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quipment">
    <w:name w:val="equipment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iatric">
    <w:name w:val="geriatric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dications">
    <w:name w:val="indications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ventions">
    <w:name w:val="interventions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aternal">
    <w:name w:val="maternal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sing">
    <w:name w:val="nursing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urdoc">
    <w:name w:val="nurdoc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athophys">
    <w:name w:val="pathophys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ocedure">
    <w:name w:val="procedure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ducation">
    <w:name w:val="education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ric">
    <w:name w:val="pediatric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vention">
    <w:name w:val="prevention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ouble">
    <w:name w:val="trouble"/>
    <w:basedOn w:val="Normal"/>
    <w:rsid w:val="00B26E39"/>
    <w:pPr>
      <w:pBdr>
        <w:top w:val="single" w:sz="4" w:space="0" w:color="C2AFD5"/>
        <w:left w:val="single" w:sz="4" w:space="0" w:color="C2AFD5"/>
        <w:bottom w:val="single" w:sz="4" w:space="0" w:color="C2AFD5"/>
        <w:right w:val="single" w:sz="4" w:space="0" w:color="C2AFD5"/>
      </w:pBdr>
      <w:shd w:val="clear" w:color="auto" w:fill="EEE9F3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rugs">
    <w:name w:val="drugs"/>
    <w:basedOn w:val="Normal"/>
    <w:rsid w:val="00B26E39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ssoc">
    <w:name w:val="assoc"/>
    <w:basedOn w:val="Normal"/>
    <w:rsid w:val="00B26E39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bio">
    <w:name w:val="bio"/>
    <w:basedOn w:val="Normal"/>
    <w:rsid w:val="00B26E39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reer">
    <w:name w:val="career"/>
    <w:basedOn w:val="Normal"/>
    <w:rsid w:val="00B26E39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lture">
    <w:name w:val="culture"/>
    <w:basedOn w:val="Normal"/>
    <w:rsid w:val="00B26E39"/>
    <w:pPr>
      <w:pBdr>
        <w:top w:val="single" w:sz="4" w:space="0" w:color="7CB58E"/>
        <w:left w:val="single" w:sz="4" w:space="0" w:color="7CB58E"/>
        <w:bottom w:val="single" w:sz="4" w:space="0" w:color="7CB58E"/>
        <w:right w:val="single" w:sz="4" w:space="0" w:color="7CB58E"/>
      </w:pBdr>
      <w:shd w:val="clear" w:color="auto" w:fill="EAF3EC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nteract">
    <w:name w:val="interac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llaboration">
    <w:name w:val="collaboration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der">
    <w:name w:val="gender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emergency">
    <w:name w:val="emergency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ronalrt">
    <w:name w:val="geronalr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ementation">
    <w:name w:val="implementation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outcomes">
    <w:name w:val="outcomes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ediatalrt">
    <w:name w:val="pediatalr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pregalrt">
    <w:name w:val="pregalr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pecconsalrt">
    <w:name w:val="specconsalr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lert">
    <w:name w:val="aler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mplications">
    <w:name w:val="complications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reatment">
    <w:name w:val="treatment"/>
    <w:basedOn w:val="Normal"/>
    <w:rsid w:val="00B26E39"/>
    <w:pPr>
      <w:pBdr>
        <w:top w:val="single" w:sz="4" w:space="0" w:color="D13030"/>
        <w:left w:val="single" w:sz="4" w:space="0" w:color="D13030"/>
        <w:bottom w:val="single" w:sz="4" w:space="0" w:color="D13030"/>
        <w:right w:val="single" w:sz="4" w:space="0" w:color="D13030"/>
      </w:pBdr>
      <w:shd w:val="clear" w:color="auto" w:fill="F9F1F1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onitor">
    <w:name w:val="monitor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tandards">
    <w:name w:val="standards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symptom">
    <w:name w:val="symptom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dvprac">
    <w:name w:val="advprac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pproach">
    <w:name w:val="approach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ase">
    <w:name w:val="case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genetic">
    <w:name w:val="genetic"/>
    <w:basedOn w:val="Normal"/>
    <w:rsid w:val="00B26E39"/>
    <w:pPr>
      <w:pBdr>
        <w:top w:val="single" w:sz="4" w:space="0" w:color="97B5C8"/>
        <w:left w:val="single" w:sz="4" w:space="0" w:color="97B5C8"/>
        <w:bottom w:val="single" w:sz="4" w:space="0" w:color="97B5C8"/>
        <w:right w:val="single" w:sz="4" w:space="0" w:color="97B5C8"/>
      </w:pBdr>
      <w:shd w:val="clear" w:color="auto" w:fill="EDF3F7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mplications">
    <w:name w:val="implication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onclusions">
    <w:name w:val="conclusion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ware">
    <w:name w:val="aware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ef">
    <w:name w:val="def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ick">
    <w:name w:val="quick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abbr">
    <w:name w:val="abbr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heck">
    <w:name w:val="check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utedge">
    <w:name w:val="cutedge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diagnosis">
    <w:name w:val="diagnosi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critthink">
    <w:name w:val="critthink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future">
    <w:name w:val="future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ssues">
    <w:name w:val="issue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key">
    <w:name w:val="key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misc">
    <w:name w:val="misc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notes">
    <w:name w:val="note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questions">
    <w:name w:val="question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readings">
    <w:name w:val="reading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tips">
    <w:name w:val="tips"/>
    <w:basedOn w:val="Normal"/>
    <w:rsid w:val="00B26E39"/>
    <w:pPr>
      <w:pBdr>
        <w:top w:val="single" w:sz="4" w:space="0" w:color="A9A9A9"/>
        <w:left w:val="single" w:sz="4" w:space="0" w:color="A9A9A9"/>
        <w:bottom w:val="single" w:sz="4" w:space="0" w:color="A9A9A9"/>
        <w:right w:val="single" w:sz="4" w:space="0" w:color="A9A9A9"/>
      </w:pBdr>
      <w:shd w:val="clear" w:color="auto" w:fill="EAEAEA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idxpg">
    <w:name w:val="idxpg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math">
    <w:name w:val="math"/>
    <w:basedOn w:val="Normal"/>
    <w:rsid w:val="00B26E39"/>
    <w:pPr>
      <w:spacing w:before="100" w:beforeAutospacing="1" w:after="100" w:afterAutospacing="1"/>
      <w:jc w:val="center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atewaycontenthighlight">
    <w:name w:val="gatewaycontenthighlight"/>
    <w:basedOn w:val="Normal"/>
    <w:rsid w:val="00B26E39"/>
    <w:pPr>
      <w:pBdr>
        <w:right w:val="single" w:sz="24" w:space="3" w:color="F5F50B"/>
      </w:pBdr>
      <w:shd w:val="clear" w:color="auto" w:fill="F5F50B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auxcontent">
    <w:name w:val="auxcontent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-highlight-user">
    <w:name w:val="term-highlight-user"/>
    <w:basedOn w:val="Normal"/>
    <w:rsid w:val="00B26E39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b/>
      <w:bCs/>
      <w:color w:val="EE014C"/>
      <w:sz w:val="24"/>
      <w:szCs w:val="24"/>
      <w:lang w:val="sr-Latn-CS" w:eastAsia="sr-Latn-CS"/>
    </w:rPr>
  </w:style>
  <w:style w:type="paragraph" w:customStyle="1" w:styleId="term-highlight-natlang">
    <w:name w:val="term-highlight-natlang"/>
    <w:basedOn w:val="Normal"/>
    <w:rsid w:val="00B26E39"/>
    <w:pPr>
      <w:shd w:val="clear" w:color="auto" w:fill="F5F50B"/>
      <w:spacing w:before="100" w:beforeAutospacing="1" w:after="100" w:afterAutospacing="1"/>
      <w:ind w:left="-25" w:right="-25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ablesection">
    <w:name w:val="printable_section"/>
    <w:basedOn w:val="Normal"/>
    <w:rsid w:val="00B26E39"/>
    <w:pPr>
      <w:pBdr>
        <w:top w:val="dotted" w:sz="4" w:space="0" w:color="422906"/>
        <w:left w:val="dotted" w:sz="4" w:space="0" w:color="422906"/>
        <w:bottom w:val="dotted" w:sz="4" w:space="0" w:color="422906"/>
        <w:right w:val="dotted" w:sz="4" w:space="0" w:color="422906"/>
      </w:pBdr>
      <w:shd w:val="clear" w:color="auto" w:fill="FFD100"/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rintheaderlabel">
    <w:name w:val="printheader_label"/>
    <w:basedOn w:val="Normal"/>
    <w:rsid w:val="00B26E39"/>
    <w:pPr>
      <w:spacing w:before="100" w:beforeAutospacing="1" w:after="100" w:afterAutospacing="1"/>
      <w:ind w:right="120"/>
      <w:jc w:val="left"/>
    </w:pPr>
    <w:rPr>
      <w:rFonts w:ascii="Times New Roman" w:hAnsi="Times New Roman"/>
      <w:color w:val="00504C"/>
      <w:sz w:val="24"/>
      <w:szCs w:val="24"/>
      <w:lang w:val="sr-Latn-CS" w:eastAsia="sr-Latn-CS"/>
    </w:rPr>
  </w:style>
  <w:style w:type="paragraph" w:customStyle="1" w:styleId="printpreview-icon">
    <w:name w:val="printpreview-icon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vanish/>
      <w:color w:val="auto"/>
      <w:sz w:val="24"/>
      <w:szCs w:val="24"/>
      <w:lang w:val="sr-Latn-CS" w:eastAsia="sr-Latn-CS"/>
    </w:rPr>
  </w:style>
  <w:style w:type="paragraph" w:customStyle="1" w:styleId="term">
    <w:name w:val="term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">
    <w:name w:val="rf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">
    <w:name w:val="hnum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frtitle">
    <w:name w:val="frtitle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2">
    <w:name w:val="entry2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">
    <w:name w:val="entry3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">
    <w:name w:val="entry4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">
    <w:name w:val="entry5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">
    <w:name w:val="entry6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da">
    <w:name w:val="da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">
    <w:name w:val="isbn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">
    <w:name w:val="isn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">
    <w:name w:val="lc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lv1">
    <w:name w:val="tlv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1">
    <w:name w:val="p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2">
    <w:name w:val="p2"/>
    <w:basedOn w:val="Normal"/>
    <w:rsid w:val="00B26E39"/>
    <w:pPr>
      <w:spacing w:before="100" w:beforeAutospacing="1" w:after="100" w:afterAutospacing="1"/>
      <w:ind w:left="72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i1">
    <w:name w:val="ti1"/>
    <w:basedOn w:val="Normal"/>
    <w:rsid w:val="00B26E39"/>
    <w:pPr>
      <w:spacing w:before="100" w:beforeAutospacing="1" w:after="100" w:afterAutospacing="1"/>
      <w:jc w:val="center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pn1">
    <w:name w:val="pn1"/>
    <w:basedOn w:val="Normal"/>
    <w:rsid w:val="00B26E39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gp1">
    <w:name w:val="gp1"/>
    <w:basedOn w:val="Normal"/>
    <w:rsid w:val="00B26E39"/>
    <w:pPr>
      <w:spacing w:before="63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3">
    <w:name w:val="p3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p4">
    <w:name w:val="p4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24"/>
      <w:szCs w:val="24"/>
      <w:lang w:val="sr-Latn-CS" w:eastAsia="sr-Latn-CS"/>
    </w:rPr>
  </w:style>
  <w:style w:type="paragraph" w:customStyle="1" w:styleId="hd1">
    <w:name w:val="hd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2">
    <w:name w:val="hd2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3">
    <w:name w:val="hd3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i/>
      <w:iCs/>
      <w:color w:val="auto"/>
      <w:sz w:val="36"/>
      <w:szCs w:val="36"/>
      <w:lang w:val="sr-Latn-CS" w:eastAsia="sr-Latn-CS"/>
    </w:rPr>
  </w:style>
  <w:style w:type="paragraph" w:customStyle="1" w:styleId="hd4">
    <w:name w:val="hd4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5">
    <w:name w:val="hd5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36"/>
      <w:szCs w:val="36"/>
      <w:lang w:val="sr-Latn-CS" w:eastAsia="sr-Latn-CS"/>
    </w:rPr>
  </w:style>
  <w:style w:type="paragraph" w:customStyle="1" w:styleId="hd6">
    <w:name w:val="hd6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7">
    <w:name w:val="hd7"/>
    <w:basedOn w:val="Normal"/>
    <w:rsid w:val="00B26E39"/>
    <w:pPr>
      <w:spacing w:before="0"/>
      <w:jc w:val="left"/>
    </w:pPr>
    <w:rPr>
      <w:rFonts w:ascii="Times New Roman" w:hAnsi="Times New Roman"/>
      <w:b/>
      <w:bCs/>
      <w:i/>
      <w:iCs/>
      <w:color w:val="auto"/>
      <w:sz w:val="36"/>
      <w:szCs w:val="36"/>
      <w:lang w:val="sr-Latn-CS" w:eastAsia="sr-Latn-CS"/>
    </w:rPr>
  </w:style>
  <w:style w:type="paragraph" w:customStyle="1" w:styleId="hd8">
    <w:name w:val="hd8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34"/>
      <w:szCs w:val="34"/>
      <w:lang w:val="sr-Latn-CS" w:eastAsia="sr-Latn-CS"/>
    </w:rPr>
  </w:style>
  <w:style w:type="paragraph" w:customStyle="1" w:styleId="hd9">
    <w:name w:val="hd9"/>
    <w:basedOn w:val="Normal"/>
    <w:rsid w:val="00B26E39"/>
    <w:pPr>
      <w:spacing w:before="0"/>
      <w:jc w:val="left"/>
    </w:pPr>
    <w:rPr>
      <w:rFonts w:ascii="Times New Roman" w:hAnsi="Times New Roman"/>
      <w:b/>
      <w:bCs/>
      <w:i/>
      <w:iCs/>
      <w:color w:val="auto"/>
      <w:sz w:val="34"/>
      <w:szCs w:val="34"/>
      <w:lang w:val="sr-Latn-CS" w:eastAsia="sr-Latn-CS"/>
    </w:rPr>
  </w:style>
  <w:style w:type="paragraph" w:customStyle="1" w:styleId="hd11">
    <w:name w:val="hd11"/>
    <w:basedOn w:val="Normal"/>
    <w:rsid w:val="00B26E39"/>
    <w:pPr>
      <w:spacing w:before="0"/>
      <w:jc w:val="left"/>
    </w:pPr>
    <w:rPr>
      <w:rFonts w:ascii="Times New Roman" w:hAnsi="Times New Roman"/>
      <w:b/>
      <w:bCs/>
      <w:i/>
      <w:iCs/>
      <w:color w:val="auto"/>
      <w:sz w:val="31"/>
      <w:szCs w:val="31"/>
      <w:lang w:val="sr-Latn-CS" w:eastAsia="sr-Latn-CS"/>
    </w:rPr>
  </w:style>
  <w:style w:type="paragraph" w:customStyle="1" w:styleId="hd12">
    <w:name w:val="hd12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29"/>
      <w:szCs w:val="29"/>
      <w:lang w:val="sr-Latn-CS" w:eastAsia="sr-Latn-CS"/>
    </w:rPr>
  </w:style>
  <w:style w:type="paragraph" w:customStyle="1" w:styleId="hd13">
    <w:name w:val="hd13"/>
    <w:basedOn w:val="Normal"/>
    <w:rsid w:val="00B26E39"/>
    <w:pPr>
      <w:spacing w:before="0"/>
      <w:jc w:val="left"/>
    </w:pPr>
    <w:rPr>
      <w:rFonts w:ascii="Times New Roman" w:hAnsi="Times New Roman"/>
      <w:b/>
      <w:bCs/>
      <w:i/>
      <w:iCs/>
      <w:color w:val="auto"/>
      <w:sz w:val="29"/>
      <w:szCs w:val="29"/>
      <w:lang w:val="sr-Latn-CS" w:eastAsia="sr-Latn-CS"/>
    </w:rPr>
  </w:style>
  <w:style w:type="paragraph" w:customStyle="1" w:styleId="hd14">
    <w:name w:val="hd14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5">
    <w:name w:val="hd15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16">
    <w:name w:val="hd16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term1">
    <w:name w:val="term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p5">
    <w:name w:val="p5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rf1">
    <w:name w:val="rf1"/>
    <w:basedOn w:val="Normal"/>
    <w:rsid w:val="00B26E39"/>
    <w:pPr>
      <w:pBdr>
        <w:bottom w:val="dotted" w:sz="4" w:space="9" w:color="B9B9B9"/>
      </w:pBd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6">
    <w:name w:val="p6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num1">
    <w:name w:val="hnum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44"/>
      <w:szCs w:val="44"/>
      <w:lang w:val="sr-Latn-CS" w:eastAsia="sr-Latn-CS"/>
    </w:rPr>
  </w:style>
  <w:style w:type="paragraph" w:customStyle="1" w:styleId="hd17">
    <w:name w:val="hd17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frtitle1">
    <w:name w:val="frtitle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44"/>
      <w:szCs w:val="44"/>
      <w:lang w:val="sr-Latn-CS" w:eastAsia="sr-Latn-CS"/>
    </w:rPr>
  </w:style>
  <w:style w:type="paragraph" w:customStyle="1" w:styleId="p7">
    <w:name w:val="p7"/>
    <w:basedOn w:val="Normal"/>
    <w:rsid w:val="00B26E39"/>
    <w:pPr>
      <w:spacing w:before="0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8">
    <w:name w:val="hd18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entry21">
    <w:name w:val="entry2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31">
    <w:name w:val="entry3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41">
    <w:name w:val="entry4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51">
    <w:name w:val="entry5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entry61">
    <w:name w:val="entry6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9">
    <w:name w:val="hd19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36"/>
      <w:szCs w:val="36"/>
      <w:lang w:val="sr-Latn-CS" w:eastAsia="sr-Latn-CS"/>
    </w:rPr>
  </w:style>
  <w:style w:type="paragraph" w:customStyle="1" w:styleId="hd20">
    <w:name w:val="hd20"/>
    <w:basedOn w:val="Normal"/>
    <w:rsid w:val="00B26E39"/>
    <w:pPr>
      <w:pBdr>
        <w:top w:val="single" w:sz="4" w:space="6" w:color="B9B9B9"/>
      </w:pBdr>
      <w:spacing w:before="250"/>
      <w:jc w:val="left"/>
    </w:pPr>
    <w:rPr>
      <w:rFonts w:ascii="Times New Roman" w:hAnsi="Times New Roman"/>
      <w:b/>
      <w:bCs/>
      <w:color w:val="auto"/>
      <w:sz w:val="32"/>
      <w:szCs w:val="32"/>
      <w:lang w:val="sr-Latn-CS" w:eastAsia="sr-Latn-CS"/>
    </w:rPr>
  </w:style>
  <w:style w:type="paragraph" w:customStyle="1" w:styleId="da1">
    <w:name w:val="da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bn1">
    <w:name w:val="isbn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isn1">
    <w:name w:val="isn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lc1">
    <w:name w:val="lc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8">
    <w:name w:val="p8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term2">
    <w:name w:val="term2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b/>
      <w:bCs/>
      <w:color w:val="auto"/>
      <w:sz w:val="24"/>
      <w:szCs w:val="24"/>
      <w:lang w:val="sr-Latn-CS" w:eastAsia="sr-Latn-CS"/>
    </w:rPr>
  </w:style>
  <w:style w:type="paragraph" w:customStyle="1" w:styleId="def1">
    <w:name w:val="def1"/>
    <w:basedOn w:val="Normal"/>
    <w:rsid w:val="00B26E39"/>
    <w:pPr>
      <w:shd w:val="clear" w:color="auto" w:fill="F5F50B"/>
      <w:spacing w:before="100" w:beforeAutospacing="1" w:after="100" w:afterAutospacing="1"/>
      <w:jc w:val="left"/>
    </w:pPr>
    <w:rPr>
      <w:rFonts w:ascii="Verdana" w:hAnsi="Verdana"/>
      <w:color w:val="0A0905"/>
      <w:sz w:val="26"/>
      <w:szCs w:val="26"/>
      <w:lang w:val="sr-Latn-CS" w:eastAsia="sr-Latn-CS"/>
    </w:rPr>
  </w:style>
  <w:style w:type="paragraph" w:customStyle="1" w:styleId="hd21">
    <w:name w:val="hd21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0A0905"/>
      <w:sz w:val="26"/>
      <w:szCs w:val="26"/>
      <w:lang w:val="sr-Latn-CS" w:eastAsia="sr-Latn-CS"/>
    </w:rPr>
  </w:style>
  <w:style w:type="paragraph" w:customStyle="1" w:styleId="tlv11">
    <w:name w:val="tlv11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p9">
    <w:name w:val="p9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character" w:customStyle="1" w:styleId="a">
    <w:name w:val="a"/>
    <w:basedOn w:val="DefaultParagraphFont"/>
    <w:rsid w:val="00B26E39"/>
  </w:style>
  <w:style w:type="paragraph" w:customStyle="1" w:styleId="hd">
    <w:name w:val="hd"/>
    <w:basedOn w:val="Normal"/>
    <w:rsid w:val="00B26E39"/>
    <w:pPr>
      <w:spacing w:before="100" w:beforeAutospacing="1" w:after="100" w:afterAutospacing="1"/>
      <w:jc w:val="left"/>
    </w:pPr>
    <w:rPr>
      <w:rFonts w:ascii="Times New Roman" w:hAnsi="Times New Roman"/>
      <w:color w:val="auto"/>
      <w:sz w:val="24"/>
      <w:szCs w:val="24"/>
      <w:lang w:val="sr-Latn-CS" w:eastAsia="sr-Latn-CS"/>
    </w:rPr>
  </w:style>
  <w:style w:type="paragraph" w:customStyle="1" w:styleId="hd10">
    <w:name w:val="hd10"/>
    <w:basedOn w:val="Normal"/>
    <w:rsid w:val="00B26E39"/>
    <w:pPr>
      <w:spacing w:before="0"/>
      <w:jc w:val="left"/>
    </w:pPr>
    <w:rPr>
      <w:rFonts w:ascii="Times New Roman" w:hAnsi="Times New Roman"/>
      <w:b/>
      <w:bCs/>
      <w:color w:val="auto"/>
      <w:sz w:val="31"/>
      <w:szCs w:val="31"/>
      <w:lang w:val="sr-Latn-CS" w:eastAsia="sr-Latn-CS"/>
    </w:rPr>
  </w:style>
  <w:style w:type="character" w:customStyle="1" w:styleId="Style1CharChar">
    <w:name w:val="Style1 Char Char"/>
    <w:basedOn w:val="DefaultParagraphFont"/>
    <w:rsid w:val="00B26E39"/>
    <w:rPr>
      <w:rFonts w:ascii="Arial" w:eastAsia="Calibri" w:hAnsi="Arial"/>
      <w:color w:val="000000"/>
      <w:sz w:val="24"/>
      <w:szCs w:val="24"/>
      <w:lang w:val="sr-Latn-CS"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1813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0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encoding w:val="windows-1250"/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20.wmf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5.bin"/><Relationship Id="rId47" Type="http://schemas.openxmlformats.org/officeDocument/2006/relationships/image" Target="media/image24.wmf"/><Relationship Id="rId50" Type="http://schemas.openxmlformats.org/officeDocument/2006/relationships/oleObject" Target="embeddings/oleObject19.bin"/><Relationship Id="rId55" Type="http://schemas.openxmlformats.org/officeDocument/2006/relationships/image" Target="media/image28.wmf"/><Relationship Id="rId63" Type="http://schemas.openxmlformats.org/officeDocument/2006/relationships/image" Target="media/image32.jpeg"/><Relationship Id="rId68" Type="http://schemas.openxmlformats.org/officeDocument/2006/relationships/image" Target="media/image35.wmf"/><Relationship Id="rId76" Type="http://schemas.openxmlformats.org/officeDocument/2006/relationships/oleObject" Target="embeddings/oleObject31.bin"/><Relationship Id="rId7" Type="http://schemas.openxmlformats.org/officeDocument/2006/relationships/image" Target="media/image1.jpeg"/><Relationship Id="rId71" Type="http://schemas.openxmlformats.org/officeDocument/2006/relationships/image" Target="media/image37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4.wmf"/><Relationship Id="rId11" Type="http://schemas.openxmlformats.org/officeDocument/2006/relationships/oleObject" Target="embeddings/oleObject1.bin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8.jpeg"/><Relationship Id="rId40" Type="http://schemas.openxmlformats.org/officeDocument/2006/relationships/oleObject" Target="embeddings/oleObject14.bin"/><Relationship Id="rId45" Type="http://schemas.openxmlformats.org/officeDocument/2006/relationships/image" Target="media/image23.wmf"/><Relationship Id="rId53" Type="http://schemas.openxmlformats.org/officeDocument/2006/relationships/image" Target="media/image27.wmf"/><Relationship Id="rId58" Type="http://schemas.openxmlformats.org/officeDocument/2006/relationships/oleObject" Target="embeddings/oleObject23.bin"/><Relationship Id="rId66" Type="http://schemas.openxmlformats.org/officeDocument/2006/relationships/image" Target="media/image34.wmf"/><Relationship Id="rId74" Type="http://schemas.openxmlformats.org/officeDocument/2006/relationships/oleObject" Target="embeddings/oleObject30.bin"/><Relationship Id="rId79" Type="http://schemas.openxmlformats.org/officeDocument/2006/relationships/header" Target="header1.xml"/><Relationship Id="rId5" Type="http://schemas.openxmlformats.org/officeDocument/2006/relationships/footnotes" Target="footnotes.xml"/><Relationship Id="rId61" Type="http://schemas.openxmlformats.org/officeDocument/2006/relationships/image" Target="media/image31.wmf"/><Relationship Id="rId82" Type="http://schemas.openxmlformats.org/officeDocument/2006/relationships/fontTable" Target="fontTable.xml"/><Relationship Id="rId10" Type="http://schemas.openxmlformats.org/officeDocument/2006/relationships/image" Target="media/image4.wmf"/><Relationship Id="rId19" Type="http://schemas.openxmlformats.org/officeDocument/2006/relationships/image" Target="media/image9.wmf"/><Relationship Id="rId31" Type="http://schemas.openxmlformats.org/officeDocument/2006/relationships/image" Target="media/image15.wmf"/><Relationship Id="rId44" Type="http://schemas.openxmlformats.org/officeDocument/2006/relationships/oleObject" Target="embeddings/oleObject16.bin"/><Relationship Id="rId52" Type="http://schemas.openxmlformats.org/officeDocument/2006/relationships/oleObject" Target="embeddings/oleObject20.bin"/><Relationship Id="rId60" Type="http://schemas.openxmlformats.org/officeDocument/2006/relationships/oleObject" Target="embeddings/oleObject24.bin"/><Relationship Id="rId65" Type="http://schemas.openxmlformats.org/officeDocument/2006/relationships/oleObject" Target="embeddings/oleObject26.bin"/><Relationship Id="rId73" Type="http://schemas.openxmlformats.org/officeDocument/2006/relationships/image" Target="media/image38.wmf"/><Relationship Id="rId78" Type="http://schemas.openxmlformats.org/officeDocument/2006/relationships/oleObject" Target="embeddings/oleObject32.bin"/><Relationship Id="rId81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3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7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8.bin"/><Relationship Id="rId56" Type="http://schemas.openxmlformats.org/officeDocument/2006/relationships/oleObject" Target="embeddings/oleObject22.bin"/><Relationship Id="rId64" Type="http://schemas.openxmlformats.org/officeDocument/2006/relationships/image" Target="media/image33.wmf"/><Relationship Id="rId69" Type="http://schemas.openxmlformats.org/officeDocument/2006/relationships/oleObject" Target="embeddings/oleObject28.bin"/><Relationship Id="rId77" Type="http://schemas.openxmlformats.org/officeDocument/2006/relationships/image" Target="media/image40.wmf"/><Relationship Id="rId8" Type="http://schemas.openxmlformats.org/officeDocument/2006/relationships/image" Target="media/image2.jpeg"/><Relationship Id="rId51" Type="http://schemas.openxmlformats.org/officeDocument/2006/relationships/image" Target="media/image26.wmf"/><Relationship Id="rId72" Type="http://schemas.openxmlformats.org/officeDocument/2006/relationships/oleObject" Target="embeddings/oleObject29.bin"/><Relationship Id="rId80" Type="http://schemas.openxmlformats.org/officeDocument/2006/relationships/footer" Target="footer1.xml"/><Relationship Id="rId3" Type="http://schemas.openxmlformats.org/officeDocument/2006/relationships/settings" Target="settings.xml"/><Relationship Id="rId12" Type="http://schemas.openxmlformats.org/officeDocument/2006/relationships/image" Target="media/image5.jpeg"/><Relationship Id="rId17" Type="http://schemas.openxmlformats.org/officeDocument/2006/relationships/image" Target="media/image8.wmf"/><Relationship Id="rId25" Type="http://schemas.openxmlformats.org/officeDocument/2006/relationships/image" Target="media/image12.wmf"/><Relationship Id="rId33" Type="http://schemas.openxmlformats.org/officeDocument/2006/relationships/image" Target="media/image16.wmf"/><Relationship Id="rId38" Type="http://schemas.openxmlformats.org/officeDocument/2006/relationships/image" Target="media/image19.jpeg"/><Relationship Id="rId46" Type="http://schemas.openxmlformats.org/officeDocument/2006/relationships/oleObject" Target="embeddings/oleObject17.bin"/><Relationship Id="rId59" Type="http://schemas.openxmlformats.org/officeDocument/2006/relationships/image" Target="media/image30.wmf"/><Relationship Id="rId67" Type="http://schemas.openxmlformats.org/officeDocument/2006/relationships/oleObject" Target="embeddings/oleObject27.bin"/><Relationship Id="rId20" Type="http://schemas.openxmlformats.org/officeDocument/2006/relationships/oleObject" Target="embeddings/oleObject5.bin"/><Relationship Id="rId41" Type="http://schemas.openxmlformats.org/officeDocument/2006/relationships/image" Target="media/image21.wmf"/><Relationship Id="rId54" Type="http://schemas.openxmlformats.org/officeDocument/2006/relationships/oleObject" Target="embeddings/oleObject21.bin"/><Relationship Id="rId62" Type="http://schemas.openxmlformats.org/officeDocument/2006/relationships/oleObject" Target="embeddings/oleObject25.bin"/><Relationship Id="rId70" Type="http://schemas.openxmlformats.org/officeDocument/2006/relationships/image" Target="media/image36.jpeg"/><Relationship Id="rId75" Type="http://schemas.openxmlformats.org/officeDocument/2006/relationships/image" Target="media/image39.wmf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7.wmf"/><Relationship Id="rId23" Type="http://schemas.openxmlformats.org/officeDocument/2006/relationships/image" Target="media/image11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5.wmf"/><Relationship Id="rId57" Type="http://schemas.openxmlformats.org/officeDocument/2006/relationships/image" Target="media/image29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Fakultet%20informacionih%20tehnologija\Predmeti%20-%20predavanja\IT250%20Web%20Systems\Predavanja\FIT%20predavanj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FIT predavanje</Template>
  <TotalTime>1</TotalTime>
  <Pages>11</Pages>
  <Words>2916</Words>
  <Characters>16624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UPUTSTVO ZA PRIPREMU TEKSTA PREDAVANJA</vt:lpstr>
    </vt:vector>
  </TitlesOfParts>
  <Company/>
  <LinksUpToDate>false</LinksUpToDate>
  <CharactersWithSpaces>19501</CharactersWithSpaces>
  <SharedDoc>false</SharedDoc>
  <HLinks>
    <vt:vector size="42" baseType="variant">
      <vt:variant>
        <vt:i4>2031668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_Toc291506721</vt:lpwstr>
      </vt:variant>
      <vt:variant>
        <vt:i4>2031668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_Toc291506720</vt:lpwstr>
      </vt:variant>
      <vt:variant>
        <vt:i4>1835060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_Toc291506719</vt:lpwstr>
      </vt:variant>
      <vt:variant>
        <vt:i4>1835060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_Toc291506718</vt:lpwstr>
      </vt:variant>
      <vt:variant>
        <vt:i4>1835060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_Toc291506717</vt:lpwstr>
      </vt:variant>
      <vt:variant>
        <vt:i4>1835060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_Toc291506716</vt:lpwstr>
      </vt:variant>
      <vt:variant>
        <vt:i4>1835060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_Toc291506715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UPUTSTVO ZA PRIPREMU TEKSTA PREDAVANJA</dc:title>
  <dc:creator>ds</dc:creator>
  <cp:lastModifiedBy>User</cp:lastModifiedBy>
  <cp:revision>4</cp:revision>
  <cp:lastPrinted>1601-01-01T00:00:00Z</cp:lastPrinted>
  <dcterms:created xsi:type="dcterms:W3CDTF">2016-09-25T19:53:00Z</dcterms:created>
  <dcterms:modified xsi:type="dcterms:W3CDTF">2017-09-14T20:31:00Z</dcterms:modified>
</cp:coreProperties>
</file>